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9498" w:type="dxa"/>
        <w:tblLook w:val="04A0" w:firstRow="1" w:lastRow="0" w:firstColumn="1" w:lastColumn="0" w:noHBand="0" w:noVBand="1"/>
      </w:tblPr>
      <w:tblGrid>
        <w:gridCol w:w="1398"/>
        <w:gridCol w:w="2297"/>
        <w:gridCol w:w="5803"/>
      </w:tblGrid>
      <w:tr w:rsidR="00757AC7" w:rsidRPr="00B0544D" w14:paraId="59D8B484" w14:textId="77777777" w:rsidTr="009027D5">
        <w:tc>
          <w:tcPr>
            <w:tcW w:w="1398" w:type="dxa"/>
          </w:tcPr>
          <w:p w14:paraId="2EE70C10" w14:textId="77777777" w:rsidR="00757AC7" w:rsidRPr="00CD3D9E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2297" w:type="dxa"/>
          </w:tcPr>
          <w:p w14:paraId="70C68DA3" w14:textId="77777777" w:rsidR="00757AC7" w:rsidRPr="00CD3D9E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5803" w:type="dxa"/>
          </w:tcPr>
          <w:p w14:paraId="0C349F87" w14:textId="77777777" w:rsidR="00757AC7" w:rsidRPr="00CD3D9E" w:rsidRDefault="00757AC7" w:rsidP="002E53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021D1F" w14:paraId="3207988E" w14:textId="77777777" w:rsidTr="00021D1F">
        <w:tc>
          <w:tcPr>
            <w:tcW w:w="1398" w:type="dxa"/>
          </w:tcPr>
          <w:p w14:paraId="337FA53D" w14:textId="683DD060" w:rsidR="00021D1F" w:rsidRPr="00CD3D9E" w:rsidRDefault="00021D1F" w:rsidP="00021D1F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28010012</w:t>
            </w:r>
          </w:p>
        </w:tc>
        <w:tc>
          <w:tcPr>
            <w:tcW w:w="2297" w:type="dxa"/>
          </w:tcPr>
          <w:p w14:paraId="20FA6BA9" w14:textId="77777777" w:rsidR="0049789F" w:rsidRDefault="00021D1F" w:rsidP="00021D1F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Tubo Gersan PN20 in barre da 3 metri 20 x 3,4 mm</w:t>
            </w:r>
          </w:p>
          <w:p w14:paraId="7CC1E4ED" w14:textId="2E7A32C5" w:rsidR="00021D1F" w:rsidRPr="00CD3D9E" w:rsidRDefault="002E1EE8" w:rsidP="00021D1F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Mt. conf. </w:t>
            </w:r>
            <w:r w:rsidR="0049789F">
              <w:rPr>
                <w:rFonts w:ascii="Poppins" w:hAnsi="Poppins" w:cs="Poppins"/>
                <w:bCs/>
                <w:sz w:val="20"/>
              </w:rPr>
              <w:t>150</w:t>
            </w:r>
          </w:p>
        </w:tc>
        <w:tc>
          <w:tcPr>
            <w:tcW w:w="5803" w:type="dxa"/>
          </w:tcPr>
          <w:p w14:paraId="2E154BBA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Tubazione in polipropilene PP-R 80, saldabile, ideale per la realizzazione di impianti di distribuzione dell’acqua sanitaria, sia calda che fredda.</w:t>
            </w:r>
          </w:p>
          <w:p w14:paraId="0206E24F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Prodotto idoneo per l’adduzione idrica sanitaria, secondo D.M 174/2004.</w:t>
            </w:r>
          </w:p>
          <w:p w14:paraId="5D24ABF7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62E61692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>Dati tecnici</w:t>
            </w:r>
            <w:r w:rsidRPr="00CD3D9E">
              <w:rPr>
                <w:rFonts w:ascii="Poppins" w:hAnsi="Poppins" w:cs="Poppins"/>
                <w:sz w:val="20"/>
              </w:rPr>
              <w:t>:</w:t>
            </w:r>
          </w:p>
          <w:p w14:paraId="2FFCC8D7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Misura: 20 x 3,4 mm</w:t>
            </w:r>
          </w:p>
          <w:p w14:paraId="348444E4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massima di esercizio: 60°C</w:t>
            </w:r>
          </w:p>
          <w:p w14:paraId="5153BF69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di punta temporanea: 95°C</w:t>
            </w:r>
          </w:p>
          <w:p w14:paraId="14E2FE28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Pressione massima di esercizio: 10 bar</w:t>
            </w:r>
          </w:p>
          <w:p w14:paraId="633D044B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Coefficiente di dilatazione lineare: 0.15 mm/m°C</w:t>
            </w:r>
          </w:p>
          <w:p w14:paraId="36DAA131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Conducibilità termica a 20°C: 0,24 W/m°C</w:t>
            </w:r>
          </w:p>
          <w:p w14:paraId="72E0C71D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3443A77C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Metri confezione: 150 m</w:t>
            </w:r>
          </w:p>
          <w:p w14:paraId="227D14F1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7817543D" w14:textId="537FE866" w:rsidR="00021D1F" w:rsidRPr="00CD3D9E" w:rsidRDefault="00021D1F" w:rsidP="002E534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77670C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 – Modello Tubo Gersan PN20 in barre da 3 metri 20 x 3,4 mm </w:t>
            </w:r>
            <w:r w:rsidR="0049789F" w:rsidRPr="0049789F">
              <w:rPr>
                <w:rFonts w:ascii="Poppins" w:hAnsi="Poppins" w:cs="Poppins"/>
                <w:b/>
                <w:bCs/>
                <w:sz w:val="20"/>
              </w:rPr>
              <w:t>Mt. conf. 150</w:t>
            </w:r>
            <w:r w:rsidR="0049789F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CD3D9E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021D1F" w14:paraId="4F00D4CD" w14:textId="77777777" w:rsidTr="00021D1F">
        <w:tc>
          <w:tcPr>
            <w:tcW w:w="1398" w:type="dxa"/>
          </w:tcPr>
          <w:p w14:paraId="687444BE" w14:textId="17602A53" w:rsidR="00021D1F" w:rsidRPr="00CD3D9E" w:rsidRDefault="00021D1F" w:rsidP="00021D1F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28010034</w:t>
            </w:r>
          </w:p>
        </w:tc>
        <w:tc>
          <w:tcPr>
            <w:tcW w:w="2297" w:type="dxa"/>
          </w:tcPr>
          <w:p w14:paraId="3A5DC470" w14:textId="77777777" w:rsidR="0049789F" w:rsidRDefault="00021D1F" w:rsidP="00021D1F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Tubo Gersan PN20 in barre da 3 metri</w:t>
            </w:r>
            <w:r w:rsidR="00B44BAB"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CD3D9E">
              <w:rPr>
                <w:rFonts w:ascii="Poppins" w:hAnsi="Poppins" w:cs="Poppins"/>
                <w:bCs/>
                <w:sz w:val="20"/>
              </w:rPr>
              <w:t>25 x 4,2 mm</w:t>
            </w:r>
          </w:p>
          <w:p w14:paraId="349D12A2" w14:textId="7CE6B940" w:rsidR="00021D1F" w:rsidRPr="00CD3D9E" w:rsidRDefault="0049789F" w:rsidP="00021D1F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49789F">
              <w:rPr>
                <w:rFonts w:ascii="Poppins" w:hAnsi="Poppins" w:cs="Poppins"/>
                <w:bCs/>
                <w:sz w:val="20"/>
              </w:rPr>
              <w:t xml:space="preserve">Mt. conf. </w:t>
            </w:r>
            <w:r>
              <w:rPr>
                <w:rFonts w:ascii="Poppins" w:hAnsi="Poppins" w:cs="Poppins"/>
                <w:bCs/>
                <w:sz w:val="20"/>
              </w:rPr>
              <w:t>99</w:t>
            </w:r>
          </w:p>
        </w:tc>
        <w:tc>
          <w:tcPr>
            <w:tcW w:w="5803" w:type="dxa"/>
          </w:tcPr>
          <w:p w14:paraId="5E493FAB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Tubazione in polipropilene PP-R 80, saldabile, ideale per la realizzazione di impianti di distribuzione dell’acqua sanitaria, sia calda che fredda.</w:t>
            </w:r>
          </w:p>
          <w:p w14:paraId="3B1C6055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Prodotto idoneo per l’adduzione idrica sanitaria, secondo D.M 174/2004.</w:t>
            </w:r>
          </w:p>
          <w:p w14:paraId="4AA87538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3BA5C51A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>Dati tecnici</w:t>
            </w:r>
            <w:r w:rsidRPr="00CD3D9E">
              <w:rPr>
                <w:rFonts w:ascii="Poppins" w:hAnsi="Poppins" w:cs="Poppins"/>
                <w:sz w:val="20"/>
              </w:rPr>
              <w:t>:</w:t>
            </w:r>
          </w:p>
          <w:p w14:paraId="61875587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Misura: 25 x 4,2 mm</w:t>
            </w:r>
          </w:p>
          <w:p w14:paraId="384AA240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massima di esercizio: 60°C</w:t>
            </w:r>
          </w:p>
          <w:p w14:paraId="223F4360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di punta temporanea: 95°C</w:t>
            </w:r>
          </w:p>
          <w:p w14:paraId="70087058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Pressione massima di esercizio: 10 bar</w:t>
            </w:r>
          </w:p>
          <w:p w14:paraId="0ECAE233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Coefficiente di dilatazione lineare: 0.15 mm/m°C</w:t>
            </w:r>
          </w:p>
          <w:p w14:paraId="18546651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Conducibilità termica a 20°C: 0,24 W/m°C</w:t>
            </w:r>
          </w:p>
          <w:p w14:paraId="2CE19A0F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65DFFCE6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Metri confezione: 99 m</w:t>
            </w:r>
          </w:p>
          <w:p w14:paraId="5CF60062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4438B83D" w14:textId="3451FA5E" w:rsidR="00021D1F" w:rsidRPr="00CD3D9E" w:rsidRDefault="00021D1F" w:rsidP="002E534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77670C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 – Modello Tubo Gersan PN20 in barre da 3 metri 25 x 4,2 mm </w:t>
            </w:r>
            <w:r w:rsidR="0049789F" w:rsidRPr="0049789F">
              <w:rPr>
                <w:rFonts w:ascii="Poppins" w:hAnsi="Poppins" w:cs="Poppins"/>
                <w:b/>
                <w:bCs/>
                <w:sz w:val="20"/>
              </w:rPr>
              <w:t xml:space="preserve">Mt. conf. </w:t>
            </w:r>
            <w:r w:rsidR="0049789F">
              <w:rPr>
                <w:rFonts w:ascii="Poppins" w:hAnsi="Poppins" w:cs="Poppins"/>
                <w:b/>
                <w:bCs/>
                <w:sz w:val="20"/>
              </w:rPr>
              <w:t xml:space="preserve">99 </w:t>
            </w:r>
            <w:r w:rsidRPr="00CD3D9E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021D1F" w14:paraId="02A50CF0" w14:textId="77777777" w:rsidTr="00021D1F">
        <w:tc>
          <w:tcPr>
            <w:tcW w:w="1398" w:type="dxa"/>
          </w:tcPr>
          <w:p w14:paraId="2DC224F8" w14:textId="10EE17C1" w:rsidR="00021D1F" w:rsidRPr="00CD3D9E" w:rsidRDefault="00021D1F" w:rsidP="00021D1F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28010100</w:t>
            </w:r>
          </w:p>
        </w:tc>
        <w:tc>
          <w:tcPr>
            <w:tcW w:w="2297" w:type="dxa"/>
          </w:tcPr>
          <w:p w14:paraId="47973611" w14:textId="4FD61798" w:rsidR="00021D1F" w:rsidRDefault="00021D1F" w:rsidP="00021D1F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Tubo Gersan PN20 in barre da 3 metri 32 x 5,4 mm</w:t>
            </w:r>
          </w:p>
          <w:p w14:paraId="0C10FEFC" w14:textId="06974425" w:rsidR="0049789F" w:rsidRPr="00CD3D9E" w:rsidRDefault="0049789F" w:rsidP="00021D1F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Mt. conf. </w:t>
            </w:r>
            <w:r>
              <w:rPr>
                <w:rFonts w:ascii="Poppins" w:hAnsi="Poppins" w:cs="Poppins"/>
                <w:bCs/>
                <w:sz w:val="20"/>
              </w:rPr>
              <w:t>60</w:t>
            </w:r>
          </w:p>
        </w:tc>
        <w:tc>
          <w:tcPr>
            <w:tcW w:w="5803" w:type="dxa"/>
          </w:tcPr>
          <w:p w14:paraId="60A1E3BB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Tubazione in polipropilene PP-R 80, saldabile, ideale per la realizzazione di impianti di distribuzione dell’acqua sanitaria, sia calda che fredda.</w:t>
            </w:r>
          </w:p>
          <w:p w14:paraId="3DAA5EF6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lastRenderedPageBreak/>
              <w:t>Prodotto idoneo per l’adduzione idrica sanitaria, secondo D.M 174/2004.</w:t>
            </w:r>
          </w:p>
          <w:p w14:paraId="4C09C574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2DE8D4EC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>Dati tecnici</w:t>
            </w:r>
            <w:r w:rsidRPr="00CD3D9E">
              <w:rPr>
                <w:rFonts w:ascii="Poppins" w:hAnsi="Poppins" w:cs="Poppins"/>
                <w:sz w:val="20"/>
              </w:rPr>
              <w:t>:</w:t>
            </w:r>
          </w:p>
          <w:p w14:paraId="583D3D25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Misura: 32 x 5,4 mm</w:t>
            </w:r>
          </w:p>
          <w:p w14:paraId="405FA55C" w14:textId="2F374CE4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massima di esercizio: 60°C</w:t>
            </w:r>
          </w:p>
          <w:p w14:paraId="305789FF" w14:textId="25017E7D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di punta temporanea: 95°C</w:t>
            </w:r>
          </w:p>
          <w:p w14:paraId="2955D1BB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Pressione massima di esercizio: 10 bar</w:t>
            </w:r>
          </w:p>
          <w:p w14:paraId="5C5BC175" w14:textId="592D9AC4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Coefficiente di dilatazione lineare: 0.15 mm/m°C</w:t>
            </w:r>
          </w:p>
          <w:p w14:paraId="47198D21" w14:textId="10422E0B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Conducibilità termica a 20°C: 0,24 W/m°C</w:t>
            </w:r>
          </w:p>
          <w:p w14:paraId="3A480CD8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79219CD9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Metri confezione: 60 m</w:t>
            </w:r>
          </w:p>
          <w:p w14:paraId="198B1DA1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0312C891" w14:textId="797A1632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77670C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 – Modello Tubo Gersan PN20 in barre da 3 metri 32 x 5,4 mm </w:t>
            </w:r>
            <w:r w:rsidR="0049789F" w:rsidRPr="0049789F">
              <w:rPr>
                <w:rFonts w:ascii="Poppins" w:hAnsi="Poppins" w:cs="Poppins"/>
                <w:b/>
                <w:bCs/>
                <w:sz w:val="20"/>
              </w:rPr>
              <w:t xml:space="preserve">Mt. conf. </w:t>
            </w:r>
            <w:r w:rsidR="0049789F">
              <w:rPr>
                <w:rFonts w:ascii="Poppins" w:hAnsi="Poppins" w:cs="Poppins"/>
                <w:b/>
                <w:bCs/>
                <w:sz w:val="20"/>
              </w:rPr>
              <w:t xml:space="preserve">60 </w:t>
            </w:r>
            <w:r w:rsidRPr="00CD3D9E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021D1F" w14:paraId="6D18B572" w14:textId="77777777" w:rsidTr="00021D1F">
        <w:tc>
          <w:tcPr>
            <w:tcW w:w="1398" w:type="dxa"/>
          </w:tcPr>
          <w:p w14:paraId="18E34592" w14:textId="67F5BEF0" w:rsidR="00021D1F" w:rsidRPr="00CD3D9E" w:rsidRDefault="00021D1F" w:rsidP="00021D1F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lastRenderedPageBreak/>
              <w:t>28010114</w:t>
            </w:r>
          </w:p>
        </w:tc>
        <w:tc>
          <w:tcPr>
            <w:tcW w:w="2297" w:type="dxa"/>
          </w:tcPr>
          <w:p w14:paraId="77B28504" w14:textId="77777777" w:rsidR="00021D1F" w:rsidRDefault="00021D1F" w:rsidP="00021D1F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Tubo Gersan PN20 in barre da 3 metri 40 x 6,7 mm</w:t>
            </w:r>
          </w:p>
          <w:p w14:paraId="61F0BA1E" w14:textId="0449CA5F" w:rsidR="00013D9C" w:rsidRPr="00CD3D9E" w:rsidRDefault="00013D9C" w:rsidP="00021D1F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Mt. conf. </w:t>
            </w:r>
            <w:r>
              <w:rPr>
                <w:rFonts w:ascii="Poppins" w:hAnsi="Poppins" w:cs="Poppins"/>
                <w:bCs/>
                <w:sz w:val="20"/>
              </w:rPr>
              <w:t>30</w:t>
            </w:r>
          </w:p>
        </w:tc>
        <w:tc>
          <w:tcPr>
            <w:tcW w:w="5803" w:type="dxa"/>
          </w:tcPr>
          <w:p w14:paraId="0C46DF5A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Tubazione in polipropilene PP-R 80, saldabile, ideale per la realizzazione di impianti di distribuzione dell’acqua sanitaria, sia calda che fredda.</w:t>
            </w:r>
          </w:p>
          <w:p w14:paraId="15F34681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Prodotto idoneo per l’adduzione idrica sanitaria, secondo D.M 174/2004.</w:t>
            </w:r>
          </w:p>
          <w:p w14:paraId="30E48F4B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4B59EE36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>Dati tecnici</w:t>
            </w:r>
            <w:r w:rsidRPr="00CD3D9E">
              <w:rPr>
                <w:rFonts w:ascii="Poppins" w:hAnsi="Poppins" w:cs="Poppins"/>
                <w:sz w:val="20"/>
              </w:rPr>
              <w:t>:</w:t>
            </w:r>
          </w:p>
          <w:p w14:paraId="54146FC6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Misura: 40 x 6,7 mm</w:t>
            </w:r>
          </w:p>
          <w:p w14:paraId="0F01AE6F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massima di esercizio: 60°C</w:t>
            </w:r>
          </w:p>
          <w:p w14:paraId="4E8D8881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di punta temporanea: 95°C</w:t>
            </w:r>
          </w:p>
          <w:p w14:paraId="26BA8ED6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Pressione massima di esercizio: 10 bar</w:t>
            </w:r>
          </w:p>
          <w:p w14:paraId="5E0676A4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Coefficiente di dilatazione lineare: 0.15 mm/m°C</w:t>
            </w:r>
          </w:p>
          <w:p w14:paraId="390255AF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Conducibilità termica a 20°C: 0,24 W/m°C</w:t>
            </w:r>
          </w:p>
          <w:p w14:paraId="4FA883E4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0ED89F58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Metri confezione: 99 m</w:t>
            </w:r>
          </w:p>
          <w:p w14:paraId="27659A75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6B21070F" w14:textId="016DEFC9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77670C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 – Modello Tubo Gersan PN20 in barre da 3 metri 40 x 6,7 mm </w:t>
            </w:r>
            <w:r w:rsidR="00013D9C" w:rsidRPr="00013D9C">
              <w:rPr>
                <w:rFonts w:ascii="Poppins" w:hAnsi="Poppins" w:cs="Poppins"/>
                <w:b/>
                <w:bCs/>
                <w:sz w:val="20"/>
              </w:rPr>
              <w:t xml:space="preserve">Mt. conf. </w:t>
            </w:r>
            <w:r w:rsidR="009C7159">
              <w:rPr>
                <w:rFonts w:ascii="Poppins" w:hAnsi="Poppins" w:cs="Poppins"/>
                <w:b/>
                <w:bCs/>
                <w:sz w:val="20"/>
              </w:rPr>
              <w:t xml:space="preserve">30 </w:t>
            </w:r>
            <w:r w:rsidRPr="00CD3D9E">
              <w:rPr>
                <w:rFonts w:ascii="Poppins" w:hAnsi="Poppins" w:cs="Poppins"/>
                <w:b/>
                <w:bCs/>
                <w:sz w:val="20"/>
              </w:rPr>
              <w:t>o equivalente.</w:t>
            </w:r>
            <w:r w:rsidRPr="00CD3D9E">
              <w:rPr>
                <w:rFonts w:ascii="Poppins" w:hAnsi="Poppins" w:cs="Poppins"/>
                <w:sz w:val="20"/>
              </w:rPr>
              <w:t xml:space="preserve"> </w:t>
            </w:r>
          </w:p>
        </w:tc>
      </w:tr>
      <w:tr w:rsidR="00021D1F" w14:paraId="33614560" w14:textId="77777777" w:rsidTr="00021D1F">
        <w:tc>
          <w:tcPr>
            <w:tcW w:w="1398" w:type="dxa"/>
          </w:tcPr>
          <w:p w14:paraId="3E8B5D67" w14:textId="35AF3E6E" w:rsidR="00021D1F" w:rsidRPr="00CD3D9E" w:rsidRDefault="00021D1F" w:rsidP="00021D1F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28010112</w:t>
            </w:r>
          </w:p>
        </w:tc>
        <w:tc>
          <w:tcPr>
            <w:tcW w:w="2297" w:type="dxa"/>
          </w:tcPr>
          <w:p w14:paraId="26A03720" w14:textId="77777777" w:rsidR="00021D1F" w:rsidRDefault="00021D1F" w:rsidP="00021D1F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Tubo Gersan PN20 in barre da 3 metri 50 x 8,3 mm</w:t>
            </w:r>
          </w:p>
          <w:p w14:paraId="038B20DF" w14:textId="51F4A8E4" w:rsidR="009C7159" w:rsidRPr="00CD3D9E" w:rsidRDefault="009C7159" w:rsidP="00021D1F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Mt. conf. </w:t>
            </w:r>
            <w:r>
              <w:rPr>
                <w:rFonts w:ascii="Poppins" w:hAnsi="Poppins" w:cs="Poppins"/>
                <w:bCs/>
                <w:sz w:val="20"/>
              </w:rPr>
              <w:t>15</w:t>
            </w:r>
          </w:p>
        </w:tc>
        <w:tc>
          <w:tcPr>
            <w:tcW w:w="5803" w:type="dxa"/>
          </w:tcPr>
          <w:p w14:paraId="17454ADD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Tubazione in polipropilene PP-R 80, saldabile, ideale per la realizzazione di impianti di distribuzione dell’acqua sanitaria, sia calda che fredda.</w:t>
            </w:r>
          </w:p>
          <w:p w14:paraId="5855CECF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Prodotto idoneo per l’adduzione idrica sanitaria, secondo D.M 174/2004.</w:t>
            </w:r>
          </w:p>
          <w:p w14:paraId="6EEBC2D3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659DFA82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>Dati tecnici</w:t>
            </w:r>
            <w:r w:rsidRPr="00CD3D9E">
              <w:rPr>
                <w:rFonts w:ascii="Poppins" w:hAnsi="Poppins" w:cs="Poppins"/>
                <w:sz w:val="20"/>
              </w:rPr>
              <w:t>:</w:t>
            </w:r>
          </w:p>
          <w:p w14:paraId="78A02FC1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Misura: 50 x 8,3 mm</w:t>
            </w:r>
          </w:p>
          <w:p w14:paraId="3C89C7C6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lastRenderedPageBreak/>
              <w:t>Temperatura massima di esercizio: 60°C</w:t>
            </w:r>
          </w:p>
          <w:p w14:paraId="0CC1BAE5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di punta temporanea: 95°C</w:t>
            </w:r>
          </w:p>
          <w:p w14:paraId="7F2B8CFF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Pressione massima di esercizio: 10 bar</w:t>
            </w:r>
          </w:p>
          <w:p w14:paraId="44CD207A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Coefficiente di dilatazione lineare: 0.15 mm/m°C</w:t>
            </w:r>
          </w:p>
          <w:p w14:paraId="0C63BC52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Conducibilità termica a 20°C: 0,24 W/m°C</w:t>
            </w:r>
          </w:p>
          <w:p w14:paraId="3DB26990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008881B3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Metri confezione: 99 m</w:t>
            </w:r>
          </w:p>
          <w:p w14:paraId="0FE44EFA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0B78C66F" w14:textId="12630B46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77670C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 – Modello Tubo Gersan PN20 in barre da 3 metri 50 x 8,3 mm </w:t>
            </w:r>
            <w:r w:rsidR="009C7159" w:rsidRPr="009C7159">
              <w:rPr>
                <w:rFonts w:ascii="Poppins" w:hAnsi="Poppins" w:cs="Poppins"/>
                <w:b/>
                <w:bCs/>
                <w:sz w:val="20"/>
              </w:rPr>
              <w:t>Mt. conf. 15</w:t>
            </w:r>
            <w:r w:rsidR="009C7159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CD3D9E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021D1F" w14:paraId="3531951D" w14:textId="77777777" w:rsidTr="00021D1F">
        <w:tc>
          <w:tcPr>
            <w:tcW w:w="1398" w:type="dxa"/>
          </w:tcPr>
          <w:p w14:paraId="237E7F23" w14:textId="4A32382D" w:rsidR="00021D1F" w:rsidRPr="00CD3D9E" w:rsidRDefault="00021D1F" w:rsidP="00021D1F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lastRenderedPageBreak/>
              <w:t>28010200</w:t>
            </w:r>
          </w:p>
        </w:tc>
        <w:tc>
          <w:tcPr>
            <w:tcW w:w="2297" w:type="dxa"/>
          </w:tcPr>
          <w:p w14:paraId="69C09314" w14:textId="77777777" w:rsidR="00021D1F" w:rsidRDefault="00021D1F" w:rsidP="00021D1F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Tubo Gersan PN20 in barre da 3 metri 63 x 10,5 mm</w:t>
            </w:r>
          </w:p>
          <w:p w14:paraId="46E030C4" w14:textId="3028FB18" w:rsidR="009C7159" w:rsidRPr="00CD3D9E" w:rsidRDefault="009C7159" w:rsidP="00021D1F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Mt. conf. 15</w:t>
            </w:r>
          </w:p>
        </w:tc>
        <w:tc>
          <w:tcPr>
            <w:tcW w:w="5803" w:type="dxa"/>
          </w:tcPr>
          <w:p w14:paraId="75ADBCEF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Tubazione in polipropilene PP-R 80, saldabile, ideale per la realizzazione di impianti di distribuzione dell’acqua sanitaria, sia calda che fredda.</w:t>
            </w:r>
          </w:p>
          <w:p w14:paraId="253622DF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Prodotto idoneo per l’adduzione idrica sanitaria, secondo D.M 174/2004.</w:t>
            </w:r>
          </w:p>
          <w:p w14:paraId="28E49D34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656FA5B6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>Dati tecnici</w:t>
            </w:r>
            <w:r w:rsidRPr="00CD3D9E">
              <w:rPr>
                <w:rFonts w:ascii="Poppins" w:hAnsi="Poppins" w:cs="Poppins"/>
                <w:sz w:val="20"/>
              </w:rPr>
              <w:t>:</w:t>
            </w:r>
          </w:p>
          <w:p w14:paraId="07351E72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Misura: 63 x 10,5 mm</w:t>
            </w:r>
          </w:p>
          <w:p w14:paraId="57E91D6F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massima di esercizio: 60°C</w:t>
            </w:r>
          </w:p>
          <w:p w14:paraId="251B1367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di punta temporanea: 95°C</w:t>
            </w:r>
          </w:p>
          <w:p w14:paraId="1AC4155C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Pressione massima di esercizio: 10 bar</w:t>
            </w:r>
          </w:p>
          <w:p w14:paraId="6F743413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Coefficiente di dilatazione lineare: 0.15 mm/m°C</w:t>
            </w:r>
          </w:p>
          <w:p w14:paraId="57FEABF2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Conducibilità termica a 20°C: 0,24 W/m°C</w:t>
            </w:r>
          </w:p>
          <w:p w14:paraId="13A8DBFA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500BC2A9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Metri confezione: 99 m</w:t>
            </w:r>
          </w:p>
          <w:p w14:paraId="6E37BA1D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21BB9AE2" w14:textId="0BD883D4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77670C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 – Modello Tubo Gersan PN20 in barre da 3 metri 63 x 10,5 mm </w:t>
            </w:r>
            <w:r w:rsidR="009C7159" w:rsidRPr="009C7159">
              <w:rPr>
                <w:rFonts w:ascii="Poppins" w:hAnsi="Poppins" w:cs="Poppins"/>
                <w:b/>
                <w:bCs/>
                <w:sz w:val="20"/>
              </w:rPr>
              <w:t>Mt. conf. 15</w:t>
            </w:r>
            <w:r w:rsidR="009C7159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CD3D9E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021D1F" w14:paraId="5CA460CC" w14:textId="77777777" w:rsidTr="00021D1F">
        <w:tc>
          <w:tcPr>
            <w:tcW w:w="1398" w:type="dxa"/>
          </w:tcPr>
          <w:p w14:paraId="66059E24" w14:textId="29224D26" w:rsidR="00021D1F" w:rsidRPr="00CD3D9E" w:rsidRDefault="00021D1F" w:rsidP="00021D1F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28012012</w:t>
            </w:r>
          </w:p>
        </w:tc>
        <w:tc>
          <w:tcPr>
            <w:tcW w:w="2297" w:type="dxa"/>
          </w:tcPr>
          <w:p w14:paraId="0090ACDD" w14:textId="23F678E2" w:rsidR="00021D1F" w:rsidRPr="00CD3D9E" w:rsidRDefault="00021D1F" w:rsidP="00021D1F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Sorpasso simmetrico Gersan 20 mm largo</w:t>
            </w:r>
          </w:p>
        </w:tc>
        <w:tc>
          <w:tcPr>
            <w:tcW w:w="5803" w:type="dxa"/>
          </w:tcPr>
          <w:p w14:paraId="418833EB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Sorpasso simmetrico in polipropilene PP-R 80, saldabile, ideale per la realizzazione di impianti di distribuzione dell’acqua sanitaria, sia calda che fredda.</w:t>
            </w:r>
          </w:p>
          <w:p w14:paraId="213C9298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Prodotto idoneo per l’adduzione idrica sanitaria, secondo D.M 174/2004.</w:t>
            </w:r>
          </w:p>
          <w:p w14:paraId="2BD08AFD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7A70E778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>Dati tecnici</w:t>
            </w:r>
            <w:r w:rsidRPr="00CD3D9E">
              <w:rPr>
                <w:rFonts w:ascii="Poppins" w:hAnsi="Poppins" w:cs="Poppins"/>
                <w:sz w:val="20"/>
              </w:rPr>
              <w:t>:</w:t>
            </w:r>
          </w:p>
          <w:p w14:paraId="586CE572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Misura: 20 mm largo</w:t>
            </w:r>
          </w:p>
          <w:p w14:paraId="366D3177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massima di esercizio: 60°C</w:t>
            </w:r>
          </w:p>
          <w:p w14:paraId="160F6E23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di punta temporanea: 95°C</w:t>
            </w:r>
          </w:p>
          <w:p w14:paraId="6900E843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Pressione massima di esercizio: 10 bar</w:t>
            </w:r>
          </w:p>
          <w:p w14:paraId="62DB5157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Coefficiente di dilatazione lineare: 0.15 mm/m°C</w:t>
            </w:r>
          </w:p>
          <w:p w14:paraId="12CC723D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Conducibilità termica a 20°C: 0,24 W/m°C</w:t>
            </w:r>
          </w:p>
          <w:p w14:paraId="62E8124B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49444F56" w14:textId="6F73F15A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77670C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 – Modello Sorpasso simmetrico Gersan 20 mm largo o equivalente.</w:t>
            </w:r>
          </w:p>
        </w:tc>
      </w:tr>
      <w:tr w:rsidR="00021D1F" w14:paraId="3CFDFCA0" w14:textId="77777777" w:rsidTr="00021D1F">
        <w:tc>
          <w:tcPr>
            <w:tcW w:w="1398" w:type="dxa"/>
          </w:tcPr>
          <w:p w14:paraId="4BF367C8" w14:textId="76D164AE" w:rsidR="00021D1F" w:rsidRPr="00CD3D9E" w:rsidRDefault="00021D1F" w:rsidP="00021D1F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lastRenderedPageBreak/>
              <w:t>28012034</w:t>
            </w:r>
          </w:p>
        </w:tc>
        <w:tc>
          <w:tcPr>
            <w:tcW w:w="2297" w:type="dxa"/>
          </w:tcPr>
          <w:p w14:paraId="53E1486F" w14:textId="5A107041" w:rsidR="00021D1F" w:rsidRPr="00CD3D9E" w:rsidRDefault="00021D1F" w:rsidP="00021D1F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Sorpasso simmetrico Gersan 25 mm largo</w:t>
            </w:r>
          </w:p>
        </w:tc>
        <w:tc>
          <w:tcPr>
            <w:tcW w:w="5803" w:type="dxa"/>
          </w:tcPr>
          <w:p w14:paraId="43AF4FFF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Sorpasso simmetrico in polipropilene PP-R 80, saldabile, ideale per la realizzazione di impianti di distribuzione dell’acqua sanitaria, sia calda che fredda.</w:t>
            </w:r>
          </w:p>
          <w:p w14:paraId="379CB012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Prodotto idoneo per l’adduzione idrica sanitaria, secondo D.M 174/2004.</w:t>
            </w:r>
          </w:p>
          <w:p w14:paraId="111B727E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6503F7FB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>Dati tecnici</w:t>
            </w:r>
            <w:r w:rsidRPr="00CD3D9E">
              <w:rPr>
                <w:rFonts w:ascii="Poppins" w:hAnsi="Poppins" w:cs="Poppins"/>
                <w:sz w:val="20"/>
              </w:rPr>
              <w:t>:</w:t>
            </w:r>
          </w:p>
          <w:p w14:paraId="644D3877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Misura: 20 mm largo</w:t>
            </w:r>
          </w:p>
          <w:p w14:paraId="2DA39B13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massima di esercizio: 60°C</w:t>
            </w:r>
          </w:p>
          <w:p w14:paraId="7880E74A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di punta temporanea: 95°C</w:t>
            </w:r>
          </w:p>
          <w:p w14:paraId="0435F55A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Pressione massima di esercizio: 10 bar</w:t>
            </w:r>
          </w:p>
          <w:p w14:paraId="25122DBA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Coefficiente di dilatazione lineare: 0.15 mm/m°C</w:t>
            </w:r>
          </w:p>
          <w:p w14:paraId="4570FC9B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Conducibilità termica a 20°C: 0,24 W/m°C</w:t>
            </w:r>
          </w:p>
          <w:p w14:paraId="6D524644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04A4AFEE" w14:textId="5A02AAD3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77670C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 – Modello Sorpasso simmetrico Gersan</w:t>
            </w:r>
            <w:r w:rsidR="00FB3517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CD3D9E">
              <w:rPr>
                <w:rFonts w:ascii="Poppins" w:hAnsi="Poppins" w:cs="Poppins"/>
                <w:b/>
                <w:bCs/>
                <w:sz w:val="20"/>
              </w:rPr>
              <w:t>25 mm largo o equivalente.</w:t>
            </w:r>
          </w:p>
        </w:tc>
      </w:tr>
      <w:tr w:rsidR="00021D1F" w14:paraId="5651482B" w14:textId="77777777" w:rsidTr="00021D1F">
        <w:tc>
          <w:tcPr>
            <w:tcW w:w="1398" w:type="dxa"/>
          </w:tcPr>
          <w:p w14:paraId="4ADD21C2" w14:textId="074A8C7D" w:rsidR="00021D1F" w:rsidRPr="00CD3D9E" w:rsidRDefault="00021D1F" w:rsidP="00021D1F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28014013</w:t>
            </w:r>
          </w:p>
        </w:tc>
        <w:tc>
          <w:tcPr>
            <w:tcW w:w="2297" w:type="dxa"/>
          </w:tcPr>
          <w:p w14:paraId="2064E14D" w14:textId="009F666B" w:rsidR="00021D1F" w:rsidRPr="00CD3D9E" w:rsidRDefault="00021D1F" w:rsidP="00021D1F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 xml:space="preserve">Sorpasso asimmetrico Gersan 20 mm </w:t>
            </w:r>
            <w:r w:rsidR="00B44BAB">
              <w:rPr>
                <w:rFonts w:ascii="Poppins" w:hAnsi="Poppins" w:cs="Poppins"/>
                <w:bCs/>
                <w:sz w:val="20"/>
              </w:rPr>
              <w:t>stretto</w:t>
            </w:r>
          </w:p>
        </w:tc>
        <w:tc>
          <w:tcPr>
            <w:tcW w:w="5803" w:type="dxa"/>
          </w:tcPr>
          <w:p w14:paraId="596F7A01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Sorpasso asimmetrico in polipropilene PP-R 80, saldabile, ideale per la realizzazione di impianti di distribuzione dell’acqua sanitaria, sia calda che fredda.</w:t>
            </w:r>
          </w:p>
          <w:p w14:paraId="24A850A1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Prodotto idoneo per l’adduzione idrica sanitaria, secondo D.M 174/2004.</w:t>
            </w:r>
          </w:p>
          <w:p w14:paraId="682A0947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2FB2CC00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>Dati tecnici</w:t>
            </w:r>
            <w:r w:rsidRPr="00CD3D9E">
              <w:rPr>
                <w:rFonts w:ascii="Poppins" w:hAnsi="Poppins" w:cs="Poppins"/>
                <w:sz w:val="20"/>
              </w:rPr>
              <w:t>:</w:t>
            </w:r>
          </w:p>
          <w:p w14:paraId="7948E25B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Misura: 20 mm stretto</w:t>
            </w:r>
          </w:p>
          <w:p w14:paraId="3F1DAE65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massima di esercizio: 60°C</w:t>
            </w:r>
          </w:p>
          <w:p w14:paraId="70B82F61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di punta temporanea: 95°C</w:t>
            </w:r>
          </w:p>
          <w:p w14:paraId="64FEA282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Pressione massima di esercizio: 10 bar</w:t>
            </w:r>
          </w:p>
          <w:p w14:paraId="17AD4240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Coefficiente di dilatazione lineare: 0.15 mm/m°C</w:t>
            </w:r>
          </w:p>
          <w:p w14:paraId="6CD34FBD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Conducibilità termica a 20°C: 0,24 W/m°C</w:t>
            </w:r>
          </w:p>
          <w:p w14:paraId="67DF9119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592407EF" w14:textId="45741C20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77670C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 – Modello Sorpasso asimmetrico Gersan 20 mm </w:t>
            </w:r>
            <w:r w:rsidR="00B44BAB">
              <w:rPr>
                <w:rFonts w:ascii="Poppins" w:hAnsi="Poppins" w:cs="Poppins"/>
                <w:b/>
                <w:bCs/>
                <w:sz w:val="20"/>
              </w:rPr>
              <w:t xml:space="preserve">stretto o </w:t>
            </w: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 equivalente.</w:t>
            </w:r>
          </w:p>
        </w:tc>
      </w:tr>
      <w:tr w:rsidR="00021D1F" w14:paraId="481C5E88" w14:textId="77777777" w:rsidTr="00021D1F">
        <w:tc>
          <w:tcPr>
            <w:tcW w:w="1398" w:type="dxa"/>
          </w:tcPr>
          <w:p w14:paraId="52D90B97" w14:textId="0363758E" w:rsidR="00021D1F" w:rsidRPr="00CD3D9E" w:rsidRDefault="00021D1F" w:rsidP="00021D1F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28030012</w:t>
            </w:r>
          </w:p>
        </w:tc>
        <w:tc>
          <w:tcPr>
            <w:tcW w:w="2297" w:type="dxa"/>
          </w:tcPr>
          <w:p w14:paraId="19A17C84" w14:textId="77777777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 xml:space="preserve">Manicotto Gersan </w:t>
            </w:r>
          </w:p>
          <w:p w14:paraId="6B9E7D4A" w14:textId="633282B5" w:rsidR="00021D1F" w:rsidRPr="00CD3D9E" w:rsidRDefault="00021D1F" w:rsidP="00021D1F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20 mm</w:t>
            </w:r>
          </w:p>
        </w:tc>
        <w:tc>
          <w:tcPr>
            <w:tcW w:w="5803" w:type="dxa"/>
          </w:tcPr>
          <w:p w14:paraId="23CD40C8" w14:textId="0BDAD294" w:rsidR="00021D1F" w:rsidRPr="00CD3D9E" w:rsidRDefault="00B44BAB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Manicotto in polipropilene </w:t>
            </w:r>
            <w:r w:rsidR="00021D1F" w:rsidRPr="00CD3D9E">
              <w:rPr>
                <w:rFonts w:ascii="Poppins" w:hAnsi="Poppins" w:cs="Poppins"/>
                <w:sz w:val="20"/>
              </w:rPr>
              <w:t>PP-R 80, saldabile, ideale per la realizzazione di impianti di distribuzione dell’acqua sanitaria, sia calda che fredda.</w:t>
            </w:r>
          </w:p>
          <w:p w14:paraId="143B0922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Prodotto idoneo per l’adduzione idrica sanitaria, secondo D.M 174/2004.</w:t>
            </w:r>
          </w:p>
          <w:p w14:paraId="37DA13FA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443D2141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lastRenderedPageBreak/>
              <w:t>Dati tecnici</w:t>
            </w:r>
            <w:r w:rsidRPr="00CD3D9E">
              <w:rPr>
                <w:rFonts w:ascii="Poppins" w:hAnsi="Poppins" w:cs="Poppins"/>
                <w:sz w:val="20"/>
              </w:rPr>
              <w:t>:</w:t>
            </w:r>
          </w:p>
          <w:p w14:paraId="7831A6BB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 xml:space="preserve">Misura: 20 mm </w:t>
            </w:r>
          </w:p>
          <w:p w14:paraId="23D65842" w14:textId="612AB966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massima di esercizio: 60°C</w:t>
            </w:r>
          </w:p>
          <w:p w14:paraId="7104AD6C" w14:textId="7D2BF541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di punta temporanea: 95°C</w:t>
            </w:r>
          </w:p>
          <w:p w14:paraId="5B7DF315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Pressione massima di esercizio: 10 bar</w:t>
            </w:r>
          </w:p>
          <w:p w14:paraId="09E3475F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3A396D21" w14:textId="45166ACA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77670C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 – Modello Manicotto Gersan 20 mm o equivalente.</w:t>
            </w:r>
          </w:p>
        </w:tc>
      </w:tr>
      <w:tr w:rsidR="00021D1F" w14:paraId="67D585F1" w14:textId="77777777" w:rsidTr="00021D1F">
        <w:tc>
          <w:tcPr>
            <w:tcW w:w="1398" w:type="dxa"/>
          </w:tcPr>
          <w:p w14:paraId="1D28BED0" w14:textId="05806D69" w:rsidR="00021D1F" w:rsidRPr="00CD3D9E" w:rsidRDefault="00021D1F" w:rsidP="00021D1F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lastRenderedPageBreak/>
              <w:t>28030034</w:t>
            </w:r>
          </w:p>
        </w:tc>
        <w:tc>
          <w:tcPr>
            <w:tcW w:w="2297" w:type="dxa"/>
          </w:tcPr>
          <w:p w14:paraId="2AF1F61D" w14:textId="77777777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 xml:space="preserve">Manicotto Gersan </w:t>
            </w:r>
          </w:p>
          <w:p w14:paraId="3F2D05C8" w14:textId="1F7B8D61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25 mm</w:t>
            </w:r>
          </w:p>
        </w:tc>
        <w:tc>
          <w:tcPr>
            <w:tcW w:w="5803" w:type="dxa"/>
          </w:tcPr>
          <w:p w14:paraId="61EB89B8" w14:textId="37E1D789" w:rsidR="00021D1F" w:rsidRPr="00CD3D9E" w:rsidRDefault="00B44BAB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Manicotto in polipropilene </w:t>
            </w:r>
            <w:r w:rsidR="00021D1F" w:rsidRPr="00CD3D9E">
              <w:rPr>
                <w:rFonts w:ascii="Poppins" w:hAnsi="Poppins" w:cs="Poppins"/>
                <w:sz w:val="20"/>
              </w:rPr>
              <w:t>PP-R 80, saldabile, ideale per la realizzazione di impianti di distribuzione dell’acqua sanitaria, sia calda che fredda.</w:t>
            </w:r>
          </w:p>
          <w:p w14:paraId="240F3CA0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Prodotto idoneo per l’adduzione idrica sanitaria, secondo D.M 174/2004.</w:t>
            </w:r>
          </w:p>
          <w:p w14:paraId="7795855D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3E2A2650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>Dati tecnici</w:t>
            </w:r>
            <w:r w:rsidRPr="00CD3D9E">
              <w:rPr>
                <w:rFonts w:ascii="Poppins" w:hAnsi="Poppins" w:cs="Poppins"/>
                <w:sz w:val="20"/>
              </w:rPr>
              <w:t>:</w:t>
            </w:r>
          </w:p>
          <w:p w14:paraId="720CA9B2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 xml:space="preserve">Misura: 25 mm </w:t>
            </w:r>
          </w:p>
          <w:p w14:paraId="6AD6FB50" w14:textId="32E5B29C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massima di esercizio: 60°C</w:t>
            </w:r>
          </w:p>
          <w:p w14:paraId="54740A65" w14:textId="0787308D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di punta temporanea: 95°C</w:t>
            </w:r>
          </w:p>
          <w:p w14:paraId="02BFB8E9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Pressione massima di esercizio: 10 bar</w:t>
            </w:r>
          </w:p>
          <w:p w14:paraId="10256B8F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3D43A9CA" w14:textId="4342E1B6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77670C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 – Modello Manicotto Gersan 25 mm o equivalente.</w:t>
            </w:r>
          </w:p>
        </w:tc>
      </w:tr>
      <w:tr w:rsidR="00021D1F" w14:paraId="350F640C" w14:textId="77777777" w:rsidTr="00021D1F">
        <w:tc>
          <w:tcPr>
            <w:tcW w:w="1398" w:type="dxa"/>
          </w:tcPr>
          <w:p w14:paraId="0F0C6839" w14:textId="2A7E018B" w:rsidR="00021D1F" w:rsidRPr="00CD3D9E" w:rsidRDefault="00021D1F" w:rsidP="00021D1F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28030100</w:t>
            </w:r>
          </w:p>
        </w:tc>
        <w:tc>
          <w:tcPr>
            <w:tcW w:w="2297" w:type="dxa"/>
          </w:tcPr>
          <w:p w14:paraId="3F0DFB87" w14:textId="77777777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 xml:space="preserve">Manicotto Gersan </w:t>
            </w:r>
          </w:p>
          <w:p w14:paraId="6A0711A5" w14:textId="16772F34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32 mm</w:t>
            </w:r>
          </w:p>
        </w:tc>
        <w:tc>
          <w:tcPr>
            <w:tcW w:w="5803" w:type="dxa"/>
          </w:tcPr>
          <w:p w14:paraId="755AAA77" w14:textId="6FD11D2D" w:rsidR="00021D1F" w:rsidRPr="00CD3D9E" w:rsidRDefault="00B44BAB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Manicotto in polipropilene </w:t>
            </w:r>
            <w:r w:rsidR="00021D1F" w:rsidRPr="00CD3D9E">
              <w:rPr>
                <w:rFonts w:ascii="Poppins" w:hAnsi="Poppins" w:cs="Poppins"/>
                <w:sz w:val="20"/>
              </w:rPr>
              <w:t>PP-R 80, saldabile, ideale per la realizzazione di impianti di distribuzione dell’acqua sanitaria, sia calda che fredda.</w:t>
            </w:r>
          </w:p>
          <w:p w14:paraId="324A897F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Prodotto idoneo per l’adduzione idrica sanitaria, secondo D.M 174/2004.</w:t>
            </w:r>
          </w:p>
          <w:p w14:paraId="7089A71F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6BDD563B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>Dati tecnici</w:t>
            </w:r>
            <w:r w:rsidRPr="00CD3D9E">
              <w:rPr>
                <w:rFonts w:ascii="Poppins" w:hAnsi="Poppins" w:cs="Poppins"/>
                <w:sz w:val="20"/>
              </w:rPr>
              <w:t>:</w:t>
            </w:r>
          </w:p>
          <w:p w14:paraId="25420CF2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 xml:space="preserve">Misura: 32 mm </w:t>
            </w:r>
          </w:p>
          <w:p w14:paraId="71F76EF6" w14:textId="73C3E6F5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massima di esercizio: 60°C</w:t>
            </w:r>
          </w:p>
          <w:p w14:paraId="3C68C569" w14:textId="07E1C619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di punta temporanea: 9</w:t>
            </w:r>
            <w:r w:rsidR="00B50B14">
              <w:rPr>
                <w:rFonts w:ascii="Poppins" w:hAnsi="Poppins" w:cs="Poppins"/>
                <w:sz w:val="20"/>
              </w:rPr>
              <w:t>5</w:t>
            </w:r>
            <w:r w:rsidRPr="00CD3D9E">
              <w:rPr>
                <w:rFonts w:ascii="Poppins" w:hAnsi="Poppins" w:cs="Poppins"/>
                <w:sz w:val="20"/>
              </w:rPr>
              <w:t>°C</w:t>
            </w:r>
          </w:p>
          <w:p w14:paraId="1A6A124E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Pressione massima di esercizio: 10 bar</w:t>
            </w:r>
          </w:p>
          <w:p w14:paraId="724D06E9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2C3CD6F6" w14:textId="7DE43ED1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77670C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 – Modello Manicotto Gersan 32 mm o equivalente.</w:t>
            </w:r>
          </w:p>
        </w:tc>
      </w:tr>
      <w:tr w:rsidR="00021D1F" w14:paraId="73094AA9" w14:textId="77777777" w:rsidTr="00021D1F">
        <w:tc>
          <w:tcPr>
            <w:tcW w:w="1398" w:type="dxa"/>
          </w:tcPr>
          <w:p w14:paraId="61B6BC6D" w14:textId="4682336D" w:rsidR="00021D1F" w:rsidRPr="00CD3D9E" w:rsidRDefault="00021D1F" w:rsidP="00021D1F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28030114</w:t>
            </w:r>
          </w:p>
        </w:tc>
        <w:tc>
          <w:tcPr>
            <w:tcW w:w="2297" w:type="dxa"/>
          </w:tcPr>
          <w:p w14:paraId="0BFBA428" w14:textId="77777777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 xml:space="preserve">Manicotto Gersan </w:t>
            </w:r>
          </w:p>
          <w:p w14:paraId="3A678CAC" w14:textId="4FD557EA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40 mm</w:t>
            </w:r>
          </w:p>
        </w:tc>
        <w:tc>
          <w:tcPr>
            <w:tcW w:w="5803" w:type="dxa"/>
          </w:tcPr>
          <w:p w14:paraId="469A8D7D" w14:textId="303D3C6B" w:rsidR="00021D1F" w:rsidRPr="00CD3D9E" w:rsidRDefault="00B44BAB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Manicotto in polipropilene </w:t>
            </w:r>
            <w:r w:rsidR="00021D1F" w:rsidRPr="00CD3D9E">
              <w:rPr>
                <w:rFonts w:ascii="Poppins" w:hAnsi="Poppins" w:cs="Poppins"/>
                <w:sz w:val="20"/>
              </w:rPr>
              <w:t>PP-R 80, saldabile, ideale per la realizzazione di impianti di distribuzione dell’acqua sanitaria, sia calda che fredda.</w:t>
            </w:r>
          </w:p>
          <w:p w14:paraId="3232DA50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Prodotto idoneo per l’adduzione idrica sanitaria, secondo D.M 174/2004.</w:t>
            </w:r>
          </w:p>
          <w:p w14:paraId="63EE0A19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3E065585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>Dati tecnici</w:t>
            </w:r>
            <w:r w:rsidRPr="00CD3D9E">
              <w:rPr>
                <w:rFonts w:ascii="Poppins" w:hAnsi="Poppins" w:cs="Poppins"/>
                <w:sz w:val="20"/>
              </w:rPr>
              <w:t>:</w:t>
            </w:r>
          </w:p>
          <w:p w14:paraId="140BB380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 xml:space="preserve">Misura: 40 mm </w:t>
            </w:r>
          </w:p>
          <w:p w14:paraId="1FF1E35C" w14:textId="3491669D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massima di esercizio: 60°C</w:t>
            </w:r>
          </w:p>
          <w:p w14:paraId="1DABFA32" w14:textId="4DF9352B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di punta temporanea: 95°C</w:t>
            </w:r>
          </w:p>
          <w:p w14:paraId="69AA055C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Pressione massima di esercizio: 10 bar</w:t>
            </w:r>
          </w:p>
          <w:p w14:paraId="3A9C9947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318C6B9E" w14:textId="2960C69A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77670C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 – Modello Manicotto Gersan 40 mm o equivalente.</w:t>
            </w:r>
          </w:p>
        </w:tc>
      </w:tr>
      <w:tr w:rsidR="00021D1F" w14:paraId="5816DAB0" w14:textId="77777777" w:rsidTr="00021D1F">
        <w:tc>
          <w:tcPr>
            <w:tcW w:w="1398" w:type="dxa"/>
          </w:tcPr>
          <w:p w14:paraId="4373E6D0" w14:textId="7FD0743D" w:rsidR="00021D1F" w:rsidRPr="00CD3D9E" w:rsidRDefault="00021D1F" w:rsidP="00021D1F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lastRenderedPageBreak/>
              <w:t>28030112</w:t>
            </w:r>
          </w:p>
        </w:tc>
        <w:tc>
          <w:tcPr>
            <w:tcW w:w="2297" w:type="dxa"/>
          </w:tcPr>
          <w:p w14:paraId="7B085459" w14:textId="77777777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 xml:space="preserve">Manicotto Gersan </w:t>
            </w:r>
          </w:p>
          <w:p w14:paraId="506A9F17" w14:textId="0998D4D8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50 mm</w:t>
            </w:r>
          </w:p>
        </w:tc>
        <w:tc>
          <w:tcPr>
            <w:tcW w:w="5803" w:type="dxa"/>
          </w:tcPr>
          <w:p w14:paraId="472A1558" w14:textId="16E2F5AE" w:rsidR="00021D1F" w:rsidRPr="00CD3D9E" w:rsidRDefault="00B44BAB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Manicotto in polipropilene </w:t>
            </w:r>
            <w:r w:rsidR="00021D1F" w:rsidRPr="00CD3D9E">
              <w:rPr>
                <w:rFonts w:ascii="Poppins" w:hAnsi="Poppins" w:cs="Poppins"/>
                <w:sz w:val="20"/>
              </w:rPr>
              <w:t>PP-R 80, saldabile, ideale per la realizzazione di impianti di distribuzione dell’acqua sanitaria, sia calda che fredda.</w:t>
            </w:r>
          </w:p>
          <w:p w14:paraId="3481B79F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Prodotto idoneo per l’adduzione idrica sanitaria, secondo D.M 174/2004.</w:t>
            </w:r>
          </w:p>
          <w:p w14:paraId="6F6E22C1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6F3837B4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>Dati tecnici</w:t>
            </w:r>
            <w:r w:rsidRPr="00CD3D9E">
              <w:rPr>
                <w:rFonts w:ascii="Poppins" w:hAnsi="Poppins" w:cs="Poppins"/>
                <w:sz w:val="20"/>
              </w:rPr>
              <w:t>:</w:t>
            </w:r>
          </w:p>
          <w:p w14:paraId="5ABDDC51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 xml:space="preserve">Misura: 50 mm </w:t>
            </w:r>
          </w:p>
          <w:p w14:paraId="40B9E6DE" w14:textId="1DD90033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massima di esercizio: 60°C</w:t>
            </w:r>
          </w:p>
          <w:p w14:paraId="36DAAB84" w14:textId="601ADE04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di punta temporanea: 95°C</w:t>
            </w:r>
          </w:p>
          <w:p w14:paraId="7DF2AAC3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Pressione massima di esercizio: 10 bar</w:t>
            </w:r>
          </w:p>
          <w:p w14:paraId="618DE370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256613EB" w14:textId="70EC551A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77670C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 – Modello Manicotto Gersan 50 mm o equivalente.</w:t>
            </w:r>
          </w:p>
        </w:tc>
      </w:tr>
      <w:tr w:rsidR="00021D1F" w14:paraId="35AB2C07" w14:textId="77777777" w:rsidTr="00021D1F">
        <w:tc>
          <w:tcPr>
            <w:tcW w:w="1398" w:type="dxa"/>
          </w:tcPr>
          <w:p w14:paraId="48CF1EA9" w14:textId="02C4D74C" w:rsidR="00021D1F" w:rsidRPr="00CD3D9E" w:rsidRDefault="00021D1F" w:rsidP="00021D1F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28030200</w:t>
            </w:r>
          </w:p>
        </w:tc>
        <w:tc>
          <w:tcPr>
            <w:tcW w:w="2297" w:type="dxa"/>
          </w:tcPr>
          <w:p w14:paraId="54842E6A" w14:textId="77777777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 xml:space="preserve">Manicotto Gersan </w:t>
            </w:r>
          </w:p>
          <w:p w14:paraId="4CD80BAA" w14:textId="6DF56E00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63 mm</w:t>
            </w:r>
          </w:p>
        </w:tc>
        <w:tc>
          <w:tcPr>
            <w:tcW w:w="5803" w:type="dxa"/>
          </w:tcPr>
          <w:p w14:paraId="7B89F081" w14:textId="0ED0B8CA" w:rsidR="00021D1F" w:rsidRPr="00CD3D9E" w:rsidRDefault="00B44BAB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Manicotto in polipropilene </w:t>
            </w:r>
            <w:r w:rsidR="00021D1F" w:rsidRPr="00CD3D9E">
              <w:rPr>
                <w:rFonts w:ascii="Poppins" w:hAnsi="Poppins" w:cs="Poppins"/>
                <w:sz w:val="20"/>
              </w:rPr>
              <w:t>PP-R 80, saldabile, ideale per la realizzazione di impianti di distribuzione dell’acqua sanitaria, sia calda che fredda.</w:t>
            </w:r>
          </w:p>
          <w:p w14:paraId="75DC8477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Prodotto idoneo per l’adduzione idrica sanitaria, secondo D.M 174/2004.</w:t>
            </w:r>
          </w:p>
          <w:p w14:paraId="27D2AFF5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58B5250A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>Dati tecnici</w:t>
            </w:r>
            <w:r w:rsidRPr="00CD3D9E">
              <w:rPr>
                <w:rFonts w:ascii="Poppins" w:hAnsi="Poppins" w:cs="Poppins"/>
                <w:sz w:val="20"/>
              </w:rPr>
              <w:t>:</w:t>
            </w:r>
          </w:p>
          <w:p w14:paraId="385AE512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 xml:space="preserve">Misura: 63 mm </w:t>
            </w:r>
          </w:p>
          <w:p w14:paraId="1212C7B9" w14:textId="2BDDBBD6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massima di esercizio: 60°C</w:t>
            </w:r>
          </w:p>
          <w:p w14:paraId="7584B20F" w14:textId="1B14102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di punta temporanea: 95°C</w:t>
            </w:r>
          </w:p>
          <w:p w14:paraId="7EAFEFF1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Pressione massima di esercizio: 10 bar</w:t>
            </w:r>
          </w:p>
          <w:p w14:paraId="3E94F28D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17446389" w14:textId="7DDF3652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77670C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 – Modello Manicotto Gersan 63 mm o equivalente.</w:t>
            </w:r>
          </w:p>
        </w:tc>
      </w:tr>
      <w:tr w:rsidR="00021D1F" w14:paraId="2B83C3B0" w14:textId="77777777" w:rsidTr="00021D1F">
        <w:tc>
          <w:tcPr>
            <w:tcW w:w="1398" w:type="dxa"/>
          </w:tcPr>
          <w:p w14:paraId="7EFE8495" w14:textId="78F70C6D" w:rsidR="00021D1F" w:rsidRPr="00CD3D9E" w:rsidRDefault="00021D1F" w:rsidP="00021D1F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28034012</w:t>
            </w:r>
          </w:p>
        </w:tc>
        <w:tc>
          <w:tcPr>
            <w:tcW w:w="2297" w:type="dxa"/>
          </w:tcPr>
          <w:p w14:paraId="38A4BB77" w14:textId="77777777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Gomito 90° M-F Gersan</w:t>
            </w:r>
          </w:p>
          <w:p w14:paraId="0531421E" w14:textId="22B8A677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20 mm</w:t>
            </w:r>
          </w:p>
        </w:tc>
        <w:tc>
          <w:tcPr>
            <w:tcW w:w="5803" w:type="dxa"/>
          </w:tcPr>
          <w:p w14:paraId="20D6DBBB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 xml:space="preserve">Gomito 90° M-F </w:t>
            </w:r>
            <w:r w:rsidRPr="00CD3D9E">
              <w:rPr>
                <w:rFonts w:ascii="Poppins" w:hAnsi="Poppins" w:cs="Poppins"/>
                <w:sz w:val="20"/>
              </w:rPr>
              <w:t>in polipropilene PP-R 80, saldabile, ideale per la realizzazione di impianti di distribuzione dell’acqua sanitaria, sia calda che fredda.</w:t>
            </w:r>
          </w:p>
          <w:p w14:paraId="6DB846C2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lastRenderedPageBreak/>
              <w:t>Prodotto idoneo per l’adduzione idrica sanitaria, secondo D.M 174/2004.</w:t>
            </w:r>
          </w:p>
          <w:p w14:paraId="517F78A9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2244D2B9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>Dati tecnici</w:t>
            </w:r>
            <w:r w:rsidRPr="00CD3D9E">
              <w:rPr>
                <w:rFonts w:ascii="Poppins" w:hAnsi="Poppins" w:cs="Poppins"/>
                <w:sz w:val="20"/>
              </w:rPr>
              <w:t>:</w:t>
            </w:r>
          </w:p>
          <w:p w14:paraId="4554C931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 xml:space="preserve">Misura: 20 mm </w:t>
            </w:r>
          </w:p>
          <w:p w14:paraId="35DA2996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massima di esercizio: 60°C</w:t>
            </w:r>
          </w:p>
          <w:p w14:paraId="0D7A2A0D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di punta temporanea: 95°C</w:t>
            </w:r>
          </w:p>
          <w:p w14:paraId="22ABDDEF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Pressione massima di esercizio: 10 bar</w:t>
            </w:r>
          </w:p>
          <w:p w14:paraId="4A8DA8C9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4DC22149" w14:textId="1A91CCE4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77670C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 – Modello Gomito 90° M-F Gersan 20 mm o equivalente.</w:t>
            </w:r>
          </w:p>
        </w:tc>
      </w:tr>
      <w:tr w:rsidR="00021D1F" w14:paraId="7F3BD094" w14:textId="77777777" w:rsidTr="00021D1F">
        <w:tc>
          <w:tcPr>
            <w:tcW w:w="1398" w:type="dxa"/>
          </w:tcPr>
          <w:p w14:paraId="0A30FC89" w14:textId="34BDB02F" w:rsidR="00021D1F" w:rsidRPr="00CD3D9E" w:rsidRDefault="00021D1F" w:rsidP="00021D1F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lastRenderedPageBreak/>
              <w:t>28034034</w:t>
            </w:r>
          </w:p>
        </w:tc>
        <w:tc>
          <w:tcPr>
            <w:tcW w:w="2297" w:type="dxa"/>
          </w:tcPr>
          <w:p w14:paraId="6C1CBCA2" w14:textId="77777777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Gomito 90° M-F Gersan</w:t>
            </w:r>
          </w:p>
          <w:p w14:paraId="1454D629" w14:textId="257D9095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25 mm</w:t>
            </w:r>
          </w:p>
        </w:tc>
        <w:tc>
          <w:tcPr>
            <w:tcW w:w="5803" w:type="dxa"/>
          </w:tcPr>
          <w:p w14:paraId="5D20762D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 xml:space="preserve">Gomito 90° M-F </w:t>
            </w:r>
            <w:r w:rsidRPr="00CD3D9E">
              <w:rPr>
                <w:rFonts w:ascii="Poppins" w:hAnsi="Poppins" w:cs="Poppins"/>
                <w:sz w:val="20"/>
              </w:rPr>
              <w:t>in polipropilene PP-R 80, saldabile, ideale per la realizzazione di impianti di distribuzione dell’acqua sanitaria, sia calda che fredda.</w:t>
            </w:r>
          </w:p>
          <w:p w14:paraId="41627237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Prodotto idoneo per l’adduzione idrica sanitaria, secondo D.M 174/2004.</w:t>
            </w:r>
          </w:p>
          <w:p w14:paraId="78C487F6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26A0DC5C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>Dati tecnici</w:t>
            </w:r>
            <w:r w:rsidRPr="00CD3D9E">
              <w:rPr>
                <w:rFonts w:ascii="Poppins" w:hAnsi="Poppins" w:cs="Poppins"/>
                <w:sz w:val="20"/>
              </w:rPr>
              <w:t>:</w:t>
            </w:r>
          </w:p>
          <w:p w14:paraId="04326FCC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 xml:space="preserve">Misura: 25 mm </w:t>
            </w:r>
          </w:p>
          <w:p w14:paraId="00452FA5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massima di esercizio: 60°C</w:t>
            </w:r>
          </w:p>
          <w:p w14:paraId="79417985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di punta temporanea: 95°C</w:t>
            </w:r>
          </w:p>
          <w:p w14:paraId="5FDFE671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Pressione massima di esercizio: 10 bar</w:t>
            </w:r>
          </w:p>
          <w:p w14:paraId="573DE26B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15A893D3" w14:textId="272AB15A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77670C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 – Modello Gomito 90° M-F Gersan 25 mm o equivalente.</w:t>
            </w:r>
          </w:p>
        </w:tc>
      </w:tr>
      <w:tr w:rsidR="00021D1F" w14:paraId="63C1FFD5" w14:textId="77777777" w:rsidTr="00021D1F">
        <w:tc>
          <w:tcPr>
            <w:tcW w:w="1398" w:type="dxa"/>
          </w:tcPr>
          <w:p w14:paraId="5EAA029C" w14:textId="24806C0B" w:rsidR="00021D1F" w:rsidRPr="00CD3D9E" w:rsidRDefault="00021D1F" w:rsidP="00021D1F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28034100</w:t>
            </w:r>
          </w:p>
        </w:tc>
        <w:tc>
          <w:tcPr>
            <w:tcW w:w="2297" w:type="dxa"/>
          </w:tcPr>
          <w:p w14:paraId="6DBD976B" w14:textId="77777777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Gomito 90° M-F Gersan</w:t>
            </w:r>
          </w:p>
          <w:p w14:paraId="3B3306F2" w14:textId="1D66D145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32 mm</w:t>
            </w:r>
          </w:p>
        </w:tc>
        <w:tc>
          <w:tcPr>
            <w:tcW w:w="5803" w:type="dxa"/>
          </w:tcPr>
          <w:p w14:paraId="0C76FF0A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 xml:space="preserve">Gomito 90° M-F </w:t>
            </w:r>
            <w:r w:rsidRPr="00CD3D9E">
              <w:rPr>
                <w:rFonts w:ascii="Poppins" w:hAnsi="Poppins" w:cs="Poppins"/>
                <w:sz w:val="20"/>
              </w:rPr>
              <w:t>in polipropilene PP-R 80, saldabile, ideale per la realizzazione di impianti di distribuzione dell’acqua sanitaria, sia calda che fredda.</w:t>
            </w:r>
          </w:p>
          <w:p w14:paraId="4C22D43C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Prodotto idoneo per l’adduzione idrica sanitaria, secondo D.M 174/2004.</w:t>
            </w:r>
          </w:p>
          <w:p w14:paraId="6F34E513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5B44FD97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>Dati tecnici</w:t>
            </w:r>
            <w:r w:rsidRPr="00CD3D9E">
              <w:rPr>
                <w:rFonts w:ascii="Poppins" w:hAnsi="Poppins" w:cs="Poppins"/>
                <w:sz w:val="20"/>
              </w:rPr>
              <w:t>:</w:t>
            </w:r>
          </w:p>
          <w:p w14:paraId="00C17515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 xml:space="preserve">Misura: 32 mm </w:t>
            </w:r>
          </w:p>
          <w:p w14:paraId="1C807F9F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massima di esercizio: 60°C</w:t>
            </w:r>
          </w:p>
          <w:p w14:paraId="08ACB81A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di punta temporanea: 95°C</w:t>
            </w:r>
          </w:p>
          <w:p w14:paraId="651F7FE8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Pressione massima di esercizio: 10 bar</w:t>
            </w:r>
          </w:p>
          <w:p w14:paraId="100FBAD0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2F9E3773" w14:textId="2C0E05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77670C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 – Modello Gomito 90° M-F Gersan 32 mm o equivalente.</w:t>
            </w:r>
          </w:p>
        </w:tc>
      </w:tr>
      <w:tr w:rsidR="00021D1F" w14:paraId="4CA93BAE" w14:textId="77777777" w:rsidTr="00021D1F">
        <w:tc>
          <w:tcPr>
            <w:tcW w:w="1398" w:type="dxa"/>
          </w:tcPr>
          <w:p w14:paraId="06DD114A" w14:textId="1363651F" w:rsidR="00021D1F" w:rsidRPr="00CD3D9E" w:rsidRDefault="00021D1F" w:rsidP="00021D1F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lastRenderedPageBreak/>
              <w:t>28032012</w:t>
            </w:r>
          </w:p>
        </w:tc>
        <w:tc>
          <w:tcPr>
            <w:tcW w:w="2297" w:type="dxa"/>
          </w:tcPr>
          <w:p w14:paraId="672B00BE" w14:textId="77777777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Gomito 90° F-F Gersan</w:t>
            </w:r>
          </w:p>
          <w:p w14:paraId="69ED0AD6" w14:textId="77C878D9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20 mm</w:t>
            </w:r>
          </w:p>
        </w:tc>
        <w:tc>
          <w:tcPr>
            <w:tcW w:w="5803" w:type="dxa"/>
          </w:tcPr>
          <w:p w14:paraId="60D11863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 xml:space="preserve">Gomito 90° F-F </w:t>
            </w:r>
            <w:r w:rsidRPr="00CD3D9E">
              <w:rPr>
                <w:rFonts w:ascii="Poppins" w:hAnsi="Poppins" w:cs="Poppins"/>
                <w:sz w:val="20"/>
              </w:rPr>
              <w:t>in polipropilene PP-R 80, saldabile, ideale per la realizzazione di impianti di distribuzione dell’acqua sanitaria, sia calda che fredda.</w:t>
            </w:r>
          </w:p>
          <w:p w14:paraId="50A17C09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Prodotto idoneo per l’adduzione idrica sanitaria, secondo D.M 174/2004.</w:t>
            </w:r>
          </w:p>
          <w:p w14:paraId="5E203897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1527D219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>Dati tecnici</w:t>
            </w:r>
            <w:r w:rsidRPr="00CD3D9E">
              <w:rPr>
                <w:rFonts w:ascii="Poppins" w:hAnsi="Poppins" w:cs="Poppins"/>
                <w:sz w:val="20"/>
              </w:rPr>
              <w:t>:</w:t>
            </w:r>
          </w:p>
          <w:p w14:paraId="33B3C95F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 xml:space="preserve">Misura: 20 mm </w:t>
            </w:r>
          </w:p>
          <w:p w14:paraId="5E0A291C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massima di esercizio: 60°C</w:t>
            </w:r>
          </w:p>
          <w:p w14:paraId="46D7EDB7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di punta temporanea: 95°C</w:t>
            </w:r>
          </w:p>
          <w:p w14:paraId="64C75773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Pressione massima di esercizio: 10 bar</w:t>
            </w:r>
          </w:p>
          <w:p w14:paraId="55BEA48B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45C5B478" w14:textId="2F100225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77670C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 – Modello Gomito 90° F-F Gersan 20 mm o equivalente.</w:t>
            </w:r>
          </w:p>
        </w:tc>
      </w:tr>
      <w:tr w:rsidR="00021D1F" w14:paraId="20478E9D" w14:textId="77777777" w:rsidTr="00021D1F">
        <w:tc>
          <w:tcPr>
            <w:tcW w:w="1398" w:type="dxa"/>
          </w:tcPr>
          <w:p w14:paraId="750CE3CB" w14:textId="7436E5F0" w:rsidR="00021D1F" w:rsidRPr="00CD3D9E" w:rsidRDefault="00021D1F" w:rsidP="00021D1F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28032034</w:t>
            </w:r>
          </w:p>
        </w:tc>
        <w:tc>
          <w:tcPr>
            <w:tcW w:w="2297" w:type="dxa"/>
          </w:tcPr>
          <w:p w14:paraId="79201E45" w14:textId="77777777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Gomito 90° F-F Gersan</w:t>
            </w:r>
          </w:p>
          <w:p w14:paraId="0A8BD28B" w14:textId="60364775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25 mm</w:t>
            </w:r>
          </w:p>
        </w:tc>
        <w:tc>
          <w:tcPr>
            <w:tcW w:w="5803" w:type="dxa"/>
          </w:tcPr>
          <w:p w14:paraId="1D60403A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 xml:space="preserve">Gomito 90° F-F </w:t>
            </w:r>
            <w:r w:rsidRPr="00CD3D9E">
              <w:rPr>
                <w:rFonts w:ascii="Poppins" w:hAnsi="Poppins" w:cs="Poppins"/>
                <w:sz w:val="20"/>
              </w:rPr>
              <w:t>in polipropilene PP-R 80, saldabile, ideale per la realizzazione di impianti di distribuzione dell’acqua sanitaria, sia calda che fredda.</w:t>
            </w:r>
          </w:p>
          <w:p w14:paraId="108CBA0E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Prodotto idoneo per l’adduzione idrica sanitaria, secondo D.M 174/2004.</w:t>
            </w:r>
          </w:p>
          <w:p w14:paraId="01CA5B6B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4B21D16A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>Dati tecnici</w:t>
            </w:r>
            <w:r w:rsidRPr="00CD3D9E">
              <w:rPr>
                <w:rFonts w:ascii="Poppins" w:hAnsi="Poppins" w:cs="Poppins"/>
                <w:sz w:val="20"/>
              </w:rPr>
              <w:t>:</w:t>
            </w:r>
          </w:p>
          <w:p w14:paraId="6B6BBC87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 xml:space="preserve">Misura: 25 mm </w:t>
            </w:r>
          </w:p>
          <w:p w14:paraId="247B16B6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massima di esercizio: 60°C</w:t>
            </w:r>
          </w:p>
          <w:p w14:paraId="21230515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di punta temporanea: 95°C</w:t>
            </w:r>
          </w:p>
          <w:p w14:paraId="5786BC9C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Pressione massima di esercizio: 10 bar</w:t>
            </w:r>
          </w:p>
          <w:p w14:paraId="579E55F6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3118D246" w14:textId="6A9CCF32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77670C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 – Modello Gomito 90° F-F Gersan 25 mm o equivalente.</w:t>
            </w:r>
          </w:p>
        </w:tc>
      </w:tr>
      <w:tr w:rsidR="00021D1F" w14:paraId="16588336" w14:textId="77777777" w:rsidTr="00021D1F">
        <w:tc>
          <w:tcPr>
            <w:tcW w:w="1398" w:type="dxa"/>
          </w:tcPr>
          <w:p w14:paraId="755CE174" w14:textId="5CAE6025" w:rsidR="00021D1F" w:rsidRPr="00CD3D9E" w:rsidRDefault="00021D1F" w:rsidP="00021D1F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28032100</w:t>
            </w:r>
          </w:p>
        </w:tc>
        <w:tc>
          <w:tcPr>
            <w:tcW w:w="2297" w:type="dxa"/>
          </w:tcPr>
          <w:p w14:paraId="28AB47C1" w14:textId="77777777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Gomito 90° F-F Gersan</w:t>
            </w:r>
          </w:p>
          <w:p w14:paraId="074212C2" w14:textId="4DEC888F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32 mm</w:t>
            </w:r>
          </w:p>
        </w:tc>
        <w:tc>
          <w:tcPr>
            <w:tcW w:w="5803" w:type="dxa"/>
          </w:tcPr>
          <w:p w14:paraId="063FC0CD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 xml:space="preserve">Gomito 90° F-F </w:t>
            </w:r>
            <w:r w:rsidRPr="00CD3D9E">
              <w:rPr>
                <w:rFonts w:ascii="Poppins" w:hAnsi="Poppins" w:cs="Poppins"/>
                <w:sz w:val="20"/>
              </w:rPr>
              <w:t>in polipropilene PP-R 80, saldabile, ideale per la realizzazione di impianti di distribuzione dell’acqua sanitaria, sia calda che fredda.</w:t>
            </w:r>
          </w:p>
          <w:p w14:paraId="56D42CB2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Prodotto idoneo per l’adduzione idrica sanitaria, secondo D.M 174/2004.</w:t>
            </w:r>
          </w:p>
          <w:p w14:paraId="24C399A8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7EEA9892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>Dati tecnici</w:t>
            </w:r>
            <w:r w:rsidRPr="00CD3D9E">
              <w:rPr>
                <w:rFonts w:ascii="Poppins" w:hAnsi="Poppins" w:cs="Poppins"/>
                <w:sz w:val="20"/>
              </w:rPr>
              <w:t>:</w:t>
            </w:r>
          </w:p>
          <w:p w14:paraId="08EC1161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 xml:space="preserve">Misura: 32 mm </w:t>
            </w:r>
          </w:p>
          <w:p w14:paraId="6AB4D466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massima di esercizio: 60°C</w:t>
            </w:r>
          </w:p>
          <w:p w14:paraId="3645314F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di punta temporanea: 95°C</w:t>
            </w:r>
          </w:p>
          <w:p w14:paraId="17817EE4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Pressione massima di esercizio: 10 bar</w:t>
            </w:r>
          </w:p>
          <w:p w14:paraId="4C9D270D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0CD65A72" w14:textId="6263EC2C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lastRenderedPageBreak/>
              <w:t xml:space="preserve">Marca </w:t>
            </w:r>
            <w:r w:rsidR="0077670C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 – Modello Gomito 90° F-F Gersan 32 mm o equivalente.</w:t>
            </w:r>
          </w:p>
        </w:tc>
      </w:tr>
      <w:tr w:rsidR="00021D1F" w14:paraId="4E0F67E9" w14:textId="77777777" w:rsidTr="00021D1F">
        <w:tc>
          <w:tcPr>
            <w:tcW w:w="1398" w:type="dxa"/>
          </w:tcPr>
          <w:p w14:paraId="4E86A888" w14:textId="4012388D" w:rsidR="00021D1F" w:rsidRPr="00CD3D9E" w:rsidRDefault="00021D1F" w:rsidP="00021D1F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lastRenderedPageBreak/>
              <w:t>28032114</w:t>
            </w:r>
          </w:p>
        </w:tc>
        <w:tc>
          <w:tcPr>
            <w:tcW w:w="2297" w:type="dxa"/>
          </w:tcPr>
          <w:p w14:paraId="16104A13" w14:textId="77777777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Gomito 90° F-F Gersan</w:t>
            </w:r>
          </w:p>
          <w:p w14:paraId="1EFC56BB" w14:textId="09F66E02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40 mm</w:t>
            </w:r>
          </w:p>
        </w:tc>
        <w:tc>
          <w:tcPr>
            <w:tcW w:w="5803" w:type="dxa"/>
          </w:tcPr>
          <w:p w14:paraId="4DE6F18E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 xml:space="preserve">Gomito 90° F-F </w:t>
            </w:r>
            <w:r w:rsidRPr="00CD3D9E">
              <w:rPr>
                <w:rFonts w:ascii="Poppins" w:hAnsi="Poppins" w:cs="Poppins"/>
                <w:sz w:val="20"/>
              </w:rPr>
              <w:t>in polipropilene PP-R 80, saldabile, ideale per la realizzazione di impianti di distribuzione dell’acqua sanitaria, sia calda che fredda.</w:t>
            </w:r>
          </w:p>
          <w:p w14:paraId="2FCDC295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Prodotto idoneo per l’adduzione idrica sanitaria, secondo D.M 174/2004.</w:t>
            </w:r>
          </w:p>
          <w:p w14:paraId="03AE9A7C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5C693E0B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>Dati tecnici</w:t>
            </w:r>
            <w:r w:rsidRPr="00CD3D9E">
              <w:rPr>
                <w:rFonts w:ascii="Poppins" w:hAnsi="Poppins" w:cs="Poppins"/>
                <w:sz w:val="20"/>
              </w:rPr>
              <w:t>:</w:t>
            </w:r>
          </w:p>
          <w:p w14:paraId="4C7E1246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 xml:space="preserve">Misura: 40 mm </w:t>
            </w:r>
          </w:p>
          <w:p w14:paraId="1952D83A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massima di esercizio: 60°C</w:t>
            </w:r>
          </w:p>
          <w:p w14:paraId="1A3DF92C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di punta temporanea: 95°C</w:t>
            </w:r>
          </w:p>
          <w:p w14:paraId="568CC721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Pressione massima di esercizio: 10 bar</w:t>
            </w:r>
          </w:p>
          <w:p w14:paraId="499BD3D0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5197F7EF" w14:textId="6D7F0BA6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77670C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 – Modello Gomito 90° F-F Gersan 40 mm o equivalente.</w:t>
            </w:r>
          </w:p>
        </w:tc>
      </w:tr>
      <w:tr w:rsidR="00021D1F" w14:paraId="052FA6FE" w14:textId="77777777" w:rsidTr="00021D1F">
        <w:tc>
          <w:tcPr>
            <w:tcW w:w="1398" w:type="dxa"/>
          </w:tcPr>
          <w:p w14:paraId="6169C4CA" w14:textId="102623BC" w:rsidR="00021D1F" w:rsidRPr="00CD3D9E" w:rsidRDefault="00021D1F" w:rsidP="00021D1F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28032112</w:t>
            </w:r>
          </w:p>
        </w:tc>
        <w:tc>
          <w:tcPr>
            <w:tcW w:w="2297" w:type="dxa"/>
          </w:tcPr>
          <w:p w14:paraId="2235A563" w14:textId="77777777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Gomito 90° F-F Gersan</w:t>
            </w:r>
          </w:p>
          <w:p w14:paraId="31AF5924" w14:textId="7F168261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50 mm</w:t>
            </w:r>
          </w:p>
        </w:tc>
        <w:tc>
          <w:tcPr>
            <w:tcW w:w="5803" w:type="dxa"/>
          </w:tcPr>
          <w:p w14:paraId="1D94C504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 xml:space="preserve">Gomito 90° F-F </w:t>
            </w:r>
            <w:r w:rsidRPr="00CD3D9E">
              <w:rPr>
                <w:rFonts w:ascii="Poppins" w:hAnsi="Poppins" w:cs="Poppins"/>
                <w:sz w:val="20"/>
              </w:rPr>
              <w:t>in polipropilene PP-R 80, saldabile, ideale per la realizzazione di impianti di distribuzione dell’acqua sanitaria, sia calda che fredda.</w:t>
            </w:r>
          </w:p>
          <w:p w14:paraId="6F56F501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Prodotto idoneo per l’adduzione idrica sanitaria, secondo D.M 174/2004.</w:t>
            </w:r>
          </w:p>
          <w:p w14:paraId="76021D4C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4A2AE937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>Dati tecnici</w:t>
            </w:r>
            <w:r w:rsidRPr="00CD3D9E">
              <w:rPr>
                <w:rFonts w:ascii="Poppins" w:hAnsi="Poppins" w:cs="Poppins"/>
                <w:sz w:val="20"/>
              </w:rPr>
              <w:t>:</w:t>
            </w:r>
          </w:p>
          <w:p w14:paraId="6B41BF84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 xml:space="preserve">Misura: 50 mm </w:t>
            </w:r>
          </w:p>
          <w:p w14:paraId="4AFAB0CE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massima di esercizio: 60°C</w:t>
            </w:r>
          </w:p>
          <w:p w14:paraId="0E5D9ECA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di punta temporanea: 95°C</w:t>
            </w:r>
          </w:p>
          <w:p w14:paraId="38A15797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Pressione massima di esercizio: 10 bar</w:t>
            </w:r>
          </w:p>
          <w:p w14:paraId="22631136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2EFB992A" w14:textId="0F8E5526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77670C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 – Modello Gomito 90° F-F Gersan 50 mm o equivalente.</w:t>
            </w:r>
          </w:p>
        </w:tc>
      </w:tr>
      <w:tr w:rsidR="00021D1F" w14:paraId="621163AF" w14:textId="77777777" w:rsidTr="00021D1F">
        <w:tc>
          <w:tcPr>
            <w:tcW w:w="1398" w:type="dxa"/>
          </w:tcPr>
          <w:p w14:paraId="32E2522D" w14:textId="502A2829" w:rsidR="00021D1F" w:rsidRPr="00CD3D9E" w:rsidRDefault="00021D1F" w:rsidP="00021D1F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28032200</w:t>
            </w:r>
          </w:p>
        </w:tc>
        <w:tc>
          <w:tcPr>
            <w:tcW w:w="2297" w:type="dxa"/>
          </w:tcPr>
          <w:p w14:paraId="7C5382D5" w14:textId="77777777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Gomito 90° F-F Gersan</w:t>
            </w:r>
          </w:p>
          <w:p w14:paraId="2F7762CA" w14:textId="2ACF32B2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63 mm</w:t>
            </w:r>
          </w:p>
        </w:tc>
        <w:tc>
          <w:tcPr>
            <w:tcW w:w="5803" w:type="dxa"/>
          </w:tcPr>
          <w:p w14:paraId="69D8A051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 xml:space="preserve">Gomito 90° F-F </w:t>
            </w:r>
            <w:r w:rsidRPr="00CD3D9E">
              <w:rPr>
                <w:rFonts w:ascii="Poppins" w:hAnsi="Poppins" w:cs="Poppins"/>
                <w:sz w:val="20"/>
              </w:rPr>
              <w:t>in polipropilene PP-R 80, saldabile, ideale per la realizzazione di impianti di distribuzione dell’acqua sanitaria, sia calda che fredda.</w:t>
            </w:r>
          </w:p>
          <w:p w14:paraId="368B3278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Prodotto idoneo per l’adduzione idrica sanitaria, secondo D.M 174/2004.</w:t>
            </w:r>
          </w:p>
          <w:p w14:paraId="151C06C7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6F3CCA52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>Dati tecnici</w:t>
            </w:r>
            <w:r w:rsidRPr="00CD3D9E">
              <w:rPr>
                <w:rFonts w:ascii="Poppins" w:hAnsi="Poppins" w:cs="Poppins"/>
                <w:sz w:val="20"/>
              </w:rPr>
              <w:t>:</w:t>
            </w:r>
          </w:p>
          <w:p w14:paraId="0A2A9751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 xml:space="preserve">Misura: 63 mm </w:t>
            </w:r>
          </w:p>
          <w:p w14:paraId="4E6B5B47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massima di esercizio: 60°C</w:t>
            </w:r>
          </w:p>
          <w:p w14:paraId="0799A211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di punta temporanea: 95°C</w:t>
            </w:r>
          </w:p>
          <w:p w14:paraId="2BEB0F8A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Pressione massima di esercizio: 10 bar</w:t>
            </w:r>
          </w:p>
          <w:p w14:paraId="4502096D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12159C14" w14:textId="64F50AEB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77670C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 – Modello Gomito 90° F-F Gersan 63 mm o equivalente.</w:t>
            </w:r>
          </w:p>
        </w:tc>
      </w:tr>
      <w:tr w:rsidR="00021D1F" w14:paraId="6207DCB6" w14:textId="77777777" w:rsidTr="00021D1F">
        <w:tc>
          <w:tcPr>
            <w:tcW w:w="1398" w:type="dxa"/>
          </w:tcPr>
          <w:p w14:paraId="376E6611" w14:textId="62AB0D01" w:rsidR="00021D1F" w:rsidRPr="00CD3D9E" w:rsidRDefault="00021D1F" w:rsidP="00021D1F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lastRenderedPageBreak/>
              <w:t>28036012</w:t>
            </w:r>
          </w:p>
        </w:tc>
        <w:tc>
          <w:tcPr>
            <w:tcW w:w="2297" w:type="dxa"/>
          </w:tcPr>
          <w:p w14:paraId="571EC5DD" w14:textId="77777777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Gomito 45° M-F Gersan</w:t>
            </w:r>
          </w:p>
          <w:p w14:paraId="214E6734" w14:textId="52999BB5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20 mm</w:t>
            </w:r>
          </w:p>
        </w:tc>
        <w:tc>
          <w:tcPr>
            <w:tcW w:w="5803" w:type="dxa"/>
          </w:tcPr>
          <w:p w14:paraId="69F74239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 xml:space="preserve">Gomito 45° M-F </w:t>
            </w:r>
            <w:r w:rsidRPr="00CD3D9E">
              <w:rPr>
                <w:rFonts w:ascii="Poppins" w:hAnsi="Poppins" w:cs="Poppins"/>
                <w:sz w:val="20"/>
              </w:rPr>
              <w:t>in polipropilene PP-R 80, saldabile, ideale per la realizzazione di impianti di distribuzione dell’acqua sanitaria, sia calda che fredda.</w:t>
            </w:r>
          </w:p>
          <w:p w14:paraId="4DB46BE2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Prodotto idoneo per l’adduzione idrica sanitaria, secondo D.M 174/2004.</w:t>
            </w:r>
          </w:p>
          <w:p w14:paraId="1D9B9B83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75A9C555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>Dati tecnici</w:t>
            </w:r>
            <w:r w:rsidRPr="00CD3D9E">
              <w:rPr>
                <w:rFonts w:ascii="Poppins" w:hAnsi="Poppins" w:cs="Poppins"/>
                <w:sz w:val="20"/>
              </w:rPr>
              <w:t>:</w:t>
            </w:r>
          </w:p>
          <w:p w14:paraId="0D04386E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 xml:space="preserve">Misura: 20 mm </w:t>
            </w:r>
          </w:p>
          <w:p w14:paraId="37B04FC8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massima di esercizio: 60°C</w:t>
            </w:r>
          </w:p>
          <w:p w14:paraId="01F18487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di punta temporanea: 95°C</w:t>
            </w:r>
          </w:p>
          <w:p w14:paraId="2975D7F5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Pressione massima di esercizio: 10 bar</w:t>
            </w:r>
          </w:p>
          <w:p w14:paraId="4C6DBF59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57DA053D" w14:textId="42A6BB78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77670C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 – Modello Gomito 45° M-F Gersan 20 mm o equivalente.</w:t>
            </w:r>
          </w:p>
        </w:tc>
      </w:tr>
      <w:tr w:rsidR="00021D1F" w14:paraId="39D2F190" w14:textId="77777777" w:rsidTr="00021D1F">
        <w:tc>
          <w:tcPr>
            <w:tcW w:w="1398" w:type="dxa"/>
          </w:tcPr>
          <w:p w14:paraId="683F122D" w14:textId="6C89E293" w:rsidR="00021D1F" w:rsidRPr="00CD3D9E" w:rsidRDefault="00021D1F" w:rsidP="00021D1F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28036034</w:t>
            </w:r>
          </w:p>
        </w:tc>
        <w:tc>
          <w:tcPr>
            <w:tcW w:w="2297" w:type="dxa"/>
          </w:tcPr>
          <w:p w14:paraId="00C60343" w14:textId="77777777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Gomito 45° M-F Gersan</w:t>
            </w:r>
          </w:p>
          <w:p w14:paraId="56A93E49" w14:textId="4777DD82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25 mm</w:t>
            </w:r>
          </w:p>
        </w:tc>
        <w:tc>
          <w:tcPr>
            <w:tcW w:w="5803" w:type="dxa"/>
          </w:tcPr>
          <w:p w14:paraId="5C799898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 xml:space="preserve">Gomito 45° M-F </w:t>
            </w:r>
            <w:r w:rsidRPr="00CD3D9E">
              <w:rPr>
                <w:rFonts w:ascii="Poppins" w:hAnsi="Poppins" w:cs="Poppins"/>
                <w:sz w:val="20"/>
              </w:rPr>
              <w:t>in polipropilene PP-R 80, saldabile, ideale per la realizzazione di impianti di distribuzione dell’acqua sanitaria, sia calda che fredda.</w:t>
            </w:r>
          </w:p>
          <w:p w14:paraId="3FDFF8C1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Prodotto idoneo per l’adduzione idrica sanitaria, secondo D.M 174/2004.</w:t>
            </w:r>
          </w:p>
          <w:p w14:paraId="0E56CF6B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33600467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>Dati tecnici</w:t>
            </w:r>
            <w:r w:rsidRPr="00CD3D9E">
              <w:rPr>
                <w:rFonts w:ascii="Poppins" w:hAnsi="Poppins" w:cs="Poppins"/>
                <w:sz w:val="20"/>
              </w:rPr>
              <w:t>:</w:t>
            </w:r>
          </w:p>
          <w:p w14:paraId="0595B6AB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 xml:space="preserve">Misura: 25 mm </w:t>
            </w:r>
          </w:p>
          <w:p w14:paraId="2F2E6074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massima di esercizio: 60°C</w:t>
            </w:r>
          </w:p>
          <w:p w14:paraId="2136FC83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di punta temporanea: 95°C</w:t>
            </w:r>
          </w:p>
          <w:p w14:paraId="5581F42C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Pressione massima di esercizio: 10 bar</w:t>
            </w:r>
          </w:p>
          <w:p w14:paraId="20AF571C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35C74C9D" w14:textId="79235C4C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77670C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 – Modello Gomito 45° M-F Gersan 25 mm o equivalente.</w:t>
            </w:r>
          </w:p>
        </w:tc>
      </w:tr>
      <w:tr w:rsidR="00021D1F" w14:paraId="2BBBD212" w14:textId="77777777" w:rsidTr="00021D1F">
        <w:tc>
          <w:tcPr>
            <w:tcW w:w="1398" w:type="dxa"/>
          </w:tcPr>
          <w:p w14:paraId="45D7FC3C" w14:textId="5F76D879" w:rsidR="00021D1F" w:rsidRPr="00CD3D9E" w:rsidRDefault="00021D1F" w:rsidP="00021D1F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28036100</w:t>
            </w:r>
          </w:p>
        </w:tc>
        <w:tc>
          <w:tcPr>
            <w:tcW w:w="2297" w:type="dxa"/>
          </w:tcPr>
          <w:p w14:paraId="6D5B9549" w14:textId="77777777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Gomito 45° M-F Gersan</w:t>
            </w:r>
          </w:p>
          <w:p w14:paraId="09F45EB2" w14:textId="6D7B10F8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32 mm</w:t>
            </w:r>
          </w:p>
        </w:tc>
        <w:tc>
          <w:tcPr>
            <w:tcW w:w="5803" w:type="dxa"/>
          </w:tcPr>
          <w:p w14:paraId="2546F940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 xml:space="preserve">Gomito 45° M-F </w:t>
            </w:r>
            <w:r w:rsidRPr="00CD3D9E">
              <w:rPr>
                <w:rFonts w:ascii="Poppins" w:hAnsi="Poppins" w:cs="Poppins"/>
                <w:sz w:val="20"/>
              </w:rPr>
              <w:t>in polipropilene PP-R 80, saldabile, ideale per la realizzazione di impianti di distribuzione dell’acqua sanitaria, sia calda che fredda.</w:t>
            </w:r>
          </w:p>
          <w:p w14:paraId="2ED4C92B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Prodotto idoneo per l’adduzione idrica sanitaria, secondo D.M 174/2004.</w:t>
            </w:r>
          </w:p>
          <w:p w14:paraId="343643F3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20D98624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>Dati tecnici</w:t>
            </w:r>
            <w:r w:rsidRPr="00CD3D9E">
              <w:rPr>
                <w:rFonts w:ascii="Poppins" w:hAnsi="Poppins" w:cs="Poppins"/>
                <w:sz w:val="20"/>
              </w:rPr>
              <w:t>:</w:t>
            </w:r>
          </w:p>
          <w:p w14:paraId="53FBC3C8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 xml:space="preserve">Misura: 32 mm </w:t>
            </w:r>
          </w:p>
          <w:p w14:paraId="32DB8B49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massima di esercizio: 60°C</w:t>
            </w:r>
          </w:p>
          <w:p w14:paraId="2B7B3368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di punta temporanea: 95°C</w:t>
            </w:r>
          </w:p>
          <w:p w14:paraId="306FE5FD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lastRenderedPageBreak/>
              <w:t>Pressione massima di esercizio: 10 bar</w:t>
            </w:r>
          </w:p>
          <w:p w14:paraId="714569F9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7EE17E6B" w14:textId="6C9199EE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77670C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 – Modello Gomito 45° M-F Gersan 32 mm o equivalente.</w:t>
            </w:r>
          </w:p>
        </w:tc>
      </w:tr>
      <w:tr w:rsidR="00021D1F" w14:paraId="29893AA7" w14:textId="77777777" w:rsidTr="00021D1F">
        <w:tc>
          <w:tcPr>
            <w:tcW w:w="1398" w:type="dxa"/>
          </w:tcPr>
          <w:p w14:paraId="0451F86B" w14:textId="109BD776" w:rsidR="00021D1F" w:rsidRPr="00CD3D9E" w:rsidRDefault="00021D1F" w:rsidP="00021D1F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lastRenderedPageBreak/>
              <w:t>28035012</w:t>
            </w:r>
          </w:p>
        </w:tc>
        <w:tc>
          <w:tcPr>
            <w:tcW w:w="2297" w:type="dxa"/>
          </w:tcPr>
          <w:p w14:paraId="45A58596" w14:textId="77777777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Gomito 45° F-F Gersan</w:t>
            </w:r>
          </w:p>
          <w:p w14:paraId="57B3C1EA" w14:textId="7A029C69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20 mm</w:t>
            </w:r>
          </w:p>
        </w:tc>
        <w:tc>
          <w:tcPr>
            <w:tcW w:w="5803" w:type="dxa"/>
          </w:tcPr>
          <w:p w14:paraId="51376EF1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 xml:space="preserve">Gomito 45° F-F </w:t>
            </w:r>
            <w:r w:rsidRPr="00CD3D9E">
              <w:rPr>
                <w:rFonts w:ascii="Poppins" w:hAnsi="Poppins" w:cs="Poppins"/>
                <w:sz w:val="20"/>
              </w:rPr>
              <w:t>in polipropilene PP-R 80, saldabile, ideale per la realizzazione di impianti di distribuzione dell’acqua sanitaria, sia calda che fredda.</w:t>
            </w:r>
          </w:p>
          <w:p w14:paraId="56A7E4B2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Prodotto idoneo per l’adduzione idrica sanitaria, secondo D.M 174/2004.</w:t>
            </w:r>
          </w:p>
          <w:p w14:paraId="01FD7602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73A4C912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>Dati tecnici</w:t>
            </w:r>
            <w:r w:rsidRPr="00CD3D9E">
              <w:rPr>
                <w:rFonts w:ascii="Poppins" w:hAnsi="Poppins" w:cs="Poppins"/>
                <w:sz w:val="20"/>
              </w:rPr>
              <w:t>:</w:t>
            </w:r>
          </w:p>
          <w:p w14:paraId="13C2A70A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 xml:space="preserve">Misura: 20 mm </w:t>
            </w:r>
          </w:p>
          <w:p w14:paraId="7C7F9163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massima di esercizio: 60°C</w:t>
            </w:r>
          </w:p>
          <w:p w14:paraId="44F98783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di punta temporanea: 95°C</w:t>
            </w:r>
          </w:p>
          <w:p w14:paraId="33D092DE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Pressione massima di esercizio: 10 bar</w:t>
            </w:r>
          </w:p>
          <w:p w14:paraId="72AEA5FA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26230BD2" w14:textId="18984B9C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77670C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 – Modello Gomito 45° F-F Gersan 20 mm o equivalente.</w:t>
            </w:r>
          </w:p>
        </w:tc>
      </w:tr>
      <w:tr w:rsidR="00021D1F" w14:paraId="1059F285" w14:textId="77777777" w:rsidTr="00021D1F">
        <w:tc>
          <w:tcPr>
            <w:tcW w:w="1398" w:type="dxa"/>
          </w:tcPr>
          <w:p w14:paraId="098E885F" w14:textId="65B98E90" w:rsidR="00021D1F" w:rsidRPr="00CD3D9E" w:rsidRDefault="00021D1F" w:rsidP="00021D1F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28035034</w:t>
            </w:r>
          </w:p>
        </w:tc>
        <w:tc>
          <w:tcPr>
            <w:tcW w:w="2297" w:type="dxa"/>
          </w:tcPr>
          <w:p w14:paraId="1A9F17A3" w14:textId="77777777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Gomito 45° F-F Gersan</w:t>
            </w:r>
          </w:p>
          <w:p w14:paraId="3C125331" w14:textId="645A7C37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25 mm</w:t>
            </w:r>
          </w:p>
        </w:tc>
        <w:tc>
          <w:tcPr>
            <w:tcW w:w="5803" w:type="dxa"/>
          </w:tcPr>
          <w:p w14:paraId="7E5C2610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 xml:space="preserve">Gomito 45° F-F </w:t>
            </w:r>
            <w:r w:rsidRPr="00CD3D9E">
              <w:rPr>
                <w:rFonts w:ascii="Poppins" w:hAnsi="Poppins" w:cs="Poppins"/>
                <w:sz w:val="20"/>
              </w:rPr>
              <w:t>in polipropilene PP-R 80, saldabile, ideale per la realizzazione di impianti di distribuzione dell’acqua sanitaria, sia calda che fredda.</w:t>
            </w:r>
          </w:p>
          <w:p w14:paraId="302D3D15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Prodotto idoneo per l’adduzione idrica sanitaria, secondo D.M 174/2004.</w:t>
            </w:r>
          </w:p>
          <w:p w14:paraId="528D1F7A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0AFD64CA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>Dati tecnici</w:t>
            </w:r>
            <w:r w:rsidRPr="00CD3D9E">
              <w:rPr>
                <w:rFonts w:ascii="Poppins" w:hAnsi="Poppins" w:cs="Poppins"/>
                <w:sz w:val="20"/>
              </w:rPr>
              <w:t>:</w:t>
            </w:r>
          </w:p>
          <w:p w14:paraId="36104837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 xml:space="preserve">Misura: 25 mm </w:t>
            </w:r>
          </w:p>
          <w:p w14:paraId="3B08CD45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massima di esercizio: 60°C</w:t>
            </w:r>
          </w:p>
          <w:p w14:paraId="5BB79D8A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di punta temporanea: 95°C</w:t>
            </w:r>
          </w:p>
          <w:p w14:paraId="2E23B04B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Pressione massima di esercizio: 10 bar</w:t>
            </w:r>
          </w:p>
          <w:p w14:paraId="611B696E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260E5EDC" w14:textId="0568525F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77670C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 – Modello Gomito 45° F-F Gersan 25 mm o equivalente.</w:t>
            </w:r>
          </w:p>
        </w:tc>
      </w:tr>
      <w:tr w:rsidR="00021D1F" w14:paraId="44513F87" w14:textId="77777777" w:rsidTr="00021D1F">
        <w:tc>
          <w:tcPr>
            <w:tcW w:w="1398" w:type="dxa"/>
          </w:tcPr>
          <w:p w14:paraId="078FCDFF" w14:textId="7BFF0969" w:rsidR="00021D1F" w:rsidRPr="00CD3D9E" w:rsidRDefault="00021D1F" w:rsidP="00021D1F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28035100</w:t>
            </w:r>
          </w:p>
        </w:tc>
        <w:tc>
          <w:tcPr>
            <w:tcW w:w="2297" w:type="dxa"/>
          </w:tcPr>
          <w:p w14:paraId="02190C84" w14:textId="77777777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Gomito 45° F-F Gersan</w:t>
            </w:r>
          </w:p>
          <w:p w14:paraId="32DE5999" w14:textId="1601D1BD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32 mm</w:t>
            </w:r>
          </w:p>
        </w:tc>
        <w:tc>
          <w:tcPr>
            <w:tcW w:w="5803" w:type="dxa"/>
          </w:tcPr>
          <w:p w14:paraId="5ED7F276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 xml:space="preserve">Gomito 45° F-F </w:t>
            </w:r>
            <w:r w:rsidRPr="00CD3D9E">
              <w:rPr>
                <w:rFonts w:ascii="Poppins" w:hAnsi="Poppins" w:cs="Poppins"/>
                <w:sz w:val="20"/>
              </w:rPr>
              <w:t>in polipropilene PP-R 80, saldabile, ideale per la realizzazione di impianti di distribuzione dell’acqua sanitaria, sia calda che fredda.</w:t>
            </w:r>
          </w:p>
          <w:p w14:paraId="1D7D8F8E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Prodotto idoneo per l’adduzione idrica sanitaria, secondo D.M 174/2004.</w:t>
            </w:r>
          </w:p>
          <w:p w14:paraId="74F909A2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10F37DE5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>Dati tecnici</w:t>
            </w:r>
            <w:r w:rsidRPr="00CD3D9E">
              <w:rPr>
                <w:rFonts w:ascii="Poppins" w:hAnsi="Poppins" w:cs="Poppins"/>
                <w:sz w:val="20"/>
              </w:rPr>
              <w:t>:</w:t>
            </w:r>
          </w:p>
          <w:p w14:paraId="68317F59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 xml:space="preserve">Misura: 32 mm </w:t>
            </w:r>
          </w:p>
          <w:p w14:paraId="4754D958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massima di esercizio: 60°C</w:t>
            </w:r>
          </w:p>
          <w:p w14:paraId="1D22E242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lastRenderedPageBreak/>
              <w:t>Temperatura di punta temporanea: 95°C</w:t>
            </w:r>
          </w:p>
          <w:p w14:paraId="5E4EB6EC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Pressione massima di esercizio: 10 bar</w:t>
            </w:r>
          </w:p>
          <w:p w14:paraId="42F52F63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172011A2" w14:textId="62446EF9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77670C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 – Modello Gomito 45° F-F Gersan 32 mm o equivalente.</w:t>
            </w:r>
          </w:p>
        </w:tc>
      </w:tr>
      <w:tr w:rsidR="00021D1F" w14:paraId="12F9E4EA" w14:textId="77777777" w:rsidTr="00021D1F">
        <w:tc>
          <w:tcPr>
            <w:tcW w:w="1398" w:type="dxa"/>
          </w:tcPr>
          <w:p w14:paraId="0638C0BE" w14:textId="17CF9138" w:rsidR="00021D1F" w:rsidRPr="00CD3D9E" w:rsidRDefault="00021D1F" w:rsidP="00021D1F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lastRenderedPageBreak/>
              <w:t>28035114</w:t>
            </w:r>
          </w:p>
        </w:tc>
        <w:tc>
          <w:tcPr>
            <w:tcW w:w="2297" w:type="dxa"/>
          </w:tcPr>
          <w:p w14:paraId="1102CB44" w14:textId="77777777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Gomito 45° F-F Gersan</w:t>
            </w:r>
          </w:p>
          <w:p w14:paraId="4A46F50A" w14:textId="333CB2D7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40 mm</w:t>
            </w:r>
          </w:p>
        </w:tc>
        <w:tc>
          <w:tcPr>
            <w:tcW w:w="5803" w:type="dxa"/>
          </w:tcPr>
          <w:p w14:paraId="3AA5B25B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 xml:space="preserve">Gomito 45° F-F </w:t>
            </w:r>
            <w:r w:rsidRPr="00CD3D9E">
              <w:rPr>
                <w:rFonts w:ascii="Poppins" w:hAnsi="Poppins" w:cs="Poppins"/>
                <w:sz w:val="20"/>
              </w:rPr>
              <w:t>in polipropilene PP-R 80, saldabile, ideale per la realizzazione di impianti di distribuzione dell’acqua sanitaria, sia calda che fredda.</w:t>
            </w:r>
          </w:p>
          <w:p w14:paraId="01B81525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Prodotto idoneo per l’adduzione idrica sanitaria, secondo D.M 174/2004.</w:t>
            </w:r>
          </w:p>
          <w:p w14:paraId="0E0FD5E1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108CDD61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>Dati tecnici</w:t>
            </w:r>
            <w:r w:rsidRPr="00CD3D9E">
              <w:rPr>
                <w:rFonts w:ascii="Poppins" w:hAnsi="Poppins" w:cs="Poppins"/>
                <w:sz w:val="20"/>
              </w:rPr>
              <w:t>:</w:t>
            </w:r>
          </w:p>
          <w:p w14:paraId="0715850B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 xml:space="preserve">Misura: 40 mm </w:t>
            </w:r>
          </w:p>
          <w:p w14:paraId="31C51C98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massima di esercizio: 60°C</w:t>
            </w:r>
          </w:p>
          <w:p w14:paraId="71E6B4C7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di punta temporanea: 95°C</w:t>
            </w:r>
          </w:p>
          <w:p w14:paraId="3AB23406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Pressione massima di esercizio: 10 bar</w:t>
            </w:r>
          </w:p>
          <w:p w14:paraId="106B87C8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1F336D6E" w14:textId="2ED3E5E5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77670C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 – Modello Gomito 45° F-F Gersan 40 mm o equivalente.</w:t>
            </w:r>
          </w:p>
        </w:tc>
      </w:tr>
      <w:tr w:rsidR="00021D1F" w14:paraId="4A0D422C" w14:textId="77777777" w:rsidTr="00021D1F">
        <w:tc>
          <w:tcPr>
            <w:tcW w:w="1398" w:type="dxa"/>
          </w:tcPr>
          <w:p w14:paraId="7CA9C57D" w14:textId="79B07B41" w:rsidR="00021D1F" w:rsidRPr="00CD3D9E" w:rsidRDefault="00021D1F" w:rsidP="00021D1F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28035112</w:t>
            </w:r>
          </w:p>
        </w:tc>
        <w:tc>
          <w:tcPr>
            <w:tcW w:w="2297" w:type="dxa"/>
          </w:tcPr>
          <w:p w14:paraId="027574B0" w14:textId="77777777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Gomito 45° F-F Gersan</w:t>
            </w:r>
          </w:p>
          <w:p w14:paraId="180A3CA8" w14:textId="6F0A3204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50 mm</w:t>
            </w:r>
          </w:p>
        </w:tc>
        <w:tc>
          <w:tcPr>
            <w:tcW w:w="5803" w:type="dxa"/>
          </w:tcPr>
          <w:p w14:paraId="752DB87E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 xml:space="preserve">Gomito 45° F-F </w:t>
            </w:r>
            <w:r w:rsidRPr="00CD3D9E">
              <w:rPr>
                <w:rFonts w:ascii="Poppins" w:hAnsi="Poppins" w:cs="Poppins"/>
                <w:sz w:val="20"/>
              </w:rPr>
              <w:t>in polipropilene PP-R 80, saldabile, ideale per la realizzazione di impianti di distribuzione dell’acqua sanitaria, sia calda che fredda.</w:t>
            </w:r>
          </w:p>
          <w:p w14:paraId="760BA00C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Prodotto idoneo per l’adduzione idrica sanitaria, secondo D.M 174/2004.</w:t>
            </w:r>
          </w:p>
          <w:p w14:paraId="3707EA51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45B4E5F0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>Dati tecnici</w:t>
            </w:r>
            <w:r w:rsidRPr="00CD3D9E">
              <w:rPr>
                <w:rFonts w:ascii="Poppins" w:hAnsi="Poppins" w:cs="Poppins"/>
                <w:sz w:val="20"/>
              </w:rPr>
              <w:t>:</w:t>
            </w:r>
          </w:p>
          <w:p w14:paraId="47E61116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 xml:space="preserve">Misura: 50 mm </w:t>
            </w:r>
          </w:p>
          <w:p w14:paraId="5E94565E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massima di esercizio: 60°C</w:t>
            </w:r>
          </w:p>
          <w:p w14:paraId="7BC237CD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di punta temporanea: 95°C</w:t>
            </w:r>
          </w:p>
          <w:p w14:paraId="64E3A3A3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Pressione massima di esercizio: 10 bar</w:t>
            </w:r>
          </w:p>
          <w:p w14:paraId="7E95E094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5BC5B067" w14:textId="0673651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77670C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 – Modello Gomito 45° F-F Gersan 50 mm o equivalente.</w:t>
            </w:r>
          </w:p>
        </w:tc>
      </w:tr>
      <w:tr w:rsidR="00021D1F" w14:paraId="794E5383" w14:textId="77777777" w:rsidTr="00021D1F">
        <w:tc>
          <w:tcPr>
            <w:tcW w:w="1398" w:type="dxa"/>
          </w:tcPr>
          <w:p w14:paraId="300E55DB" w14:textId="4CE6C38C" w:rsidR="00021D1F" w:rsidRPr="00CD3D9E" w:rsidRDefault="00021D1F" w:rsidP="00021D1F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28035200</w:t>
            </w:r>
          </w:p>
        </w:tc>
        <w:tc>
          <w:tcPr>
            <w:tcW w:w="2297" w:type="dxa"/>
          </w:tcPr>
          <w:p w14:paraId="4BE8AE8C" w14:textId="77777777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Gomito 45° F-F Gersan</w:t>
            </w:r>
          </w:p>
          <w:p w14:paraId="31007E50" w14:textId="387CFEC9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63 mm</w:t>
            </w:r>
          </w:p>
        </w:tc>
        <w:tc>
          <w:tcPr>
            <w:tcW w:w="5803" w:type="dxa"/>
          </w:tcPr>
          <w:p w14:paraId="2E473B43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 xml:space="preserve">Gomito 45° F-F </w:t>
            </w:r>
            <w:r w:rsidRPr="00CD3D9E">
              <w:rPr>
                <w:rFonts w:ascii="Poppins" w:hAnsi="Poppins" w:cs="Poppins"/>
                <w:sz w:val="20"/>
              </w:rPr>
              <w:t>in polipropilene PP-R 80, saldabile, ideale per la realizzazione di impianti di distribuzione dell’acqua sanitaria, sia calda che fredda.</w:t>
            </w:r>
          </w:p>
          <w:p w14:paraId="7DB955CC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Prodotto idoneo per l’adduzione idrica sanitaria, secondo D.M 174/2004.</w:t>
            </w:r>
          </w:p>
          <w:p w14:paraId="4A1D78DB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67B24C3D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>Dati tecnici</w:t>
            </w:r>
            <w:r w:rsidRPr="00CD3D9E">
              <w:rPr>
                <w:rFonts w:ascii="Poppins" w:hAnsi="Poppins" w:cs="Poppins"/>
                <w:sz w:val="20"/>
              </w:rPr>
              <w:t>:</w:t>
            </w:r>
          </w:p>
          <w:p w14:paraId="3E23A277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 xml:space="preserve">Misura: 63 mm </w:t>
            </w:r>
          </w:p>
          <w:p w14:paraId="6C6DC098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lastRenderedPageBreak/>
              <w:t>Temperatura massima di esercizio: 60°C</w:t>
            </w:r>
          </w:p>
          <w:p w14:paraId="498278A9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di punta temporanea: 95°C</w:t>
            </w:r>
          </w:p>
          <w:p w14:paraId="2D5BC589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Pressione massima di esercizio: 10 bar</w:t>
            </w:r>
          </w:p>
          <w:p w14:paraId="5B5FD936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7AFA8F09" w14:textId="7069156E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77670C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 – Modello Gomito 45° F-F Gersan 63 mm o equivalente.</w:t>
            </w:r>
          </w:p>
        </w:tc>
      </w:tr>
      <w:tr w:rsidR="00021D1F" w14:paraId="72D5FE64" w14:textId="77777777" w:rsidTr="00021D1F">
        <w:tc>
          <w:tcPr>
            <w:tcW w:w="1398" w:type="dxa"/>
          </w:tcPr>
          <w:p w14:paraId="59858B9C" w14:textId="168D4754" w:rsidR="00021D1F" w:rsidRPr="00CD3D9E" w:rsidRDefault="00021D1F" w:rsidP="00021D1F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lastRenderedPageBreak/>
              <w:t>28037012</w:t>
            </w:r>
          </w:p>
        </w:tc>
        <w:tc>
          <w:tcPr>
            <w:tcW w:w="2297" w:type="dxa"/>
          </w:tcPr>
          <w:p w14:paraId="44F624E0" w14:textId="77777777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Tappo Gersan</w:t>
            </w:r>
          </w:p>
          <w:p w14:paraId="7349D8AE" w14:textId="31F18A88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20 mm</w:t>
            </w:r>
          </w:p>
        </w:tc>
        <w:tc>
          <w:tcPr>
            <w:tcW w:w="5803" w:type="dxa"/>
          </w:tcPr>
          <w:p w14:paraId="1A5C3F20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 xml:space="preserve">Tappo </w:t>
            </w:r>
            <w:r w:rsidRPr="00CD3D9E">
              <w:rPr>
                <w:rFonts w:ascii="Poppins" w:hAnsi="Poppins" w:cs="Poppins"/>
                <w:sz w:val="20"/>
              </w:rPr>
              <w:t>in polipropilene PP-R 80, saldabile, ideale per la realizzazione di impianti di distribuzione dell’acqua sanitaria, sia calda che fredda.</w:t>
            </w:r>
          </w:p>
          <w:p w14:paraId="5FEE7F8C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Prodotto idoneo per l’adduzione idrica sanitaria, secondo D.M 174/2004.</w:t>
            </w:r>
          </w:p>
          <w:p w14:paraId="5B9FFE4A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23EB5452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>Dati tecnici</w:t>
            </w:r>
            <w:r w:rsidRPr="00CD3D9E">
              <w:rPr>
                <w:rFonts w:ascii="Poppins" w:hAnsi="Poppins" w:cs="Poppins"/>
                <w:sz w:val="20"/>
              </w:rPr>
              <w:t>:</w:t>
            </w:r>
          </w:p>
          <w:p w14:paraId="160E95CC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 xml:space="preserve">Misura: 20 mm </w:t>
            </w:r>
          </w:p>
          <w:p w14:paraId="0191671E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massima di esercizio: 60°C</w:t>
            </w:r>
          </w:p>
          <w:p w14:paraId="422D8ED7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di punta temporanea: 95°C</w:t>
            </w:r>
          </w:p>
          <w:p w14:paraId="68CD96A3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Pressione massima di esercizio: 10 bar</w:t>
            </w:r>
          </w:p>
          <w:p w14:paraId="3AD4B652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730A7276" w14:textId="39404E5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77670C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 – Modello Tappo Gersan 20 mm o equivalente.</w:t>
            </w:r>
          </w:p>
        </w:tc>
      </w:tr>
      <w:tr w:rsidR="00021D1F" w14:paraId="3B8980BB" w14:textId="77777777" w:rsidTr="00021D1F">
        <w:tc>
          <w:tcPr>
            <w:tcW w:w="1398" w:type="dxa"/>
          </w:tcPr>
          <w:p w14:paraId="1620AD38" w14:textId="251C56B5" w:rsidR="00021D1F" w:rsidRPr="00CD3D9E" w:rsidRDefault="00021D1F" w:rsidP="00021D1F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28037034</w:t>
            </w:r>
          </w:p>
        </w:tc>
        <w:tc>
          <w:tcPr>
            <w:tcW w:w="2297" w:type="dxa"/>
          </w:tcPr>
          <w:p w14:paraId="4B373040" w14:textId="77777777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Tappo Gersan</w:t>
            </w:r>
          </w:p>
          <w:p w14:paraId="7EA1FF47" w14:textId="1F42E091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25 mm</w:t>
            </w:r>
          </w:p>
        </w:tc>
        <w:tc>
          <w:tcPr>
            <w:tcW w:w="5803" w:type="dxa"/>
          </w:tcPr>
          <w:p w14:paraId="63ADE1EE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 xml:space="preserve">Tappo </w:t>
            </w:r>
            <w:r w:rsidRPr="00CD3D9E">
              <w:rPr>
                <w:rFonts w:ascii="Poppins" w:hAnsi="Poppins" w:cs="Poppins"/>
                <w:sz w:val="20"/>
              </w:rPr>
              <w:t>in polipropilene PP-R 80, saldabile, ideale per la realizzazione di impianti di distribuzione dell’acqua sanitaria, sia calda che fredda.</w:t>
            </w:r>
          </w:p>
          <w:p w14:paraId="20C15DB3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Prodotto idoneo per l’adduzione idrica sanitaria, secondo D.M 174/2004.</w:t>
            </w:r>
          </w:p>
          <w:p w14:paraId="353467A2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36786FE5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>Dati tecnici</w:t>
            </w:r>
            <w:r w:rsidRPr="00CD3D9E">
              <w:rPr>
                <w:rFonts w:ascii="Poppins" w:hAnsi="Poppins" w:cs="Poppins"/>
                <w:sz w:val="20"/>
              </w:rPr>
              <w:t>:</w:t>
            </w:r>
          </w:p>
          <w:p w14:paraId="456966F4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 xml:space="preserve">Misura: 25 mm </w:t>
            </w:r>
          </w:p>
          <w:p w14:paraId="7CE6AEE1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massima di esercizio: 60°C</w:t>
            </w:r>
          </w:p>
          <w:p w14:paraId="38CFDBCF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di punta temporanea: 95°C</w:t>
            </w:r>
          </w:p>
          <w:p w14:paraId="19306799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Pressione massima di esercizio: 10 bar</w:t>
            </w:r>
          </w:p>
          <w:p w14:paraId="48A92D73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27CB4101" w14:textId="7F1F31E0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77670C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 – Modello Tappo Gersan 25 mm o equivalente.</w:t>
            </w:r>
          </w:p>
        </w:tc>
      </w:tr>
      <w:tr w:rsidR="00021D1F" w14:paraId="37D85746" w14:textId="77777777" w:rsidTr="00021D1F">
        <w:tc>
          <w:tcPr>
            <w:tcW w:w="1398" w:type="dxa"/>
          </w:tcPr>
          <w:p w14:paraId="44733C2E" w14:textId="0198F4D2" w:rsidR="00021D1F" w:rsidRPr="00CD3D9E" w:rsidRDefault="00021D1F" w:rsidP="00021D1F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28037100</w:t>
            </w:r>
          </w:p>
        </w:tc>
        <w:tc>
          <w:tcPr>
            <w:tcW w:w="2297" w:type="dxa"/>
          </w:tcPr>
          <w:p w14:paraId="63F4CE57" w14:textId="77777777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Tappo Gersan</w:t>
            </w:r>
          </w:p>
          <w:p w14:paraId="13D8950B" w14:textId="419CC655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32 mm</w:t>
            </w:r>
          </w:p>
        </w:tc>
        <w:tc>
          <w:tcPr>
            <w:tcW w:w="5803" w:type="dxa"/>
          </w:tcPr>
          <w:p w14:paraId="3671914F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 xml:space="preserve">Tappo </w:t>
            </w:r>
            <w:r w:rsidRPr="00CD3D9E">
              <w:rPr>
                <w:rFonts w:ascii="Poppins" w:hAnsi="Poppins" w:cs="Poppins"/>
                <w:sz w:val="20"/>
              </w:rPr>
              <w:t>in polipropilene PP-R 80, saldabile, ideale per la realizzazione di impianti di distribuzione dell’acqua sanitaria, sia calda che fredda.</w:t>
            </w:r>
          </w:p>
          <w:p w14:paraId="3DE042CA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Prodotto idoneo per l’adduzione idrica sanitaria, secondo D.M 174/2004.</w:t>
            </w:r>
          </w:p>
          <w:p w14:paraId="5F6F16F9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43D13542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>Dati tecnici</w:t>
            </w:r>
            <w:r w:rsidRPr="00CD3D9E">
              <w:rPr>
                <w:rFonts w:ascii="Poppins" w:hAnsi="Poppins" w:cs="Poppins"/>
                <w:sz w:val="20"/>
              </w:rPr>
              <w:t>:</w:t>
            </w:r>
          </w:p>
          <w:p w14:paraId="4BF506E8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lastRenderedPageBreak/>
              <w:t xml:space="preserve">Misura: 32 mm </w:t>
            </w:r>
          </w:p>
          <w:p w14:paraId="0F7C57FD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massima di esercizio: 60°C</w:t>
            </w:r>
          </w:p>
          <w:p w14:paraId="30484A38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di punta temporanea: 95°C</w:t>
            </w:r>
          </w:p>
          <w:p w14:paraId="605420DB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Pressione massima di esercizio: 10 bar</w:t>
            </w:r>
          </w:p>
          <w:p w14:paraId="5C594A2D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76DA82C9" w14:textId="0C59119C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77670C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 – Modello Tappo Gersan 32 mm o equivalente.</w:t>
            </w:r>
          </w:p>
        </w:tc>
      </w:tr>
      <w:tr w:rsidR="00021D1F" w14:paraId="4534657D" w14:textId="77777777" w:rsidTr="00021D1F">
        <w:tc>
          <w:tcPr>
            <w:tcW w:w="1398" w:type="dxa"/>
          </w:tcPr>
          <w:p w14:paraId="7C20FEF0" w14:textId="06264B33" w:rsidR="00021D1F" w:rsidRPr="00CD3D9E" w:rsidRDefault="00021D1F" w:rsidP="00021D1F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lastRenderedPageBreak/>
              <w:t>28037114</w:t>
            </w:r>
          </w:p>
        </w:tc>
        <w:tc>
          <w:tcPr>
            <w:tcW w:w="2297" w:type="dxa"/>
          </w:tcPr>
          <w:p w14:paraId="061F8E64" w14:textId="77777777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Tappo Gersan</w:t>
            </w:r>
          </w:p>
          <w:p w14:paraId="18E13D48" w14:textId="03A641E9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40 mm</w:t>
            </w:r>
          </w:p>
        </w:tc>
        <w:tc>
          <w:tcPr>
            <w:tcW w:w="5803" w:type="dxa"/>
          </w:tcPr>
          <w:p w14:paraId="1C3B483C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 xml:space="preserve">Tappo </w:t>
            </w:r>
            <w:r w:rsidRPr="00CD3D9E">
              <w:rPr>
                <w:rFonts w:ascii="Poppins" w:hAnsi="Poppins" w:cs="Poppins"/>
                <w:sz w:val="20"/>
              </w:rPr>
              <w:t>in polipropilene PP-R 80, saldabile, ideale per la realizzazione di impianti di distribuzione dell’acqua sanitaria, sia calda che fredda.</w:t>
            </w:r>
          </w:p>
          <w:p w14:paraId="294EEF4E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Prodotto idoneo per l’adduzione idrica sanitaria, secondo D.M 174/2004.</w:t>
            </w:r>
          </w:p>
          <w:p w14:paraId="543F3E14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193D6EB1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>Dati tecnici</w:t>
            </w:r>
            <w:r w:rsidRPr="00CD3D9E">
              <w:rPr>
                <w:rFonts w:ascii="Poppins" w:hAnsi="Poppins" w:cs="Poppins"/>
                <w:sz w:val="20"/>
              </w:rPr>
              <w:t>:</w:t>
            </w:r>
          </w:p>
          <w:p w14:paraId="64CC4594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 xml:space="preserve">Misura: 40 mm </w:t>
            </w:r>
          </w:p>
          <w:p w14:paraId="2E864D4A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massima di esercizio: 60°C</w:t>
            </w:r>
          </w:p>
          <w:p w14:paraId="714FE021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di punta temporanea: 95°C</w:t>
            </w:r>
          </w:p>
          <w:p w14:paraId="2056406F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Pressione massima di esercizio: 10 bar</w:t>
            </w:r>
          </w:p>
          <w:p w14:paraId="1F75318B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13F8A73C" w14:textId="0E65F791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77670C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 – Modello Tappo Gersan 40 mm o equivalente.</w:t>
            </w:r>
          </w:p>
        </w:tc>
      </w:tr>
      <w:tr w:rsidR="00021D1F" w14:paraId="0392C19B" w14:textId="77777777" w:rsidTr="00021D1F">
        <w:tc>
          <w:tcPr>
            <w:tcW w:w="1398" w:type="dxa"/>
          </w:tcPr>
          <w:p w14:paraId="16D63F31" w14:textId="3019FC10" w:rsidR="00021D1F" w:rsidRPr="00CD3D9E" w:rsidRDefault="00021D1F" w:rsidP="00021D1F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28037112</w:t>
            </w:r>
          </w:p>
        </w:tc>
        <w:tc>
          <w:tcPr>
            <w:tcW w:w="2297" w:type="dxa"/>
          </w:tcPr>
          <w:p w14:paraId="6FE7BC1A" w14:textId="77777777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Tappo Gersan</w:t>
            </w:r>
          </w:p>
          <w:p w14:paraId="3442F53F" w14:textId="2828222D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50 mm</w:t>
            </w:r>
          </w:p>
        </w:tc>
        <w:tc>
          <w:tcPr>
            <w:tcW w:w="5803" w:type="dxa"/>
          </w:tcPr>
          <w:p w14:paraId="26B3E9CC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 xml:space="preserve">Tappo </w:t>
            </w:r>
            <w:r w:rsidRPr="00CD3D9E">
              <w:rPr>
                <w:rFonts w:ascii="Poppins" w:hAnsi="Poppins" w:cs="Poppins"/>
                <w:sz w:val="20"/>
              </w:rPr>
              <w:t>in polipropilene PP-R 80, saldabile, ideale per la realizzazione di impianti di distribuzione dell’acqua sanitaria, sia calda che fredda.</w:t>
            </w:r>
          </w:p>
          <w:p w14:paraId="5F1CFB98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Prodotto idoneo per l’adduzione idrica sanitaria, secondo D.M 174/2004.</w:t>
            </w:r>
          </w:p>
          <w:p w14:paraId="75ECD0CE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19135FD5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>Dati tecnici</w:t>
            </w:r>
            <w:r w:rsidRPr="00CD3D9E">
              <w:rPr>
                <w:rFonts w:ascii="Poppins" w:hAnsi="Poppins" w:cs="Poppins"/>
                <w:sz w:val="20"/>
              </w:rPr>
              <w:t>:</w:t>
            </w:r>
          </w:p>
          <w:p w14:paraId="17501E90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 xml:space="preserve">Misura: 50 mm </w:t>
            </w:r>
          </w:p>
          <w:p w14:paraId="50BB5ADD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massima di esercizio: 60°C</w:t>
            </w:r>
          </w:p>
          <w:p w14:paraId="3E99A2A2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di punta temporanea: 95°C</w:t>
            </w:r>
          </w:p>
          <w:p w14:paraId="2700EC3B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Pressione massima di esercizio: 10 bar</w:t>
            </w:r>
          </w:p>
          <w:p w14:paraId="739CEB1F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07C74AF1" w14:textId="06E993AA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77670C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 – Modello Tappo Gersan 50 mm</w:t>
            </w:r>
            <w:r w:rsidR="004251BB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CD3D9E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021D1F" w14:paraId="3A23C1DD" w14:textId="77777777" w:rsidTr="00021D1F">
        <w:tc>
          <w:tcPr>
            <w:tcW w:w="1398" w:type="dxa"/>
          </w:tcPr>
          <w:p w14:paraId="149BD00D" w14:textId="08D10F35" w:rsidR="00021D1F" w:rsidRPr="00CD3D9E" w:rsidRDefault="00021D1F" w:rsidP="00021D1F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28037200</w:t>
            </w:r>
          </w:p>
        </w:tc>
        <w:tc>
          <w:tcPr>
            <w:tcW w:w="2297" w:type="dxa"/>
          </w:tcPr>
          <w:p w14:paraId="57412883" w14:textId="77777777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Tappo Gersan</w:t>
            </w:r>
          </w:p>
          <w:p w14:paraId="388946AF" w14:textId="79BC15A2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63 mm</w:t>
            </w:r>
          </w:p>
        </w:tc>
        <w:tc>
          <w:tcPr>
            <w:tcW w:w="5803" w:type="dxa"/>
          </w:tcPr>
          <w:p w14:paraId="3F96E535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 xml:space="preserve">Tappo </w:t>
            </w:r>
            <w:r w:rsidRPr="00CD3D9E">
              <w:rPr>
                <w:rFonts w:ascii="Poppins" w:hAnsi="Poppins" w:cs="Poppins"/>
                <w:sz w:val="20"/>
              </w:rPr>
              <w:t>in polipropilene PP-R 80, saldabile, ideale per la realizzazione di impianti di distribuzione dell’acqua sanitaria, sia calda che fredda.</w:t>
            </w:r>
          </w:p>
          <w:p w14:paraId="1AE3F7C0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Prodotto idoneo per l’adduzione idrica sanitaria, secondo D.M 174/2004.</w:t>
            </w:r>
          </w:p>
          <w:p w14:paraId="36A43DE4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55E7360F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lastRenderedPageBreak/>
              <w:t>Dati tecnici</w:t>
            </w:r>
            <w:r w:rsidRPr="00CD3D9E">
              <w:rPr>
                <w:rFonts w:ascii="Poppins" w:hAnsi="Poppins" w:cs="Poppins"/>
                <w:sz w:val="20"/>
              </w:rPr>
              <w:t>:</w:t>
            </w:r>
          </w:p>
          <w:p w14:paraId="2211BC50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 xml:space="preserve">Misura: 63 mm </w:t>
            </w:r>
          </w:p>
          <w:p w14:paraId="22219C33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massima di esercizio: 60°C</w:t>
            </w:r>
          </w:p>
          <w:p w14:paraId="7E7216E2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di punta temporanea: 95°C</w:t>
            </w:r>
          </w:p>
          <w:p w14:paraId="79E4CB71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Pressione massima di esercizio: 10 bar</w:t>
            </w:r>
          </w:p>
          <w:p w14:paraId="4BE215D6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056977C0" w14:textId="655B19F2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77670C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 – Modello Tappo Gersan 63 mm o equivalente.</w:t>
            </w:r>
          </w:p>
        </w:tc>
      </w:tr>
      <w:tr w:rsidR="00021D1F" w14:paraId="2FD37451" w14:textId="77777777" w:rsidTr="00021D1F">
        <w:tc>
          <w:tcPr>
            <w:tcW w:w="1398" w:type="dxa"/>
          </w:tcPr>
          <w:p w14:paraId="09CD47AA" w14:textId="5E221E1E" w:rsidR="00021D1F" w:rsidRPr="00CD3D9E" w:rsidRDefault="00021D1F" w:rsidP="00021D1F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lastRenderedPageBreak/>
              <w:t>28040012</w:t>
            </w:r>
          </w:p>
        </w:tc>
        <w:tc>
          <w:tcPr>
            <w:tcW w:w="2297" w:type="dxa"/>
          </w:tcPr>
          <w:p w14:paraId="5DEA44CE" w14:textId="77777777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Tee Gersan</w:t>
            </w:r>
          </w:p>
          <w:p w14:paraId="2343019A" w14:textId="7F5E7FDA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20 mm</w:t>
            </w:r>
          </w:p>
        </w:tc>
        <w:tc>
          <w:tcPr>
            <w:tcW w:w="5803" w:type="dxa"/>
          </w:tcPr>
          <w:p w14:paraId="675BD969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 xml:space="preserve">Tee </w:t>
            </w:r>
            <w:r w:rsidRPr="00CD3D9E">
              <w:rPr>
                <w:rFonts w:ascii="Poppins" w:hAnsi="Poppins" w:cs="Poppins"/>
                <w:sz w:val="20"/>
              </w:rPr>
              <w:t>in polipropilene PP-R 80, saldabile, ideale per la realizzazione di impianti di distribuzione dell’acqua sanitaria, sia calda che fredda.</w:t>
            </w:r>
          </w:p>
          <w:p w14:paraId="49B07DDD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Prodotto idoneo per l’adduzione idrica sanitaria, secondo D.M 174/2004.</w:t>
            </w:r>
          </w:p>
          <w:p w14:paraId="12D976A2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3BA8D52E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>Dati tecnici</w:t>
            </w:r>
            <w:r w:rsidRPr="00CD3D9E">
              <w:rPr>
                <w:rFonts w:ascii="Poppins" w:hAnsi="Poppins" w:cs="Poppins"/>
                <w:sz w:val="20"/>
              </w:rPr>
              <w:t>:</w:t>
            </w:r>
          </w:p>
          <w:p w14:paraId="5707259E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 xml:space="preserve">Misura: 20 mm </w:t>
            </w:r>
          </w:p>
          <w:p w14:paraId="2E923663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massima di esercizio: 60°C</w:t>
            </w:r>
          </w:p>
          <w:p w14:paraId="3A3D505A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di punta temporanea: 95°C</w:t>
            </w:r>
          </w:p>
          <w:p w14:paraId="5D40651C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Pressione massima di esercizio: 10 bar</w:t>
            </w:r>
          </w:p>
          <w:p w14:paraId="13DAF0B4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5CA1374D" w14:textId="0071C75A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77670C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 – Modello Tee Gersan 20 mm</w:t>
            </w:r>
            <w:r w:rsidR="001763B0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CD3D9E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021D1F" w14:paraId="552B2647" w14:textId="77777777" w:rsidTr="00021D1F">
        <w:tc>
          <w:tcPr>
            <w:tcW w:w="1398" w:type="dxa"/>
          </w:tcPr>
          <w:p w14:paraId="29AF2709" w14:textId="7368567E" w:rsidR="00021D1F" w:rsidRPr="00CD3D9E" w:rsidRDefault="00021D1F" w:rsidP="00021D1F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28040034</w:t>
            </w:r>
          </w:p>
        </w:tc>
        <w:tc>
          <w:tcPr>
            <w:tcW w:w="2297" w:type="dxa"/>
          </w:tcPr>
          <w:p w14:paraId="04CB24C6" w14:textId="77777777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Tee Gersan</w:t>
            </w:r>
          </w:p>
          <w:p w14:paraId="3F793C3E" w14:textId="004E834B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25 mm</w:t>
            </w:r>
          </w:p>
        </w:tc>
        <w:tc>
          <w:tcPr>
            <w:tcW w:w="5803" w:type="dxa"/>
          </w:tcPr>
          <w:p w14:paraId="5F0F9309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 xml:space="preserve">Tee </w:t>
            </w:r>
            <w:r w:rsidRPr="00CD3D9E">
              <w:rPr>
                <w:rFonts w:ascii="Poppins" w:hAnsi="Poppins" w:cs="Poppins"/>
                <w:sz w:val="20"/>
              </w:rPr>
              <w:t>in polipropilene PP-R 80, saldabile, ideale per la realizzazione di impianti di distribuzione dell’acqua sanitaria, sia calda che fredda.</w:t>
            </w:r>
          </w:p>
          <w:p w14:paraId="7388A259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Prodotto idoneo per l’adduzione idrica sanitaria, secondo D.M 174/2004.</w:t>
            </w:r>
          </w:p>
          <w:p w14:paraId="5BC93601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5129A000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>Dati tecnici</w:t>
            </w:r>
            <w:r w:rsidRPr="00CD3D9E">
              <w:rPr>
                <w:rFonts w:ascii="Poppins" w:hAnsi="Poppins" w:cs="Poppins"/>
                <w:sz w:val="20"/>
              </w:rPr>
              <w:t>:</w:t>
            </w:r>
          </w:p>
          <w:p w14:paraId="44EBFF75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 xml:space="preserve">Misura: 25 mm </w:t>
            </w:r>
          </w:p>
          <w:p w14:paraId="460C409B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massima di esercizio: 60°C</w:t>
            </w:r>
          </w:p>
          <w:p w14:paraId="5F17580B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di punta temporanea: 95°C</w:t>
            </w:r>
          </w:p>
          <w:p w14:paraId="1D9980C1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Pressione massima di esercizio: 10 bar</w:t>
            </w:r>
          </w:p>
          <w:p w14:paraId="15FFE0E7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2908E44D" w14:textId="05ACCC5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77670C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 – Modello Tee Gersan 25 mm o equivalente.</w:t>
            </w:r>
          </w:p>
        </w:tc>
      </w:tr>
      <w:tr w:rsidR="00021D1F" w14:paraId="56C27917" w14:textId="77777777" w:rsidTr="00021D1F">
        <w:tc>
          <w:tcPr>
            <w:tcW w:w="1398" w:type="dxa"/>
          </w:tcPr>
          <w:p w14:paraId="29D46960" w14:textId="7DAC3D4B" w:rsidR="00021D1F" w:rsidRPr="00CD3D9E" w:rsidRDefault="00021D1F" w:rsidP="00021D1F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28040100</w:t>
            </w:r>
          </w:p>
        </w:tc>
        <w:tc>
          <w:tcPr>
            <w:tcW w:w="2297" w:type="dxa"/>
          </w:tcPr>
          <w:p w14:paraId="53B8738F" w14:textId="77777777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Tee Gersan</w:t>
            </w:r>
          </w:p>
          <w:p w14:paraId="54DB4491" w14:textId="663624F7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32 mm</w:t>
            </w:r>
          </w:p>
        </w:tc>
        <w:tc>
          <w:tcPr>
            <w:tcW w:w="5803" w:type="dxa"/>
          </w:tcPr>
          <w:p w14:paraId="463506C6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 xml:space="preserve">Tee </w:t>
            </w:r>
            <w:r w:rsidRPr="00CD3D9E">
              <w:rPr>
                <w:rFonts w:ascii="Poppins" w:hAnsi="Poppins" w:cs="Poppins"/>
                <w:sz w:val="20"/>
              </w:rPr>
              <w:t>in polipropilene PP-R 80, saldabile, ideale per la realizzazione di impianti di distribuzione dell’acqua sanitaria, sia calda che fredda.</w:t>
            </w:r>
          </w:p>
          <w:p w14:paraId="7B51BB1C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Prodotto idoneo per l’adduzione idrica sanitaria, secondo D.M 174/2004.</w:t>
            </w:r>
          </w:p>
          <w:p w14:paraId="09841191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2AA2ACD6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>Dati tecnici</w:t>
            </w:r>
            <w:r w:rsidRPr="00CD3D9E">
              <w:rPr>
                <w:rFonts w:ascii="Poppins" w:hAnsi="Poppins" w:cs="Poppins"/>
                <w:sz w:val="20"/>
              </w:rPr>
              <w:t>:</w:t>
            </w:r>
          </w:p>
          <w:p w14:paraId="3DCD5A52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 xml:space="preserve">Misura: 32 mm </w:t>
            </w:r>
          </w:p>
          <w:p w14:paraId="1DE420F0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massima di esercizio: 60°C</w:t>
            </w:r>
          </w:p>
          <w:p w14:paraId="53D0541A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di punta temporanea: 95°C</w:t>
            </w:r>
          </w:p>
          <w:p w14:paraId="7A375D22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Pressione massima di esercizio: 10 bar</w:t>
            </w:r>
          </w:p>
          <w:p w14:paraId="599DEA1B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7AE24D75" w14:textId="328D9CFB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77670C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 – Modello Tee Gersan 32 mm</w:t>
            </w:r>
            <w:r w:rsidR="000A257A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CD3D9E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021D1F" w14:paraId="6F73E767" w14:textId="77777777" w:rsidTr="00021D1F">
        <w:tc>
          <w:tcPr>
            <w:tcW w:w="1398" w:type="dxa"/>
          </w:tcPr>
          <w:p w14:paraId="1E7F4331" w14:textId="4C815959" w:rsidR="00021D1F" w:rsidRPr="00CD3D9E" w:rsidRDefault="00021D1F" w:rsidP="00021D1F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lastRenderedPageBreak/>
              <w:t>28040114</w:t>
            </w:r>
          </w:p>
        </w:tc>
        <w:tc>
          <w:tcPr>
            <w:tcW w:w="2297" w:type="dxa"/>
          </w:tcPr>
          <w:p w14:paraId="194D79C9" w14:textId="77777777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Tee Gersan</w:t>
            </w:r>
          </w:p>
          <w:p w14:paraId="13416C05" w14:textId="4C45CE50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40 mm</w:t>
            </w:r>
          </w:p>
        </w:tc>
        <w:tc>
          <w:tcPr>
            <w:tcW w:w="5803" w:type="dxa"/>
          </w:tcPr>
          <w:p w14:paraId="2D08B90B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 xml:space="preserve">Tee </w:t>
            </w:r>
            <w:r w:rsidRPr="00CD3D9E">
              <w:rPr>
                <w:rFonts w:ascii="Poppins" w:hAnsi="Poppins" w:cs="Poppins"/>
                <w:sz w:val="20"/>
              </w:rPr>
              <w:t>in polipropilene PP-R 80, saldabile, ideale per la realizzazione di impianti di distribuzione dell’acqua sanitaria, sia calda che fredda.</w:t>
            </w:r>
          </w:p>
          <w:p w14:paraId="42AF96A4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Prodotto idoneo per l’adduzione idrica sanitaria, secondo D.M 174/2004.</w:t>
            </w:r>
          </w:p>
          <w:p w14:paraId="6532DB88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6B1CD4F5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>Dati tecnici</w:t>
            </w:r>
            <w:r w:rsidRPr="00CD3D9E">
              <w:rPr>
                <w:rFonts w:ascii="Poppins" w:hAnsi="Poppins" w:cs="Poppins"/>
                <w:sz w:val="20"/>
              </w:rPr>
              <w:t>:</w:t>
            </w:r>
          </w:p>
          <w:p w14:paraId="4C22B211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 xml:space="preserve">Misura: 40 mm </w:t>
            </w:r>
          </w:p>
          <w:p w14:paraId="162E658F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massima di esercizio: 60°C</w:t>
            </w:r>
          </w:p>
          <w:p w14:paraId="0CFADDBE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di punta temporanea: 95°C</w:t>
            </w:r>
          </w:p>
          <w:p w14:paraId="0F197DBF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Pressione massima di esercizio: 10 bar</w:t>
            </w:r>
          </w:p>
          <w:p w14:paraId="15C72528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4FD9BEA7" w14:textId="1A32C831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77670C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 – Modello Tee Gersan 40 mm o equivalente.</w:t>
            </w:r>
          </w:p>
        </w:tc>
      </w:tr>
      <w:tr w:rsidR="00021D1F" w14:paraId="6BD22D04" w14:textId="77777777" w:rsidTr="00021D1F">
        <w:tc>
          <w:tcPr>
            <w:tcW w:w="1398" w:type="dxa"/>
          </w:tcPr>
          <w:p w14:paraId="3BE28939" w14:textId="7915D7E7" w:rsidR="00021D1F" w:rsidRPr="00CD3D9E" w:rsidRDefault="00021D1F" w:rsidP="00021D1F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28040112</w:t>
            </w:r>
          </w:p>
        </w:tc>
        <w:tc>
          <w:tcPr>
            <w:tcW w:w="2297" w:type="dxa"/>
          </w:tcPr>
          <w:p w14:paraId="5608B705" w14:textId="77777777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Tee Gersan</w:t>
            </w:r>
          </w:p>
          <w:p w14:paraId="7CB72E30" w14:textId="27622FA2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50 mm</w:t>
            </w:r>
          </w:p>
        </w:tc>
        <w:tc>
          <w:tcPr>
            <w:tcW w:w="5803" w:type="dxa"/>
          </w:tcPr>
          <w:p w14:paraId="7CCA1424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 xml:space="preserve">Tee </w:t>
            </w:r>
            <w:r w:rsidRPr="00CD3D9E">
              <w:rPr>
                <w:rFonts w:ascii="Poppins" w:hAnsi="Poppins" w:cs="Poppins"/>
                <w:sz w:val="20"/>
              </w:rPr>
              <w:t>in polipropilene PP-R 80, saldabile, ideale per la realizzazione di impianti di distribuzione dell’acqua sanitaria, sia calda che fredda.</w:t>
            </w:r>
          </w:p>
          <w:p w14:paraId="6F73B56B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Prodotto idoneo per l’adduzione idrica sanitaria, secondo D.M 174/2004.</w:t>
            </w:r>
          </w:p>
          <w:p w14:paraId="4503ABF4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38E880A4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>Dati tecnici</w:t>
            </w:r>
            <w:r w:rsidRPr="00CD3D9E">
              <w:rPr>
                <w:rFonts w:ascii="Poppins" w:hAnsi="Poppins" w:cs="Poppins"/>
                <w:sz w:val="20"/>
              </w:rPr>
              <w:t>:</w:t>
            </w:r>
          </w:p>
          <w:p w14:paraId="4A9BD49E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 xml:space="preserve">Misura: 50 mm </w:t>
            </w:r>
          </w:p>
          <w:p w14:paraId="2D98348C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massima di esercizio: 60°C</w:t>
            </w:r>
          </w:p>
          <w:p w14:paraId="4324A3F2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di punta temporanea: 95°C</w:t>
            </w:r>
          </w:p>
          <w:p w14:paraId="6FB24085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Pressione massima di esercizio: 10 bar</w:t>
            </w:r>
          </w:p>
          <w:p w14:paraId="1F10B8EB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1A73E984" w14:textId="72CD8B38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77670C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 – Modello Tee Gersan 50 mm o equivalente.</w:t>
            </w:r>
          </w:p>
        </w:tc>
      </w:tr>
      <w:tr w:rsidR="00021D1F" w14:paraId="7DDAC756" w14:textId="77777777" w:rsidTr="00021D1F">
        <w:tc>
          <w:tcPr>
            <w:tcW w:w="1398" w:type="dxa"/>
          </w:tcPr>
          <w:p w14:paraId="6AE0688F" w14:textId="4D1E1F02" w:rsidR="00021D1F" w:rsidRPr="00CD3D9E" w:rsidRDefault="00021D1F" w:rsidP="00021D1F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28040200</w:t>
            </w:r>
          </w:p>
        </w:tc>
        <w:tc>
          <w:tcPr>
            <w:tcW w:w="2297" w:type="dxa"/>
          </w:tcPr>
          <w:p w14:paraId="179877CE" w14:textId="77777777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Tee Gersan</w:t>
            </w:r>
          </w:p>
          <w:p w14:paraId="3E1827B1" w14:textId="4F38D8C6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63 mm</w:t>
            </w:r>
          </w:p>
        </w:tc>
        <w:tc>
          <w:tcPr>
            <w:tcW w:w="5803" w:type="dxa"/>
          </w:tcPr>
          <w:p w14:paraId="52E113F2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 xml:space="preserve">Tee </w:t>
            </w:r>
            <w:r w:rsidRPr="00CD3D9E">
              <w:rPr>
                <w:rFonts w:ascii="Poppins" w:hAnsi="Poppins" w:cs="Poppins"/>
                <w:sz w:val="20"/>
              </w:rPr>
              <w:t>in polipropilene PP-R 80, saldabile, ideale per la realizzazione di impianti di distribuzione dell’acqua sanitaria, sia calda che fredda.</w:t>
            </w:r>
          </w:p>
          <w:p w14:paraId="1FC719F6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lastRenderedPageBreak/>
              <w:t>Prodotto idoneo per l’adduzione idrica sanitaria, secondo D.M 174/2004.</w:t>
            </w:r>
          </w:p>
          <w:p w14:paraId="343BAD30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706FD477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>Dati tecnici</w:t>
            </w:r>
            <w:r w:rsidRPr="00CD3D9E">
              <w:rPr>
                <w:rFonts w:ascii="Poppins" w:hAnsi="Poppins" w:cs="Poppins"/>
                <w:sz w:val="20"/>
              </w:rPr>
              <w:t>:</w:t>
            </w:r>
          </w:p>
          <w:p w14:paraId="0D36C4C2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 xml:space="preserve">Misura: 63 mm </w:t>
            </w:r>
          </w:p>
          <w:p w14:paraId="3F2CEBA7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massima di esercizio: 60°C</w:t>
            </w:r>
          </w:p>
          <w:p w14:paraId="39594700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di punta temporanea: 95°C</w:t>
            </w:r>
          </w:p>
          <w:p w14:paraId="3105A2F8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Pressione massima di esercizio: 10 bar</w:t>
            </w:r>
          </w:p>
          <w:p w14:paraId="26DB99AE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3FB780F3" w14:textId="79CB82DD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77670C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 – Modello Tee Gersan 63 mm o equivalente.</w:t>
            </w:r>
          </w:p>
        </w:tc>
      </w:tr>
      <w:tr w:rsidR="00021D1F" w14:paraId="725EE7C6" w14:textId="77777777" w:rsidTr="00021D1F">
        <w:tc>
          <w:tcPr>
            <w:tcW w:w="1398" w:type="dxa"/>
          </w:tcPr>
          <w:p w14:paraId="4469DA76" w14:textId="3DEE946F" w:rsidR="00021D1F" w:rsidRPr="00CD3D9E" w:rsidRDefault="00021D1F" w:rsidP="00021D1F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lastRenderedPageBreak/>
              <w:t>28042009</w:t>
            </w:r>
          </w:p>
        </w:tc>
        <w:tc>
          <w:tcPr>
            <w:tcW w:w="2297" w:type="dxa"/>
          </w:tcPr>
          <w:p w14:paraId="04C149C2" w14:textId="77777777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Tee ridotto Gersan</w:t>
            </w:r>
          </w:p>
          <w:p w14:paraId="2BEEAD25" w14:textId="06374C61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25 – 20 mm</w:t>
            </w:r>
          </w:p>
        </w:tc>
        <w:tc>
          <w:tcPr>
            <w:tcW w:w="5803" w:type="dxa"/>
          </w:tcPr>
          <w:p w14:paraId="1279E1DC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 xml:space="preserve">Tee ridotto </w:t>
            </w:r>
            <w:r w:rsidRPr="00CD3D9E">
              <w:rPr>
                <w:rFonts w:ascii="Poppins" w:hAnsi="Poppins" w:cs="Poppins"/>
                <w:sz w:val="20"/>
              </w:rPr>
              <w:t>in polipropilene PP-R 80, saldabile, ideale per la realizzazione di impianti di distribuzione dell’acqua sanitaria, sia calda che fredda.</w:t>
            </w:r>
          </w:p>
          <w:p w14:paraId="68DA665F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Prodotto idoneo per l’adduzione idrica sanitaria, secondo D.M 174/2004.</w:t>
            </w:r>
          </w:p>
          <w:p w14:paraId="1D964639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2910A7EA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>Dati tecnici</w:t>
            </w:r>
            <w:r w:rsidRPr="00CD3D9E">
              <w:rPr>
                <w:rFonts w:ascii="Poppins" w:hAnsi="Poppins" w:cs="Poppins"/>
                <w:sz w:val="20"/>
              </w:rPr>
              <w:t>:</w:t>
            </w:r>
          </w:p>
          <w:p w14:paraId="7F06801D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 xml:space="preserve">Misura: </w:t>
            </w:r>
            <w:r w:rsidRPr="00CD3D9E">
              <w:rPr>
                <w:rFonts w:ascii="Poppins" w:hAnsi="Poppins" w:cs="Poppins"/>
                <w:bCs/>
                <w:sz w:val="20"/>
              </w:rPr>
              <w:t>25 – 20 mm</w:t>
            </w:r>
          </w:p>
          <w:p w14:paraId="7F70EC4C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massima di esercizio: 60°C</w:t>
            </w:r>
          </w:p>
          <w:p w14:paraId="2A262210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di punta temporanea: 95°C</w:t>
            </w:r>
          </w:p>
          <w:p w14:paraId="13F57C6F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Pressione massima di esercizio: 10 bar</w:t>
            </w:r>
          </w:p>
          <w:p w14:paraId="786AFAD9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7E753AD5" w14:textId="5BECB97F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77670C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 – Modello Tee ridotto Gersan 25 – 20 mm o equivalente.</w:t>
            </w:r>
          </w:p>
        </w:tc>
      </w:tr>
      <w:tr w:rsidR="00021D1F" w14:paraId="7DF108F3" w14:textId="77777777" w:rsidTr="00021D1F">
        <w:tc>
          <w:tcPr>
            <w:tcW w:w="1398" w:type="dxa"/>
          </w:tcPr>
          <w:p w14:paraId="2263B5D7" w14:textId="22F15C86" w:rsidR="00021D1F" w:rsidRPr="00CD3D9E" w:rsidRDefault="00021D1F" w:rsidP="00021D1F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28042012</w:t>
            </w:r>
          </w:p>
        </w:tc>
        <w:tc>
          <w:tcPr>
            <w:tcW w:w="2297" w:type="dxa"/>
          </w:tcPr>
          <w:p w14:paraId="2077391A" w14:textId="77777777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Tee ridotto Gersan</w:t>
            </w:r>
          </w:p>
          <w:p w14:paraId="6643C7EE" w14:textId="18D66BAC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32 – 20 mm</w:t>
            </w:r>
          </w:p>
        </w:tc>
        <w:tc>
          <w:tcPr>
            <w:tcW w:w="5803" w:type="dxa"/>
          </w:tcPr>
          <w:p w14:paraId="74ED5510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 xml:space="preserve">Tee ridotto </w:t>
            </w:r>
            <w:r w:rsidRPr="00CD3D9E">
              <w:rPr>
                <w:rFonts w:ascii="Poppins" w:hAnsi="Poppins" w:cs="Poppins"/>
                <w:sz w:val="20"/>
              </w:rPr>
              <w:t>in polipropilene PP-R 80, saldabile, ideale per la realizzazione di impianti di distribuzione dell’acqua sanitaria, sia calda che fredda.</w:t>
            </w:r>
          </w:p>
          <w:p w14:paraId="4FE52DC3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Prodotto idoneo per l’adduzione idrica sanitaria, secondo D.M 174/2004.</w:t>
            </w:r>
          </w:p>
          <w:p w14:paraId="261981DC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3B979D9A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>Dati tecnici</w:t>
            </w:r>
            <w:r w:rsidRPr="00CD3D9E">
              <w:rPr>
                <w:rFonts w:ascii="Poppins" w:hAnsi="Poppins" w:cs="Poppins"/>
                <w:sz w:val="20"/>
              </w:rPr>
              <w:t>:</w:t>
            </w:r>
          </w:p>
          <w:p w14:paraId="4285FE21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Misura: 32</w:t>
            </w:r>
            <w:r w:rsidRPr="00CD3D9E">
              <w:rPr>
                <w:rFonts w:ascii="Poppins" w:hAnsi="Poppins" w:cs="Poppins"/>
                <w:bCs/>
                <w:sz w:val="20"/>
              </w:rPr>
              <w:t xml:space="preserve"> – 20 mm</w:t>
            </w:r>
          </w:p>
          <w:p w14:paraId="6C1E0B54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massima di esercizio: 60°C</w:t>
            </w:r>
          </w:p>
          <w:p w14:paraId="57A5908C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di punta temporanea: 95°C</w:t>
            </w:r>
          </w:p>
          <w:p w14:paraId="05A72E98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Pressione massima di esercizio: 10 bar</w:t>
            </w:r>
          </w:p>
          <w:p w14:paraId="753019F4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5159D299" w14:textId="2CA483B4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77670C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 – Modello Tee ridotto Gersan 32 – 20 mm o equivalente.</w:t>
            </w:r>
          </w:p>
        </w:tc>
      </w:tr>
      <w:tr w:rsidR="00021D1F" w14:paraId="2C676D41" w14:textId="77777777" w:rsidTr="00021D1F">
        <w:tc>
          <w:tcPr>
            <w:tcW w:w="1398" w:type="dxa"/>
          </w:tcPr>
          <w:p w14:paraId="6096737C" w14:textId="16D70E70" w:rsidR="00021D1F" w:rsidRPr="00CD3D9E" w:rsidRDefault="00021D1F" w:rsidP="00021D1F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lastRenderedPageBreak/>
              <w:t>28042015</w:t>
            </w:r>
          </w:p>
        </w:tc>
        <w:tc>
          <w:tcPr>
            <w:tcW w:w="2297" w:type="dxa"/>
          </w:tcPr>
          <w:p w14:paraId="53519E87" w14:textId="77777777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Tee ridotto Gersan</w:t>
            </w:r>
          </w:p>
          <w:p w14:paraId="06D940C1" w14:textId="7D3B7196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32 – 25 mm</w:t>
            </w:r>
          </w:p>
        </w:tc>
        <w:tc>
          <w:tcPr>
            <w:tcW w:w="5803" w:type="dxa"/>
          </w:tcPr>
          <w:p w14:paraId="6C8191CF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 xml:space="preserve">Tee ridotto </w:t>
            </w:r>
            <w:r w:rsidRPr="00CD3D9E">
              <w:rPr>
                <w:rFonts w:ascii="Poppins" w:hAnsi="Poppins" w:cs="Poppins"/>
                <w:sz w:val="20"/>
              </w:rPr>
              <w:t>in polipropilene PP-R 80, saldabile, ideale per la realizzazione di impianti di distribuzione dell’acqua sanitaria, sia calda che fredda.</w:t>
            </w:r>
          </w:p>
          <w:p w14:paraId="41C39807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Prodotto idoneo per l’adduzione idrica sanitaria, secondo D.M 174/2004.</w:t>
            </w:r>
          </w:p>
          <w:p w14:paraId="07AC18B1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703BF119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>Dati tecnici</w:t>
            </w:r>
            <w:r w:rsidRPr="00CD3D9E">
              <w:rPr>
                <w:rFonts w:ascii="Poppins" w:hAnsi="Poppins" w:cs="Poppins"/>
                <w:sz w:val="20"/>
              </w:rPr>
              <w:t>:</w:t>
            </w:r>
          </w:p>
          <w:p w14:paraId="469D5221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Misura: 32</w:t>
            </w:r>
            <w:r w:rsidRPr="00CD3D9E">
              <w:rPr>
                <w:rFonts w:ascii="Poppins" w:hAnsi="Poppins" w:cs="Poppins"/>
                <w:bCs/>
                <w:sz w:val="20"/>
              </w:rPr>
              <w:t xml:space="preserve"> – 25 mm</w:t>
            </w:r>
          </w:p>
          <w:p w14:paraId="26A0E60E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massima di esercizio: 60°C</w:t>
            </w:r>
          </w:p>
          <w:p w14:paraId="05A65DB6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di punta temporanea: 95°C</w:t>
            </w:r>
          </w:p>
          <w:p w14:paraId="5A65D28D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Pressione massima di esercizio: 10 bar</w:t>
            </w:r>
          </w:p>
          <w:p w14:paraId="1E5EE448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5795E462" w14:textId="21484508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77670C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 – Modello Tee ridotto Gersan 32 – 25 mm o equivalente.</w:t>
            </w:r>
          </w:p>
        </w:tc>
      </w:tr>
      <w:tr w:rsidR="00021D1F" w14:paraId="78C45161" w14:textId="77777777" w:rsidTr="00021D1F">
        <w:tc>
          <w:tcPr>
            <w:tcW w:w="1398" w:type="dxa"/>
          </w:tcPr>
          <w:p w14:paraId="5272FF12" w14:textId="1E72DEB1" w:rsidR="00021D1F" w:rsidRPr="00CD3D9E" w:rsidRDefault="00021D1F" w:rsidP="00021D1F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28042021</w:t>
            </w:r>
          </w:p>
        </w:tc>
        <w:tc>
          <w:tcPr>
            <w:tcW w:w="2297" w:type="dxa"/>
          </w:tcPr>
          <w:p w14:paraId="37D5E7DF" w14:textId="77777777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Tee ridotto Gersan</w:t>
            </w:r>
          </w:p>
          <w:p w14:paraId="20B034A0" w14:textId="242D1900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40 – 25 mm</w:t>
            </w:r>
          </w:p>
        </w:tc>
        <w:tc>
          <w:tcPr>
            <w:tcW w:w="5803" w:type="dxa"/>
          </w:tcPr>
          <w:p w14:paraId="7124D74F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 xml:space="preserve">Tee ridotto </w:t>
            </w:r>
            <w:r w:rsidRPr="00CD3D9E">
              <w:rPr>
                <w:rFonts w:ascii="Poppins" w:hAnsi="Poppins" w:cs="Poppins"/>
                <w:sz w:val="20"/>
              </w:rPr>
              <w:t>in polipropilene PP-R 80, saldabile, ideale per la realizzazione di impianti di distribuzione dell’acqua sanitaria, sia calda che fredda.</w:t>
            </w:r>
          </w:p>
          <w:p w14:paraId="2D64E863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Prodotto idoneo per l’adduzione idrica sanitaria, secondo D.M 174/2004.</w:t>
            </w:r>
          </w:p>
          <w:p w14:paraId="1333ED04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4A187E21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>Dati tecnici</w:t>
            </w:r>
            <w:r w:rsidRPr="00CD3D9E">
              <w:rPr>
                <w:rFonts w:ascii="Poppins" w:hAnsi="Poppins" w:cs="Poppins"/>
                <w:sz w:val="20"/>
              </w:rPr>
              <w:t>:</w:t>
            </w:r>
          </w:p>
          <w:p w14:paraId="28ABA35D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Misura: 40</w:t>
            </w:r>
            <w:r w:rsidRPr="00CD3D9E">
              <w:rPr>
                <w:rFonts w:ascii="Poppins" w:hAnsi="Poppins" w:cs="Poppins"/>
                <w:bCs/>
                <w:sz w:val="20"/>
              </w:rPr>
              <w:t xml:space="preserve"> – 25 mm</w:t>
            </w:r>
          </w:p>
          <w:p w14:paraId="067DA4F6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massima di esercizio: 60°C</w:t>
            </w:r>
          </w:p>
          <w:p w14:paraId="1D2E1749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di punta temporanea: 95°C</w:t>
            </w:r>
          </w:p>
          <w:p w14:paraId="0C3FFB8D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Pressione massima di esercizio: 10 bar</w:t>
            </w:r>
          </w:p>
          <w:p w14:paraId="6F97851E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22DFA4DC" w14:textId="76A22048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77670C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 – Modello Tee ridotto Gersan 40 – 25 mm o equivalente.</w:t>
            </w:r>
          </w:p>
        </w:tc>
      </w:tr>
      <w:tr w:rsidR="00021D1F" w14:paraId="34B2BC4F" w14:textId="77777777" w:rsidTr="00021D1F">
        <w:tc>
          <w:tcPr>
            <w:tcW w:w="1398" w:type="dxa"/>
          </w:tcPr>
          <w:p w14:paraId="067F5071" w14:textId="47EEEF6D" w:rsidR="00021D1F" w:rsidRPr="00CD3D9E" w:rsidRDefault="00021D1F" w:rsidP="00021D1F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28047012</w:t>
            </w:r>
          </w:p>
        </w:tc>
        <w:tc>
          <w:tcPr>
            <w:tcW w:w="2297" w:type="dxa"/>
          </w:tcPr>
          <w:p w14:paraId="34640270" w14:textId="77777777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Gomito filettato femmina con flangia Gersan</w:t>
            </w:r>
          </w:p>
          <w:p w14:paraId="5D3DB23A" w14:textId="7BBE545B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20 – 1/2"</w:t>
            </w:r>
          </w:p>
        </w:tc>
        <w:tc>
          <w:tcPr>
            <w:tcW w:w="5803" w:type="dxa"/>
          </w:tcPr>
          <w:p w14:paraId="4FB726D0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 xml:space="preserve">Gomito filettato femmina con flangia </w:t>
            </w:r>
            <w:r w:rsidRPr="00CD3D9E">
              <w:rPr>
                <w:rFonts w:ascii="Poppins" w:hAnsi="Poppins" w:cs="Poppins"/>
                <w:sz w:val="20"/>
              </w:rPr>
              <w:t>in polipropilene PP-R 80, saldabile, ideale per la realizzazione di impianti di distribuzione dell’acqua sanitaria, sia calda che fredda.</w:t>
            </w:r>
          </w:p>
          <w:p w14:paraId="4058C7DD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Prodotto idoneo per l’adduzione idrica sanitaria, secondo D.M 174/2004.</w:t>
            </w:r>
          </w:p>
          <w:p w14:paraId="28F83C02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5622E095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>Dati tecnici</w:t>
            </w:r>
            <w:r w:rsidRPr="00CD3D9E">
              <w:rPr>
                <w:rFonts w:ascii="Poppins" w:hAnsi="Poppins" w:cs="Poppins"/>
                <w:sz w:val="20"/>
              </w:rPr>
              <w:t>:</w:t>
            </w:r>
          </w:p>
          <w:p w14:paraId="130E9564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 xml:space="preserve">Misura: </w:t>
            </w:r>
            <w:r w:rsidRPr="00CD3D9E">
              <w:rPr>
                <w:rFonts w:ascii="Poppins" w:hAnsi="Poppins" w:cs="Poppins"/>
                <w:bCs/>
                <w:sz w:val="20"/>
              </w:rPr>
              <w:t>20 – 1/2"</w:t>
            </w:r>
          </w:p>
          <w:p w14:paraId="3185C7F7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Filettatura: Rp (UNI EN 10226)</w:t>
            </w:r>
          </w:p>
          <w:p w14:paraId="3404AB04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massima di esercizio: 60°C</w:t>
            </w:r>
          </w:p>
          <w:p w14:paraId="3221851B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di punta temporanea: 95°C</w:t>
            </w:r>
          </w:p>
          <w:p w14:paraId="4AFC2FAE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Pressione massima di esercizio: 10 bar</w:t>
            </w:r>
          </w:p>
          <w:p w14:paraId="28364349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22EB373C" w14:textId="2DBDCA2D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lastRenderedPageBreak/>
              <w:t xml:space="preserve">Marca </w:t>
            </w:r>
            <w:r w:rsidR="0077670C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 – Modello Gomito filettato femmina con flangia Gersan 20 – 1/2" o equivalente.</w:t>
            </w:r>
          </w:p>
        </w:tc>
      </w:tr>
      <w:tr w:rsidR="00021D1F" w14:paraId="5A881494" w14:textId="77777777" w:rsidTr="00021D1F">
        <w:tc>
          <w:tcPr>
            <w:tcW w:w="1398" w:type="dxa"/>
          </w:tcPr>
          <w:p w14:paraId="7DF45C39" w14:textId="318A612F" w:rsidR="00021D1F" w:rsidRPr="00CD3D9E" w:rsidRDefault="00021D1F" w:rsidP="00021D1F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lastRenderedPageBreak/>
              <w:t>28047034</w:t>
            </w:r>
          </w:p>
        </w:tc>
        <w:tc>
          <w:tcPr>
            <w:tcW w:w="2297" w:type="dxa"/>
          </w:tcPr>
          <w:p w14:paraId="24BF25BD" w14:textId="77777777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Gomito filettato femmina con flangia Gersan</w:t>
            </w:r>
          </w:p>
          <w:p w14:paraId="2282DFAF" w14:textId="54177915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25 – 1/2"</w:t>
            </w:r>
          </w:p>
        </w:tc>
        <w:tc>
          <w:tcPr>
            <w:tcW w:w="5803" w:type="dxa"/>
          </w:tcPr>
          <w:p w14:paraId="238D0807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 xml:space="preserve">Gomito filettato femmina con flangia </w:t>
            </w:r>
            <w:r w:rsidRPr="00CD3D9E">
              <w:rPr>
                <w:rFonts w:ascii="Poppins" w:hAnsi="Poppins" w:cs="Poppins"/>
                <w:sz w:val="20"/>
              </w:rPr>
              <w:t>in polipropilene PP-R 80, saldabile, ideale per la realizzazione di impianti di distribuzione dell’acqua sanitaria, sia calda che fredda.</w:t>
            </w:r>
          </w:p>
          <w:p w14:paraId="7479AF82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Prodotto idoneo per l’adduzione idrica sanitaria, secondo D.M 174/2004.</w:t>
            </w:r>
          </w:p>
          <w:p w14:paraId="7B4F0C8D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22A18705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>Dati tecnici</w:t>
            </w:r>
            <w:r w:rsidRPr="00CD3D9E">
              <w:rPr>
                <w:rFonts w:ascii="Poppins" w:hAnsi="Poppins" w:cs="Poppins"/>
                <w:sz w:val="20"/>
              </w:rPr>
              <w:t>:</w:t>
            </w:r>
          </w:p>
          <w:p w14:paraId="29C57FCB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 xml:space="preserve">Misura: </w:t>
            </w:r>
            <w:r w:rsidRPr="00CD3D9E">
              <w:rPr>
                <w:rFonts w:ascii="Poppins" w:hAnsi="Poppins" w:cs="Poppins"/>
                <w:bCs/>
                <w:sz w:val="20"/>
              </w:rPr>
              <w:t>25 – 1/2"</w:t>
            </w:r>
          </w:p>
          <w:p w14:paraId="18C45256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Filettatura: Rp (UNI EN 10226)</w:t>
            </w:r>
          </w:p>
          <w:p w14:paraId="4ED41CD8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massima di esercizio: 60°C</w:t>
            </w:r>
          </w:p>
          <w:p w14:paraId="3A635BFE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di punta temporanea: 95°C</w:t>
            </w:r>
          </w:p>
          <w:p w14:paraId="10CD01BB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Pressione massima di esercizio: 10 bar</w:t>
            </w:r>
          </w:p>
          <w:p w14:paraId="1BE82E92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11CC027C" w14:textId="155592BA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77670C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 – Modello Gomito filettato femmina con flangia Gersan 25 – 1/2" o equivalente.</w:t>
            </w:r>
          </w:p>
        </w:tc>
      </w:tr>
      <w:tr w:rsidR="00021D1F" w14:paraId="10BBD3D3" w14:textId="77777777" w:rsidTr="00021D1F">
        <w:tc>
          <w:tcPr>
            <w:tcW w:w="1398" w:type="dxa"/>
          </w:tcPr>
          <w:p w14:paraId="1F103CB9" w14:textId="10B9ED11" w:rsidR="00021D1F" w:rsidRPr="00CD3D9E" w:rsidRDefault="00021D1F" w:rsidP="00021D1F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28057003</w:t>
            </w:r>
          </w:p>
        </w:tc>
        <w:tc>
          <w:tcPr>
            <w:tcW w:w="2297" w:type="dxa"/>
          </w:tcPr>
          <w:p w14:paraId="47C86D7B" w14:textId="77777777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Gomito filettato maschio Gersan</w:t>
            </w:r>
          </w:p>
          <w:p w14:paraId="4CF64F9C" w14:textId="6F1CEC62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20 – 1/2"</w:t>
            </w:r>
          </w:p>
        </w:tc>
        <w:tc>
          <w:tcPr>
            <w:tcW w:w="5803" w:type="dxa"/>
          </w:tcPr>
          <w:p w14:paraId="43A57099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 xml:space="preserve">Gomito filettato maschio </w:t>
            </w:r>
            <w:r w:rsidRPr="00CD3D9E">
              <w:rPr>
                <w:rFonts w:ascii="Poppins" w:hAnsi="Poppins" w:cs="Poppins"/>
                <w:sz w:val="20"/>
              </w:rPr>
              <w:t>in polipropilene PP-R 80, saldabile, ideale per la realizzazione di impianti di distribuzione dell’acqua sanitaria, sia calda che fredda.</w:t>
            </w:r>
          </w:p>
          <w:p w14:paraId="3CDD874E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Prodotto idoneo per l’adduzione idrica sanitaria, secondo D.M 174/2004.</w:t>
            </w:r>
          </w:p>
          <w:p w14:paraId="199CA07E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28C5BD7E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>Dati tecnici</w:t>
            </w:r>
            <w:r w:rsidRPr="00CD3D9E">
              <w:rPr>
                <w:rFonts w:ascii="Poppins" w:hAnsi="Poppins" w:cs="Poppins"/>
                <w:sz w:val="20"/>
              </w:rPr>
              <w:t>:</w:t>
            </w:r>
          </w:p>
          <w:p w14:paraId="45035BB2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 xml:space="preserve">Misura: </w:t>
            </w:r>
            <w:r w:rsidRPr="00CD3D9E">
              <w:rPr>
                <w:rFonts w:ascii="Poppins" w:hAnsi="Poppins" w:cs="Poppins"/>
                <w:bCs/>
                <w:sz w:val="20"/>
              </w:rPr>
              <w:t>20 – 1/2"</w:t>
            </w:r>
          </w:p>
          <w:p w14:paraId="2CE19C19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Filettatura: Rp (UNI EN 10226)</w:t>
            </w:r>
          </w:p>
          <w:p w14:paraId="28D7A779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massima di esercizio: 60°C</w:t>
            </w:r>
          </w:p>
          <w:p w14:paraId="74409EC7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di punta temporanea: 95°C</w:t>
            </w:r>
          </w:p>
          <w:p w14:paraId="6E181F9E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Pressione massima di esercizio: 10 bar</w:t>
            </w:r>
          </w:p>
          <w:p w14:paraId="57904C7C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2058FBAD" w14:textId="5CF8E01A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77670C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 – Modello Gomito filettato maschio Gersan 20 – 1/2" o equivalente.</w:t>
            </w:r>
          </w:p>
        </w:tc>
      </w:tr>
      <w:tr w:rsidR="00021D1F" w14:paraId="2E5AF71F" w14:textId="77777777" w:rsidTr="00021D1F">
        <w:tc>
          <w:tcPr>
            <w:tcW w:w="1398" w:type="dxa"/>
          </w:tcPr>
          <w:p w14:paraId="22E23681" w14:textId="72C738F9" w:rsidR="00021D1F" w:rsidRPr="00CD3D9E" w:rsidRDefault="00021D1F" w:rsidP="00021D1F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28057010</w:t>
            </w:r>
          </w:p>
        </w:tc>
        <w:tc>
          <w:tcPr>
            <w:tcW w:w="2297" w:type="dxa"/>
          </w:tcPr>
          <w:p w14:paraId="5FE1AB0E" w14:textId="77777777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Gomito filettato maschio Gersan</w:t>
            </w:r>
          </w:p>
          <w:p w14:paraId="5B51A870" w14:textId="6F6C2900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25 – 1/2"</w:t>
            </w:r>
          </w:p>
        </w:tc>
        <w:tc>
          <w:tcPr>
            <w:tcW w:w="5803" w:type="dxa"/>
          </w:tcPr>
          <w:p w14:paraId="236DDAF0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 xml:space="preserve">Gomito filettato maschio </w:t>
            </w:r>
            <w:r w:rsidRPr="00CD3D9E">
              <w:rPr>
                <w:rFonts w:ascii="Poppins" w:hAnsi="Poppins" w:cs="Poppins"/>
                <w:sz w:val="20"/>
              </w:rPr>
              <w:t>in polipropilene PP-R 80, saldabile, ideale per la realizzazione di impianti di distribuzione dell’acqua sanitaria, sia calda che fredda.</w:t>
            </w:r>
          </w:p>
          <w:p w14:paraId="4874FF6E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Prodotto idoneo per l’adduzione idrica sanitaria, secondo D.M 174/2004.</w:t>
            </w:r>
          </w:p>
          <w:p w14:paraId="4B77FB6C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54F53D9E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>Dati tecnici</w:t>
            </w:r>
            <w:r w:rsidRPr="00CD3D9E">
              <w:rPr>
                <w:rFonts w:ascii="Poppins" w:hAnsi="Poppins" w:cs="Poppins"/>
                <w:sz w:val="20"/>
              </w:rPr>
              <w:t>:</w:t>
            </w:r>
          </w:p>
          <w:p w14:paraId="5F49B901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 xml:space="preserve">Misura: </w:t>
            </w:r>
            <w:r w:rsidRPr="00CD3D9E">
              <w:rPr>
                <w:rFonts w:ascii="Poppins" w:hAnsi="Poppins" w:cs="Poppins"/>
                <w:bCs/>
                <w:sz w:val="20"/>
              </w:rPr>
              <w:t>25 – 1/2"</w:t>
            </w:r>
          </w:p>
          <w:p w14:paraId="2A4B36B4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Filettatura: Rp (UNI EN 10226)</w:t>
            </w:r>
          </w:p>
          <w:p w14:paraId="20DEC31C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lastRenderedPageBreak/>
              <w:t>Temperatura massima di esercizio: 60°C</w:t>
            </w:r>
          </w:p>
          <w:p w14:paraId="1CEFC318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di punta temporanea: 95°C</w:t>
            </w:r>
          </w:p>
          <w:p w14:paraId="351C32DB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Pressione massima di esercizio: 10 bar</w:t>
            </w:r>
          </w:p>
          <w:p w14:paraId="0F337D89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66B7A5A7" w14:textId="4D11F9DE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77670C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 – Modello Gomito filettato maschio Gersan 25 – 1/2" o equivalente.</w:t>
            </w:r>
          </w:p>
        </w:tc>
      </w:tr>
      <w:tr w:rsidR="00021D1F" w14:paraId="421CF793" w14:textId="77777777" w:rsidTr="00021D1F">
        <w:tc>
          <w:tcPr>
            <w:tcW w:w="1398" w:type="dxa"/>
          </w:tcPr>
          <w:p w14:paraId="1476FFF2" w14:textId="6C528A8E" w:rsidR="00021D1F" w:rsidRPr="00CD3D9E" w:rsidRDefault="00021D1F" w:rsidP="00021D1F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lastRenderedPageBreak/>
              <w:t>28057009</w:t>
            </w:r>
          </w:p>
        </w:tc>
        <w:tc>
          <w:tcPr>
            <w:tcW w:w="2297" w:type="dxa"/>
          </w:tcPr>
          <w:p w14:paraId="359A66B8" w14:textId="77777777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Gomito filettato maschio Gersan</w:t>
            </w:r>
          </w:p>
          <w:p w14:paraId="3445B032" w14:textId="7F636181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25 – 3/4"</w:t>
            </w:r>
          </w:p>
        </w:tc>
        <w:tc>
          <w:tcPr>
            <w:tcW w:w="5803" w:type="dxa"/>
          </w:tcPr>
          <w:p w14:paraId="22A088B4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 xml:space="preserve">Gomito filettato maschio </w:t>
            </w:r>
            <w:r w:rsidRPr="00CD3D9E">
              <w:rPr>
                <w:rFonts w:ascii="Poppins" w:hAnsi="Poppins" w:cs="Poppins"/>
                <w:sz w:val="20"/>
              </w:rPr>
              <w:t>in polipropilene PP-R 80, saldabile, ideale per la realizzazione di impianti di distribuzione dell’acqua sanitaria, sia calda che fredda.</w:t>
            </w:r>
          </w:p>
          <w:p w14:paraId="03A9182B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Prodotto idoneo per l’adduzione idrica sanitaria, secondo D.M 174/2004.</w:t>
            </w:r>
          </w:p>
          <w:p w14:paraId="0910D4A2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65BA085E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>Dati tecnici</w:t>
            </w:r>
            <w:r w:rsidRPr="00CD3D9E">
              <w:rPr>
                <w:rFonts w:ascii="Poppins" w:hAnsi="Poppins" w:cs="Poppins"/>
                <w:sz w:val="20"/>
              </w:rPr>
              <w:t>:</w:t>
            </w:r>
          </w:p>
          <w:p w14:paraId="2CDFDCDC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 xml:space="preserve">Misura: </w:t>
            </w:r>
            <w:r w:rsidRPr="00CD3D9E">
              <w:rPr>
                <w:rFonts w:ascii="Poppins" w:hAnsi="Poppins" w:cs="Poppins"/>
                <w:bCs/>
                <w:sz w:val="20"/>
              </w:rPr>
              <w:t>25 – 3/4"</w:t>
            </w:r>
          </w:p>
          <w:p w14:paraId="2328AE2E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Filettatura: Rp (UNI EN 10226)</w:t>
            </w:r>
          </w:p>
          <w:p w14:paraId="46AE11B1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massima di esercizio: 60°C</w:t>
            </w:r>
          </w:p>
          <w:p w14:paraId="1EE99130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di punta temporanea: 95°C</w:t>
            </w:r>
          </w:p>
          <w:p w14:paraId="0173A8C5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Pressione massima di esercizio: 10 bar</w:t>
            </w:r>
          </w:p>
          <w:p w14:paraId="3821B326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70853A5D" w14:textId="6248D3F3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77670C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 – Modello Gomito filettato maschio Gersan 25 – 3/4" o equivalente.</w:t>
            </w:r>
          </w:p>
        </w:tc>
      </w:tr>
      <w:tr w:rsidR="00021D1F" w14:paraId="53882725" w14:textId="77777777" w:rsidTr="00021D1F">
        <w:tc>
          <w:tcPr>
            <w:tcW w:w="1398" w:type="dxa"/>
          </w:tcPr>
          <w:p w14:paraId="3A000BE6" w14:textId="2952A2DD" w:rsidR="00021D1F" w:rsidRPr="00CD3D9E" w:rsidRDefault="00021D1F" w:rsidP="00021D1F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28057015</w:t>
            </w:r>
          </w:p>
        </w:tc>
        <w:tc>
          <w:tcPr>
            <w:tcW w:w="2297" w:type="dxa"/>
          </w:tcPr>
          <w:p w14:paraId="623ECBC1" w14:textId="77777777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Gomito filettato maschio Gersan</w:t>
            </w:r>
          </w:p>
          <w:p w14:paraId="2ED537BE" w14:textId="1E1B924B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32 – 1"</w:t>
            </w:r>
          </w:p>
        </w:tc>
        <w:tc>
          <w:tcPr>
            <w:tcW w:w="5803" w:type="dxa"/>
          </w:tcPr>
          <w:p w14:paraId="22C7FF4B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 xml:space="preserve">Gomito filettato maschio </w:t>
            </w:r>
            <w:r w:rsidRPr="00CD3D9E">
              <w:rPr>
                <w:rFonts w:ascii="Poppins" w:hAnsi="Poppins" w:cs="Poppins"/>
                <w:sz w:val="20"/>
              </w:rPr>
              <w:t>in polipropilene PP-R 80, saldabile, ideale per la realizzazione di impianti di distribuzione dell’acqua sanitaria, sia calda che fredda.</w:t>
            </w:r>
          </w:p>
          <w:p w14:paraId="6D99B4FD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Prodotto idoneo per l’adduzione idrica sanitaria, secondo D.M 174/2004.</w:t>
            </w:r>
          </w:p>
          <w:p w14:paraId="3CC13875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5B9FC5BB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>Dati tecnici</w:t>
            </w:r>
            <w:r w:rsidRPr="00CD3D9E">
              <w:rPr>
                <w:rFonts w:ascii="Poppins" w:hAnsi="Poppins" w:cs="Poppins"/>
                <w:sz w:val="20"/>
              </w:rPr>
              <w:t>:</w:t>
            </w:r>
          </w:p>
          <w:p w14:paraId="1B717FFC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Misura: 32</w:t>
            </w:r>
            <w:r w:rsidRPr="00CD3D9E">
              <w:rPr>
                <w:rFonts w:ascii="Poppins" w:hAnsi="Poppins" w:cs="Poppins"/>
                <w:bCs/>
                <w:sz w:val="20"/>
              </w:rPr>
              <w:t xml:space="preserve"> – 1"</w:t>
            </w:r>
          </w:p>
          <w:p w14:paraId="6C47B359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Filettatura: Rp (UNI EN 10226)</w:t>
            </w:r>
          </w:p>
          <w:p w14:paraId="79526BDC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massima di esercizio: 60°C</w:t>
            </w:r>
          </w:p>
          <w:p w14:paraId="6A00DA45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di punta temporanea: 95°C</w:t>
            </w:r>
          </w:p>
          <w:p w14:paraId="3DC272F1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Pressione massima di esercizio: 10 bar</w:t>
            </w:r>
          </w:p>
          <w:p w14:paraId="69DDD251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44C84EE9" w14:textId="2D14153F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77670C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 – Modello Gomito filettato maschio Gersan 32 – 1" o equivalente.</w:t>
            </w:r>
          </w:p>
        </w:tc>
      </w:tr>
      <w:tr w:rsidR="00021D1F" w14:paraId="37E5C824" w14:textId="77777777" w:rsidTr="00021D1F">
        <w:tc>
          <w:tcPr>
            <w:tcW w:w="1398" w:type="dxa"/>
          </w:tcPr>
          <w:p w14:paraId="681EE9A9" w14:textId="053BD816" w:rsidR="00021D1F" w:rsidRPr="00CD3D9E" w:rsidRDefault="00021D1F" w:rsidP="00021D1F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28045009</w:t>
            </w:r>
          </w:p>
        </w:tc>
        <w:tc>
          <w:tcPr>
            <w:tcW w:w="2297" w:type="dxa"/>
          </w:tcPr>
          <w:p w14:paraId="63DD70A6" w14:textId="77777777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Riduzione Gersan</w:t>
            </w:r>
          </w:p>
          <w:p w14:paraId="04F6F049" w14:textId="41377409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25 – 20 mm</w:t>
            </w:r>
          </w:p>
        </w:tc>
        <w:tc>
          <w:tcPr>
            <w:tcW w:w="5803" w:type="dxa"/>
          </w:tcPr>
          <w:p w14:paraId="076B4E0C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Riduzione</w:t>
            </w:r>
            <w:r w:rsidRPr="00CD3D9E">
              <w:rPr>
                <w:rFonts w:ascii="Poppins" w:hAnsi="Poppins" w:cs="Poppins"/>
                <w:sz w:val="20"/>
              </w:rPr>
              <w:t xml:space="preserve"> in polipropilene PP-R 80, saldabile, ideale per la realizzazione di impianti di distribuzione dell’acqua sanitaria, sia calda che fredda.</w:t>
            </w:r>
          </w:p>
          <w:p w14:paraId="3A9DCE7E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Prodotto idoneo per l’adduzione idrica sanitaria, secondo D.M 174/2004.</w:t>
            </w:r>
          </w:p>
          <w:p w14:paraId="53079116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6455E69C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>Dati tecnici</w:t>
            </w:r>
            <w:r w:rsidRPr="00CD3D9E">
              <w:rPr>
                <w:rFonts w:ascii="Poppins" w:hAnsi="Poppins" w:cs="Poppins"/>
                <w:sz w:val="20"/>
              </w:rPr>
              <w:t>:</w:t>
            </w:r>
          </w:p>
          <w:p w14:paraId="4E7CE4E8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 xml:space="preserve">Misura: </w:t>
            </w:r>
            <w:r w:rsidRPr="00CD3D9E">
              <w:rPr>
                <w:rFonts w:ascii="Poppins" w:hAnsi="Poppins" w:cs="Poppins"/>
                <w:bCs/>
                <w:sz w:val="20"/>
              </w:rPr>
              <w:t>25 – 20 mm</w:t>
            </w:r>
          </w:p>
          <w:p w14:paraId="5EF8B1B6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massima di esercizio: 60°C</w:t>
            </w:r>
          </w:p>
          <w:p w14:paraId="05C669AA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di punta temporanea: 95°C</w:t>
            </w:r>
          </w:p>
          <w:p w14:paraId="27D04A5E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Pressione massima di esercizio: 10 bar</w:t>
            </w:r>
          </w:p>
          <w:p w14:paraId="52DF8F7F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106CC59D" w14:textId="21DF8EA3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77670C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 – Modello Riduzione Gersan 25 – 20 mm o equivalente.</w:t>
            </w:r>
          </w:p>
        </w:tc>
      </w:tr>
      <w:tr w:rsidR="00021D1F" w14:paraId="7FD33503" w14:textId="77777777" w:rsidTr="00021D1F">
        <w:tc>
          <w:tcPr>
            <w:tcW w:w="1398" w:type="dxa"/>
          </w:tcPr>
          <w:p w14:paraId="147A1F12" w14:textId="64A5A8AD" w:rsidR="00021D1F" w:rsidRPr="00CD3D9E" w:rsidRDefault="00021D1F" w:rsidP="00021D1F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lastRenderedPageBreak/>
              <w:t>28045012</w:t>
            </w:r>
          </w:p>
        </w:tc>
        <w:tc>
          <w:tcPr>
            <w:tcW w:w="2297" w:type="dxa"/>
          </w:tcPr>
          <w:p w14:paraId="4244E6F7" w14:textId="77777777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Riduzione Gersan</w:t>
            </w:r>
          </w:p>
          <w:p w14:paraId="2C06A904" w14:textId="685D5DB5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32 – 20 mm</w:t>
            </w:r>
          </w:p>
        </w:tc>
        <w:tc>
          <w:tcPr>
            <w:tcW w:w="5803" w:type="dxa"/>
          </w:tcPr>
          <w:p w14:paraId="60E0C9A2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Riduzione</w:t>
            </w:r>
            <w:r w:rsidRPr="00CD3D9E">
              <w:rPr>
                <w:rFonts w:ascii="Poppins" w:hAnsi="Poppins" w:cs="Poppins"/>
                <w:sz w:val="20"/>
              </w:rPr>
              <w:t xml:space="preserve"> in polipropilene PP-R 80, saldabile, ideale per la realizzazione di impianti di distribuzione dell’acqua sanitaria, sia calda che fredda.</w:t>
            </w:r>
          </w:p>
          <w:p w14:paraId="2AA446BC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Prodotto idoneo per l’adduzione idrica sanitaria, secondo D.M 174/2004.</w:t>
            </w:r>
          </w:p>
          <w:p w14:paraId="7B3A6FF0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0BE53BA2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>Dati tecnici</w:t>
            </w:r>
            <w:r w:rsidRPr="00CD3D9E">
              <w:rPr>
                <w:rFonts w:ascii="Poppins" w:hAnsi="Poppins" w:cs="Poppins"/>
                <w:sz w:val="20"/>
              </w:rPr>
              <w:t>:</w:t>
            </w:r>
          </w:p>
          <w:p w14:paraId="742D69A0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 xml:space="preserve">Misura: </w:t>
            </w:r>
            <w:r w:rsidRPr="00CD3D9E">
              <w:rPr>
                <w:rFonts w:ascii="Poppins" w:hAnsi="Poppins" w:cs="Poppins"/>
                <w:bCs/>
                <w:sz w:val="20"/>
              </w:rPr>
              <w:t>32 – 20 mm</w:t>
            </w:r>
          </w:p>
          <w:p w14:paraId="582292ED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massima di esercizio: 60°C</w:t>
            </w:r>
          </w:p>
          <w:p w14:paraId="416B60AB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di punta temporanea: 95°C</w:t>
            </w:r>
          </w:p>
          <w:p w14:paraId="4F686067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Pressione massima di esercizio: 10 bar</w:t>
            </w:r>
          </w:p>
          <w:p w14:paraId="6A584988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168ED021" w14:textId="12196675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77670C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 – Modello Riduzione Gersan 32 – 20 mm o equivalente.</w:t>
            </w:r>
          </w:p>
        </w:tc>
      </w:tr>
      <w:tr w:rsidR="00021D1F" w14:paraId="528BB081" w14:textId="77777777" w:rsidTr="00021D1F">
        <w:tc>
          <w:tcPr>
            <w:tcW w:w="1398" w:type="dxa"/>
          </w:tcPr>
          <w:p w14:paraId="3DFF2E71" w14:textId="53FF28BE" w:rsidR="00021D1F" w:rsidRPr="00CD3D9E" w:rsidRDefault="00021D1F" w:rsidP="00021D1F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28045015</w:t>
            </w:r>
          </w:p>
        </w:tc>
        <w:tc>
          <w:tcPr>
            <w:tcW w:w="2297" w:type="dxa"/>
          </w:tcPr>
          <w:p w14:paraId="7ECADFBB" w14:textId="77777777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Riduzione Gersan</w:t>
            </w:r>
          </w:p>
          <w:p w14:paraId="01A569EA" w14:textId="47F5F98D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32 – 25 mm</w:t>
            </w:r>
          </w:p>
        </w:tc>
        <w:tc>
          <w:tcPr>
            <w:tcW w:w="5803" w:type="dxa"/>
          </w:tcPr>
          <w:p w14:paraId="4273705D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Riduzione</w:t>
            </w:r>
            <w:r w:rsidRPr="00CD3D9E">
              <w:rPr>
                <w:rFonts w:ascii="Poppins" w:hAnsi="Poppins" w:cs="Poppins"/>
                <w:sz w:val="20"/>
              </w:rPr>
              <w:t xml:space="preserve"> in polipropilene PP-R 80, saldabile, ideale per la realizzazione di impianti di distribuzione dell’acqua sanitaria, sia calda che fredda.</w:t>
            </w:r>
          </w:p>
          <w:p w14:paraId="61AA66F7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Prodotto idoneo per l’adduzione idrica sanitaria, secondo D.M 174/2004.</w:t>
            </w:r>
          </w:p>
          <w:p w14:paraId="613D00FF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7C5C2CB8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>Dati tecnici</w:t>
            </w:r>
            <w:r w:rsidRPr="00CD3D9E">
              <w:rPr>
                <w:rFonts w:ascii="Poppins" w:hAnsi="Poppins" w:cs="Poppins"/>
                <w:sz w:val="20"/>
              </w:rPr>
              <w:t>:</w:t>
            </w:r>
          </w:p>
          <w:p w14:paraId="772C993C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 xml:space="preserve">Misura: </w:t>
            </w:r>
            <w:r w:rsidRPr="00CD3D9E">
              <w:rPr>
                <w:rFonts w:ascii="Poppins" w:hAnsi="Poppins" w:cs="Poppins"/>
                <w:bCs/>
                <w:sz w:val="20"/>
              </w:rPr>
              <w:t>32 – 25 mm</w:t>
            </w:r>
          </w:p>
          <w:p w14:paraId="0F03C19A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massima di esercizio: 60°C</w:t>
            </w:r>
          </w:p>
          <w:p w14:paraId="1E26DFEE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di punta temporanea: 95°C</w:t>
            </w:r>
          </w:p>
          <w:p w14:paraId="54695CAA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Pressione massima di esercizio: 10 bar</w:t>
            </w:r>
          </w:p>
          <w:p w14:paraId="57C80FC5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41DCE6B6" w14:textId="02BEAD65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77670C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 – Modello Riduzione Gersan 32 – 25 mm o equivalente.</w:t>
            </w:r>
          </w:p>
        </w:tc>
      </w:tr>
      <w:tr w:rsidR="00021D1F" w14:paraId="469C2512" w14:textId="77777777" w:rsidTr="00021D1F">
        <w:tc>
          <w:tcPr>
            <w:tcW w:w="1398" w:type="dxa"/>
          </w:tcPr>
          <w:p w14:paraId="5E8480FC" w14:textId="6F46F86E" w:rsidR="00021D1F" w:rsidRPr="00CD3D9E" w:rsidRDefault="00021D1F" w:rsidP="00021D1F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28045024</w:t>
            </w:r>
          </w:p>
        </w:tc>
        <w:tc>
          <w:tcPr>
            <w:tcW w:w="2297" w:type="dxa"/>
          </w:tcPr>
          <w:p w14:paraId="10B58C73" w14:textId="77777777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Riduzione Gersan</w:t>
            </w:r>
          </w:p>
          <w:p w14:paraId="1C5535BD" w14:textId="1FD9CE41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40 – 32 mm</w:t>
            </w:r>
          </w:p>
        </w:tc>
        <w:tc>
          <w:tcPr>
            <w:tcW w:w="5803" w:type="dxa"/>
          </w:tcPr>
          <w:p w14:paraId="01CA491E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Riduzione</w:t>
            </w:r>
            <w:r w:rsidRPr="00CD3D9E">
              <w:rPr>
                <w:rFonts w:ascii="Poppins" w:hAnsi="Poppins" w:cs="Poppins"/>
                <w:sz w:val="20"/>
              </w:rPr>
              <w:t xml:space="preserve"> in polipropilene PP-R 80, saldabile, ideale per la realizzazione di impianti di distribuzione dell’acqua sanitaria, sia calda che fredda.</w:t>
            </w:r>
          </w:p>
          <w:p w14:paraId="4863AB89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lastRenderedPageBreak/>
              <w:t>Prodotto idoneo per l’adduzione idrica sanitaria, secondo D.M 174/2004.</w:t>
            </w:r>
          </w:p>
          <w:p w14:paraId="32B883FC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6BAC2386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>Dati tecnici</w:t>
            </w:r>
            <w:r w:rsidRPr="00CD3D9E">
              <w:rPr>
                <w:rFonts w:ascii="Poppins" w:hAnsi="Poppins" w:cs="Poppins"/>
                <w:sz w:val="20"/>
              </w:rPr>
              <w:t>:</w:t>
            </w:r>
          </w:p>
          <w:p w14:paraId="45DBC8BC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 xml:space="preserve">Misura: </w:t>
            </w:r>
            <w:r w:rsidRPr="00CD3D9E">
              <w:rPr>
                <w:rFonts w:ascii="Poppins" w:hAnsi="Poppins" w:cs="Poppins"/>
                <w:bCs/>
                <w:sz w:val="20"/>
              </w:rPr>
              <w:t>40 – 32 mm</w:t>
            </w:r>
          </w:p>
          <w:p w14:paraId="6BEDDF52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massima di esercizio: 60°C</w:t>
            </w:r>
          </w:p>
          <w:p w14:paraId="1F9D3A56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di punta temporanea: 95°C</w:t>
            </w:r>
          </w:p>
          <w:p w14:paraId="6DD3BE4B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Pressione massima di esercizio: 10 bar</w:t>
            </w:r>
          </w:p>
          <w:p w14:paraId="21F6AAEA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0BFB669C" w14:textId="142F6FA5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77670C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 – Modello Riduzione Gersan 40 – 32 mm o equivalente.</w:t>
            </w:r>
          </w:p>
        </w:tc>
      </w:tr>
      <w:tr w:rsidR="00021D1F" w14:paraId="6D7C4D45" w14:textId="77777777" w:rsidTr="00021D1F">
        <w:tc>
          <w:tcPr>
            <w:tcW w:w="1398" w:type="dxa"/>
          </w:tcPr>
          <w:p w14:paraId="0D441A99" w14:textId="54AD3D16" w:rsidR="00021D1F" w:rsidRPr="00CD3D9E" w:rsidRDefault="00021D1F" w:rsidP="00021D1F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lastRenderedPageBreak/>
              <w:t>28045021</w:t>
            </w:r>
          </w:p>
        </w:tc>
        <w:tc>
          <w:tcPr>
            <w:tcW w:w="2297" w:type="dxa"/>
          </w:tcPr>
          <w:p w14:paraId="150D59EC" w14:textId="77777777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Riduzione Gersan</w:t>
            </w:r>
          </w:p>
          <w:p w14:paraId="08BD2891" w14:textId="3C3F7FE9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40 – 25 mm</w:t>
            </w:r>
          </w:p>
        </w:tc>
        <w:tc>
          <w:tcPr>
            <w:tcW w:w="5803" w:type="dxa"/>
          </w:tcPr>
          <w:p w14:paraId="6B1AEAEE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Riduzione</w:t>
            </w:r>
            <w:r w:rsidRPr="00CD3D9E">
              <w:rPr>
                <w:rFonts w:ascii="Poppins" w:hAnsi="Poppins" w:cs="Poppins"/>
                <w:sz w:val="20"/>
              </w:rPr>
              <w:t xml:space="preserve"> in polipropilene PP-R 80, saldabile, ideale per la realizzazione di impianti di distribuzione dell’acqua sanitaria, sia calda che fredda.</w:t>
            </w:r>
          </w:p>
          <w:p w14:paraId="02B38BC6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Prodotto idoneo per l’adduzione idrica sanitaria, secondo D.M 174/2004.</w:t>
            </w:r>
          </w:p>
          <w:p w14:paraId="3D05E034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25770A5B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>Dati tecnici</w:t>
            </w:r>
            <w:r w:rsidRPr="00CD3D9E">
              <w:rPr>
                <w:rFonts w:ascii="Poppins" w:hAnsi="Poppins" w:cs="Poppins"/>
                <w:sz w:val="20"/>
              </w:rPr>
              <w:t>:</w:t>
            </w:r>
          </w:p>
          <w:p w14:paraId="62D4F8E8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 xml:space="preserve">Misura: </w:t>
            </w:r>
            <w:r w:rsidRPr="00CD3D9E">
              <w:rPr>
                <w:rFonts w:ascii="Poppins" w:hAnsi="Poppins" w:cs="Poppins"/>
                <w:bCs/>
                <w:sz w:val="20"/>
              </w:rPr>
              <w:t>40 – 25 mm</w:t>
            </w:r>
          </w:p>
          <w:p w14:paraId="162E3F75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massima di esercizio: 60°C</w:t>
            </w:r>
          </w:p>
          <w:p w14:paraId="074532EA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di punta temporanea: 95°C</w:t>
            </w:r>
          </w:p>
          <w:p w14:paraId="04BEF275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Pressione massima di esercizio: 10 bar</w:t>
            </w:r>
          </w:p>
          <w:p w14:paraId="4EF68A77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5BC9F301" w14:textId="38C64FFF" w:rsidR="00021D1F" w:rsidRPr="003E2A06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3E2A06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77670C" w:rsidRPr="003E2A06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3E2A06">
              <w:rPr>
                <w:rFonts w:ascii="Poppins" w:hAnsi="Poppins" w:cs="Poppins"/>
                <w:b/>
                <w:bCs/>
                <w:sz w:val="20"/>
              </w:rPr>
              <w:t xml:space="preserve"> – Modello Riduzione Gersan 40 – 25 mm o equivalente.</w:t>
            </w:r>
          </w:p>
        </w:tc>
      </w:tr>
      <w:tr w:rsidR="00021D1F" w14:paraId="2AE4E1BE" w14:textId="77777777" w:rsidTr="00021D1F">
        <w:tc>
          <w:tcPr>
            <w:tcW w:w="1398" w:type="dxa"/>
          </w:tcPr>
          <w:p w14:paraId="7BA50017" w14:textId="29B4F364" w:rsidR="00021D1F" w:rsidRPr="00CD3D9E" w:rsidRDefault="00021D1F" w:rsidP="00021D1F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28045030</w:t>
            </w:r>
          </w:p>
        </w:tc>
        <w:tc>
          <w:tcPr>
            <w:tcW w:w="2297" w:type="dxa"/>
          </w:tcPr>
          <w:p w14:paraId="1DEA141A" w14:textId="77777777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Riduzione Gersan</w:t>
            </w:r>
          </w:p>
          <w:p w14:paraId="04017004" w14:textId="3811FBF1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50 – 25 mm</w:t>
            </w:r>
          </w:p>
        </w:tc>
        <w:tc>
          <w:tcPr>
            <w:tcW w:w="5803" w:type="dxa"/>
          </w:tcPr>
          <w:p w14:paraId="24FB25DE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Riduzione</w:t>
            </w:r>
            <w:r w:rsidRPr="00CD3D9E">
              <w:rPr>
                <w:rFonts w:ascii="Poppins" w:hAnsi="Poppins" w:cs="Poppins"/>
                <w:sz w:val="20"/>
              </w:rPr>
              <w:t xml:space="preserve"> in polipropilene PP-R 80, saldabile, ideale per la realizzazione di impianti di distribuzione dell’acqua sanitaria, sia calda che fredda.</w:t>
            </w:r>
          </w:p>
          <w:p w14:paraId="51E87CE8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Prodotto idoneo per l’adduzione idrica sanitaria, secondo D.M 174/2004.</w:t>
            </w:r>
          </w:p>
          <w:p w14:paraId="5F0CA027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0268EA23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>Dati tecnici</w:t>
            </w:r>
            <w:r w:rsidRPr="00CD3D9E">
              <w:rPr>
                <w:rFonts w:ascii="Poppins" w:hAnsi="Poppins" w:cs="Poppins"/>
                <w:sz w:val="20"/>
              </w:rPr>
              <w:t>:</w:t>
            </w:r>
          </w:p>
          <w:p w14:paraId="0DEAFEC2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 xml:space="preserve">Misura: </w:t>
            </w:r>
            <w:r w:rsidRPr="00CD3D9E">
              <w:rPr>
                <w:rFonts w:ascii="Poppins" w:hAnsi="Poppins" w:cs="Poppins"/>
                <w:bCs/>
                <w:sz w:val="20"/>
              </w:rPr>
              <w:t>50 – 25 mm</w:t>
            </w:r>
          </w:p>
          <w:p w14:paraId="30C8EA2E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massima di esercizio: 60°C</w:t>
            </w:r>
          </w:p>
          <w:p w14:paraId="26CCAECB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di punta temporanea: 95°C</w:t>
            </w:r>
          </w:p>
          <w:p w14:paraId="155A718C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Pressione massima di esercizio: 10 bar</w:t>
            </w:r>
          </w:p>
          <w:p w14:paraId="210CFD2A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4632EE18" w14:textId="7C0D8844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77670C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 – Modello Riduzione Gersan 50 – 25 mm o equivalente.</w:t>
            </w:r>
          </w:p>
        </w:tc>
      </w:tr>
      <w:tr w:rsidR="00021D1F" w14:paraId="5E17F339" w14:textId="77777777" w:rsidTr="00021D1F">
        <w:tc>
          <w:tcPr>
            <w:tcW w:w="1398" w:type="dxa"/>
          </w:tcPr>
          <w:p w14:paraId="4A8BA707" w14:textId="57DABE0D" w:rsidR="00021D1F" w:rsidRPr="00CD3D9E" w:rsidRDefault="00021D1F" w:rsidP="00021D1F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lastRenderedPageBreak/>
              <w:t>28045033</w:t>
            </w:r>
          </w:p>
        </w:tc>
        <w:tc>
          <w:tcPr>
            <w:tcW w:w="2297" w:type="dxa"/>
          </w:tcPr>
          <w:p w14:paraId="7DB9EB96" w14:textId="77777777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Riduzione Gersan</w:t>
            </w:r>
          </w:p>
          <w:p w14:paraId="6A938FBB" w14:textId="608FC4CA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50 – 32 mm</w:t>
            </w:r>
          </w:p>
        </w:tc>
        <w:tc>
          <w:tcPr>
            <w:tcW w:w="5803" w:type="dxa"/>
          </w:tcPr>
          <w:p w14:paraId="067D576C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Riduzione</w:t>
            </w:r>
            <w:r w:rsidRPr="00CD3D9E">
              <w:rPr>
                <w:rFonts w:ascii="Poppins" w:hAnsi="Poppins" w:cs="Poppins"/>
                <w:sz w:val="20"/>
              </w:rPr>
              <w:t xml:space="preserve"> in polipropilene PP-R 80, saldabile, ideale per la realizzazione di impianti di distribuzione dell’acqua sanitaria, sia calda che fredda.</w:t>
            </w:r>
          </w:p>
          <w:p w14:paraId="118F7C24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Prodotto idoneo per l’adduzione idrica sanitaria, secondo D.M 174/2004.</w:t>
            </w:r>
          </w:p>
          <w:p w14:paraId="489A2381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5C50EF11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>Dati tecnici</w:t>
            </w:r>
            <w:r w:rsidRPr="00CD3D9E">
              <w:rPr>
                <w:rFonts w:ascii="Poppins" w:hAnsi="Poppins" w:cs="Poppins"/>
                <w:sz w:val="20"/>
              </w:rPr>
              <w:t>:</w:t>
            </w:r>
          </w:p>
          <w:p w14:paraId="27F04BE6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 xml:space="preserve">Misura: </w:t>
            </w:r>
            <w:r w:rsidRPr="00CD3D9E">
              <w:rPr>
                <w:rFonts w:ascii="Poppins" w:hAnsi="Poppins" w:cs="Poppins"/>
                <w:bCs/>
                <w:sz w:val="20"/>
              </w:rPr>
              <w:t>50 – 32 mm</w:t>
            </w:r>
          </w:p>
          <w:p w14:paraId="2BF4B111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massima di esercizio: 60°C</w:t>
            </w:r>
          </w:p>
          <w:p w14:paraId="6539A8D3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di punta temporanea: 95°C</w:t>
            </w:r>
          </w:p>
          <w:p w14:paraId="700E83B6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Pressione massima di esercizio: 10 bar</w:t>
            </w:r>
          </w:p>
          <w:p w14:paraId="6B3777F3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39FDF11F" w14:textId="41A0F88F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77670C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 – Modello Riduzione Gersan 50 – 32 mm o equivalente.</w:t>
            </w:r>
          </w:p>
        </w:tc>
      </w:tr>
      <w:tr w:rsidR="00021D1F" w14:paraId="4F73A8DF" w14:textId="77777777" w:rsidTr="00021D1F">
        <w:tc>
          <w:tcPr>
            <w:tcW w:w="1398" w:type="dxa"/>
          </w:tcPr>
          <w:p w14:paraId="3D6673D7" w14:textId="2322546C" w:rsidR="00021D1F" w:rsidRPr="00CD3D9E" w:rsidRDefault="00021D1F" w:rsidP="00021D1F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28045036</w:t>
            </w:r>
          </w:p>
        </w:tc>
        <w:tc>
          <w:tcPr>
            <w:tcW w:w="2297" w:type="dxa"/>
          </w:tcPr>
          <w:p w14:paraId="770D6BCD" w14:textId="77777777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Riduzione Gersan</w:t>
            </w:r>
          </w:p>
          <w:p w14:paraId="1E76C5C4" w14:textId="58ED9CFE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50 – 40 mm</w:t>
            </w:r>
          </w:p>
        </w:tc>
        <w:tc>
          <w:tcPr>
            <w:tcW w:w="5803" w:type="dxa"/>
          </w:tcPr>
          <w:p w14:paraId="2EACB07D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Riduzione</w:t>
            </w:r>
            <w:r w:rsidRPr="00CD3D9E">
              <w:rPr>
                <w:rFonts w:ascii="Poppins" w:hAnsi="Poppins" w:cs="Poppins"/>
                <w:sz w:val="20"/>
              </w:rPr>
              <w:t xml:space="preserve"> in polipropilene PP-R 80, saldabile, ideale per la realizzazione di impianti di distribuzione dell’acqua sanitaria, sia calda che fredda.</w:t>
            </w:r>
          </w:p>
          <w:p w14:paraId="31FB7AAF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Prodotto idoneo per l’adduzione idrica sanitaria, secondo D.M 174/2004.</w:t>
            </w:r>
          </w:p>
          <w:p w14:paraId="179E6C29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33A8198B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>Dati tecnici</w:t>
            </w:r>
            <w:r w:rsidRPr="00CD3D9E">
              <w:rPr>
                <w:rFonts w:ascii="Poppins" w:hAnsi="Poppins" w:cs="Poppins"/>
                <w:sz w:val="20"/>
              </w:rPr>
              <w:t>:</w:t>
            </w:r>
          </w:p>
          <w:p w14:paraId="52E8A942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 xml:space="preserve">Misura: </w:t>
            </w:r>
            <w:r w:rsidRPr="00CD3D9E">
              <w:rPr>
                <w:rFonts w:ascii="Poppins" w:hAnsi="Poppins" w:cs="Poppins"/>
                <w:bCs/>
                <w:sz w:val="20"/>
              </w:rPr>
              <w:t>50 – 40 mm</w:t>
            </w:r>
          </w:p>
          <w:p w14:paraId="083B8D79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massima di esercizio: 60°C</w:t>
            </w:r>
          </w:p>
          <w:p w14:paraId="6FAF1E64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di punta temporanea: 95°C</w:t>
            </w:r>
          </w:p>
          <w:p w14:paraId="2C2DCE74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Pressione massima di esercizio: 10 bar</w:t>
            </w:r>
          </w:p>
          <w:p w14:paraId="1A0E9D80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4D8DAEB1" w14:textId="7594E3AE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77670C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 – Modello Riduzione Gersan 50 – 40 mm o equivalente.</w:t>
            </w:r>
          </w:p>
        </w:tc>
      </w:tr>
      <w:tr w:rsidR="00021D1F" w14:paraId="3846C327" w14:textId="77777777" w:rsidTr="00021D1F">
        <w:tc>
          <w:tcPr>
            <w:tcW w:w="1398" w:type="dxa"/>
          </w:tcPr>
          <w:p w14:paraId="2A28D03A" w14:textId="0DB98471" w:rsidR="00021D1F" w:rsidRPr="00CD3D9E" w:rsidRDefault="00021D1F" w:rsidP="00021D1F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28045042</w:t>
            </w:r>
          </w:p>
        </w:tc>
        <w:tc>
          <w:tcPr>
            <w:tcW w:w="2297" w:type="dxa"/>
          </w:tcPr>
          <w:p w14:paraId="211A8B4A" w14:textId="77777777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Riduzione Gersan</w:t>
            </w:r>
          </w:p>
          <w:p w14:paraId="7AC90CF8" w14:textId="125E5E1E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63 – 32 mm</w:t>
            </w:r>
          </w:p>
        </w:tc>
        <w:tc>
          <w:tcPr>
            <w:tcW w:w="5803" w:type="dxa"/>
          </w:tcPr>
          <w:p w14:paraId="494D5C45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Riduzione</w:t>
            </w:r>
            <w:r w:rsidRPr="00CD3D9E">
              <w:rPr>
                <w:rFonts w:ascii="Poppins" w:hAnsi="Poppins" w:cs="Poppins"/>
                <w:sz w:val="20"/>
              </w:rPr>
              <w:t xml:space="preserve"> in polipropilene PP-R 80, saldabile, ideale per la realizzazione di impianti di distribuzione dell’acqua sanitaria, sia calda che fredda.</w:t>
            </w:r>
          </w:p>
          <w:p w14:paraId="37D9A5D3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Prodotto idoneo per l’adduzione idrica sanitaria, secondo D.M 174/2004.</w:t>
            </w:r>
          </w:p>
          <w:p w14:paraId="33BB5290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345B4005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>Dati tecnici</w:t>
            </w:r>
            <w:r w:rsidRPr="00CD3D9E">
              <w:rPr>
                <w:rFonts w:ascii="Poppins" w:hAnsi="Poppins" w:cs="Poppins"/>
                <w:sz w:val="20"/>
              </w:rPr>
              <w:t>:</w:t>
            </w:r>
          </w:p>
          <w:p w14:paraId="2BB3D443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 xml:space="preserve">Misura: </w:t>
            </w:r>
            <w:r w:rsidRPr="00CD3D9E">
              <w:rPr>
                <w:rFonts w:ascii="Poppins" w:hAnsi="Poppins" w:cs="Poppins"/>
                <w:bCs/>
                <w:sz w:val="20"/>
              </w:rPr>
              <w:t>63 – 32 mm</w:t>
            </w:r>
          </w:p>
          <w:p w14:paraId="38823B0C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massima di esercizio: 60°C</w:t>
            </w:r>
          </w:p>
          <w:p w14:paraId="77201040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di punta temporanea: 95°C</w:t>
            </w:r>
          </w:p>
          <w:p w14:paraId="241C5FBD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Pressione massima di esercizio: 10 bar</w:t>
            </w:r>
          </w:p>
          <w:p w14:paraId="167F064A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0E038660" w14:textId="5C311DC6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lastRenderedPageBreak/>
              <w:t xml:space="preserve">Marca </w:t>
            </w:r>
            <w:r w:rsidR="0077670C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 – Modello Riduzione Gersan 63 – 32 mm o equivalente.</w:t>
            </w:r>
          </w:p>
        </w:tc>
      </w:tr>
      <w:tr w:rsidR="00021D1F" w14:paraId="5C0557BA" w14:textId="77777777" w:rsidTr="00021D1F">
        <w:tc>
          <w:tcPr>
            <w:tcW w:w="1398" w:type="dxa"/>
          </w:tcPr>
          <w:p w14:paraId="3891D97A" w14:textId="54035023" w:rsidR="00021D1F" w:rsidRPr="00CD3D9E" w:rsidRDefault="00021D1F" w:rsidP="00021D1F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lastRenderedPageBreak/>
              <w:t>28045045</w:t>
            </w:r>
          </w:p>
        </w:tc>
        <w:tc>
          <w:tcPr>
            <w:tcW w:w="2297" w:type="dxa"/>
          </w:tcPr>
          <w:p w14:paraId="1E263931" w14:textId="77777777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Riduzione Gersan</w:t>
            </w:r>
          </w:p>
          <w:p w14:paraId="4E51004D" w14:textId="3B6CC48C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63 – 40 mm</w:t>
            </w:r>
          </w:p>
        </w:tc>
        <w:tc>
          <w:tcPr>
            <w:tcW w:w="5803" w:type="dxa"/>
          </w:tcPr>
          <w:p w14:paraId="56BD0E18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Riduzione</w:t>
            </w:r>
            <w:r w:rsidRPr="00CD3D9E">
              <w:rPr>
                <w:rFonts w:ascii="Poppins" w:hAnsi="Poppins" w:cs="Poppins"/>
                <w:sz w:val="20"/>
              </w:rPr>
              <w:t xml:space="preserve"> in polipropilene PP-R 80, saldabile, ideale per la realizzazione di impianti di distribuzione dell’acqua sanitaria, sia calda che fredda.</w:t>
            </w:r>
          </w:p>
          <w:p w14:paraId="2DD28364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Prodotto idoneo per l’adduzione idrica sanitaria, secondo D.M 174/2004.</w:t>
            </w:r>
          </w:p>
          <w:p w14:paraId="0007508C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33A9CDB2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>Dati tecnici</w:t>
            </w:r>
            <w:r w:rsidRPr="00CD3D9E">
              <w:rPr>
                <w:rFonts w:ascii="Poppins" w:hAnsi="Poppins" w:cs="Poppins"/>
                <w:sz w:val="20"/>
              </w:rPr>
              <w:t>:</w:t>
            </w:r>
          </w:p>
          <w:p w14:paraId="14450068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 xml:space="preserve">Misura: </w:t>
            </w:r>
            <w:r w:rsidRPr="00CD3D9E">
              <w:rPr>
                <w:rFonts w:ascii="Poppins" w:hAnsi="Poppins" w:cs="Poppins"/>
                <w:bCs/>
                <w:sz w:val="20"/>
              </w:rPr>
              <w:t>63 – 40 mm</w:t>
            </w:r>
          </w:p>
          <w:p w14:paraId="78CAD4C9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massima di esercizio: 60°C</w:t>
            </w:r>
          </w:p>
          <w:p w14:paraId="18522B8B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di punta temporanea: 95°C</w:t>
            </w:r>
          </w:p>
          <w:p w14:paraId="235D252D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Pressione massima di esercizio: 10 bar</w:t>
            </w:r>
          </w:p>
          <w:p w14:paraId="5FE0EB58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148561CB" w14:textId="11FFE57B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77670C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 – Modello Riduzione Gersan 63 – 40 mm o equivalente.</w:t>
            </w:r>
          </w:p>
        </w:tc>
      </w:tr>
      <w:tr w:rsidR="00021D1F" w14:paraId="7FD687F9" w14:textId="77777777" w:rsidTr="00021D1F">
        <w:tc>
          <w:tcPr>
            <w:tcW w:w="1398" w:type="dxa"/>
          </w:tcPr>
          <w:p w14:paraId="602D6350" w14:textId="642B6014" w:rsidR="00021D1F" w:rsidRPr="00CD3D9E" w:rsidRDefault="00021D1F" w:rsidP="00021D1F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28045048</w:t>
            </w:r>
          </w:p>
        </w:tc>
        <w:tc>
          <w:tcPr>
            <w:tcW w:w="2297" w:type="dxa"/>
          </w:tcPr>
          <w:p w14:paraId="6F11CC95" w14:textId="77777777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Riduzione Gersan</w:t>
            </w:r>
          </w:p>
          <w:p w14:paraId="4847E820" w14:textId="18E270DC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63 – 50 mm</w:t>
            </w:r>
          </w:p>
        </w:tc>
        <w:tc>
          <w:tcPr>
            <w:tcW w:w="5803" w:type="dxa"/>
          </w:tcPr>
          <w:p w14:paraId="42105DCC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Riduzione</w:t>
            </w:r>
            <w:r w:rsidRPr="00CD3D9E">
              <w:rPr>
                <w:rFonts w:ascii="Poppins" w:hAnsi="Poppins" w:cs="Poppins"/>
                <w:sz w:val="20"/>
              </w:rPr>
              <w:t xml:space="preserve"> in polipropilene PP-R 80, saldabile, ideale per la realizzazione di impianti di distribuzione dell’acqua sanitaria, sia calda che fredda.</w:t>
            </w:r>
          </w:p>
          <w:p w14:paraId="08EB2597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Prodotto idoneo per l’adduzione idrica sanitaria, secondo D.M 174/2004.</w:t>
            </w:r>
          </w:p>
          <w:p w14:paraId="400DDA76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6E82BB14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>Dati tecnici</w:t>
            </w:r>
            <w:r w:rsidRPr="00CD3D9E">
              <w:rPr>
                <w:rFonts w:ascii="Poppins" w:hAnsi="Poppins" w:cs="Poppins"/>
                <w:sz w:val="20"/>
              </w:rPr>
              <w:t>:</w:t>
            </w:r>
          </w:p>
          <w:p w14:paraId="284FE2C8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 xml:space="preserve">Misura: </w:t>
            </w:r>
            <w:r w:rsidRPr="00CD3D9E">
              <w:rPr>
                <w:rFonts w:ascii="Poppins" w:hAnsi="Poppins" w:cs="Poppins"/>
                <w:bCs/>
                <w:sz w:val="20"/>
              </w:rPr>
              <w:t>63 – 50 mm</w:t>
            </w:r>
          </w:p>
          <w:p w14:paraId="211D33B4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massima di esercizio: 60°C</w:t>
            </w:r>
          </w:p>
          <w:p w14:paraId="78554133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di punta temporanea: 95°C</w:t>
            </w:r>
          </w:p>
          <w:p w14:paraId="79B3464C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Pressione massima di esercizio: 10 bar</w:t>
            </w:r>
          </w:p>
          <w:p w14:paraId="76D1594E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09A0FB54" w14:textId="0089399E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77670C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 – Modello Riduzione Gersan 63 – 50 mm o equivalente.</w:t>
            </w:r>
          </w:p>
        </w:tc>
      </w:tr>
      <w:tr w:rsidR="00021D1F" w14:paraId="28754E2D" w14:textId="77777777" w:rsidTr="00021D1F">
        <w:tc>
          <w:tcPr>
            <w:tcW w:w="1398" w:type="dxa"/>
          </w:tcPr>
          <w:p w14:paraId="659DA11B" w14:textId="3744E99E" w:rsidR="00021D1F" w:rsidRPr="00CD3D9E" w:rsidRDefault="00021D1F" w:rsidP="00021D1F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28050006</w:t>
            </w:r>
          </w:p>
        </w:tc>
        <w:tc>
          <w:tcPr>
            <w:tcW w:w="2297" w:type="dxa"/>
          </w:tcPr>
          <w:p w14:paraId="69C320FF" w14:textId="77777777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 xml:space="preserve">Manicotto filettato femmina Gersan </w:t>
            </w:r>
          </w:p>
          <w:p w14:paraId="6B3A68F0" w14:textId="7DD5C53A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20 – 1/2"</w:t>
            </w:r>
          </w:p>
        </w:tc>
        <w:tc>
          <w:tcPr>
            <w:tcW w:w="5803" w:type="dxa"/>
          </w:tcPr>
          <w:p w14:paraId="0CFC462C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Manicotto filettato femmina</w:t>
            </w:r>
            <w:r w:rsidRPr="00CD3D9E">
              <w:rPr>
                <w:rFonts w:ascii="Poppins" w:hAnsi="Poppins" w:cs="Poppins"/>
                <w:sz w:val="20"/>
              </w:rPr>
              <w:t xml:space="preserve"> in polipropilene PP-R 80, saldabile, ideale per la realizzazione di impianti di distribuzione dell’acqua sanitaria, sia calda che fredda.</w:t>
            </w:r>
          </w:p>
          <w:p w14:paraId="451CC274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Prodotto idoneo per l’adduzione idrica sanitaria, secondo D.M 174/2004.</w:t>
            </w:r>
          </w:p>
          <w:p w14:paraId="7B5CA604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2C59EB67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>Dati tecnici</w:t>
            </w:r>
            <w:r w:rsidRPr="00CD3D9E">
              <w:rPr>
                <w:rFonts w:ascii="Poppins" w:hAnsi="Poppins" w:cs="Poppins"/>
                <w:sz w:val="20"/>
              </w:rPr>
              <w:t>:</w:t>
            </w:r>
          </w:p>
          <w:p w14:paraId="10A8A351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 xml:space="preserve">Misura: </w:t>
            </w:r>
            <w:r w:rsidRPr="00CD3D9E">
              <w:rPr>
                <w:rFonts w:ascii="Poppins" w:hAnsi="Poppins" w:cs="Poppins"/>
                <w:bCs/>
                <w:sz w:val="20"/>
              </w:rPr>
              <w:t>20 – 1/2"</w:t>
            </w:r>
          </w:p>
          <w:p w14:paraId="308E062F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Filettatura: Rp (UNI EN 10226)</w:t>
            </w:r>
          </w:p>
          <w:p w14:paraId="032753F6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massima di esercizio: 60°C</w:t>
            </w:r>
          </w:p>
          <w:p w14:paraId="16CCBAC5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di punta temporanea: 95°C</w:t>
            </w:r>
          </w:p>
          <w:p w14:paraId="4725C619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lastRenderedPageBreak/>
              <w:t>Pressione massima di esercizio: 10 bar</w:t>
            </w:r>
          </w:p>
          <w:p w14:paraId="198EF249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3AD8C11D" w14:textId="202FFBC6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77670C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 – Modello Manicotto filettato femmina Gersan 20 – 1/2" o equivalente.</w:t>
            </w:r>
          </w:p>
        </w:tc>
      </w:tr>
      <w:tr w:rsidR="00021D1F" w14:paraId="28D901DD" w14:textId="77777777" w:rsidTr="00021D1F">
        <w:tc>
          <w:tcPr>
            <w:tcW w:w="1398" w:type="dxa"/>
          </w:tcPr>
          <w:p w14:paraId="437A0180" w14:textId="282945D7" w:rsidR="00021D1F" w:rsidRPr="00CD3D9E" w:rsidRDefault="00021D1F" w:rsidP="00021D1F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lastRenderedPageBreak/>
              <w:t>28050009</w:t>
            </w:r>
          </w:p>
        </w:tc>
        <w:tc>
          <w:tcPr>
            <w:tcW w:w="2297" w:type="dxa"/>
          </w:tcPr>
          <w:p w14:paraId="526918AE" w14:textId="77777777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 xml:space="preserve">Manicotto filettato femmina Gersan </w:t>
            </w:r>
          </w:p>
          <w:p w14:paraId="3A9873F3" w14:textId="24E4A14E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20 – 3/4"</w:t>
            </w:r>
          </w:p>
        </w:tc>
        <w:tc>
          <w:tcPr>
            <w:tcW w:w="5803" w:type="dxa"/>
          </w:tcPr>
          <w:p w14:paraId="720CFBDC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Manicotto filettato femmina</w:t>
            </w:r>
            <w:r w:rsidRPr="00CD3D9E">
              <w:rPr>
                <w:rFonts w:ascii="Poppins" w:hAnsi="Poppins" w:cs="Poppins"/>
                <w:sz w:val="20"/>
              </w:rPr>
              <w:t xml:space="preserve"> in polipropilene PP-R 80, saldabile, ideale per la realizzazione di impianti di distribuzione dell’acqua sanitaria, sia calda che fredda.</w:t>
            </w:r>
          </w:p>
          <w:p w14:paraId="77270E8B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Prodotto idoneo per l’adduzione idrica sanitaria, secondo D.M 174/2004.</w:t>
            </w:r>
          </w:p>
          <w:p w14:paraId="3065F2CB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522018CE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>Dati tecnici</w:t>
            </w:r>
            <w:r w:rsidRPr="00CD3D9E">
              <w:rPr>
                <w:rFonts w:ascii="Poppins" w:hAnsi="Poppins" w:cs="Poppins"/>
                <w:sz w:val="20"/>
              </w:rPr>
              <w:t>:</w:t>
            </w:r>
          </w:p>
          <w:p w14:paraId="3464867B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 xml:space="preserve">Misura: </w:t>
            </w:r>
            <w:r w:rsidRPr="00CD3D9E">
              <w:rPr>
                <w:rFonts w:ascii="Poppins" w:hAnsi="Poppins" w:cs="Poppins"/>
                <w:bCs/>
                <w:sz w:val="20"/>
              </w:rPr>
              <w:t>20 – 3/4"</w:t>
            </w:r>
          </w:p>
          <w:p w14:paraId="0F87E8E4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Filettatura: Rp (UNI EN 10226)</w:t>
            </w:r>
          </w:p>
          <w:p w14:paraId="2E2DED4C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massima di esercizio: 60°C</w:t>
            </w:r>
          </w:p>
          <w:p w14:paraId="32F55879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di punta temporanea: 95°C</w:t>
            </w:r>
          </w:p>
          <w:p w14:paraId="094FE7F6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Pressione massima di esercizio: 10 bar</w:t>
            </w:r>
          </w:p>
          <w:p w14:paraId="6FEE3ECF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05A51310" w14:textId="3CF5F21A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77670C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 – Modello Manicotto filettato femmina Gersan 20 – 3/4" o equivalente.</w:t>
            </w:r>
          </w:p>
        </w:tc>
      </w:tr>
      <w:tr w:rsidR="00021D1F" w14:paraId="14A74627" w14:textId="77777777" w:rsidTr="00021D1F">
        <w:tc>
          <w:tcPr>
            <w:tcW w:w="1398" w:type="dxa"/>
          </w:tcPr>
          <w:p w14:paraId="5D82A4AD" w14:textId="703B0687" w:rsidR="00021D1F" w:rsidRPr="00CD3D9E" w:rsidRDefault="00021D1F" w:rsidP="00021D1F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28050012</w:t>
            </w:r>
          </w:p>
        </w:tc>
        <w:tc>
          <w:tcPr>
            <w:tcW w:w="2297" w:type="dxa"/>
          </w:tcPr>
          <w:p w14:paraId="23766A5F" w14:textId="77777777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 xml:space="preserve">Manicotto filettato femmina Gersan </w:t>
            </w:r>
          </w:p>
          <w:p w14:paraId="77F45CC8" w14:textId="10DB85C6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25 – 1/2"</w:t>
            </w:r>
          </w:p>
        </w:tc>
        <w:tc>
          <w:tcPr>
            <w:tcW w:w="5803" w:type="dxa"/>
          </w:tcPr>
          <w:p w14:paraId="50A7A670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Manicotto filettato femmina</w:t>
            </w:r>
            <w:r w:rsidRPr="00CD3D9E">
              <w:rPr>
                <w:rFonts w:ascii="Poppins" w:hAnsi="Poppins" w:cs="Poppins"/>
                <w:sz w:val="20"/>
              </w:rPr>
              <w:t xml:space="preserve"> in polipropilene PP-R 80, saldabile, ideale per la realizzazione di impianti di distribuzione dell’acqua sanitaria, sia calda che fredda.</w:t>
            </w:r>
          </w:p>
          <w:p w14:paraId="4AA908A7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Prodotto idoneo per l’adduzione idrica sanitaria, secondo D.M 174/2004.</w:t>
            </w:r>
          </w:p>
          <w:p w14:paraId="51BDD312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7A5742A9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>Dati tecnici</w:t>
            </w:r>
            <w:r w:rsidRPr="00CD3D9E">
              <w:rPr>
                <w:rFonts w:ascii="Poppins" w:hAnsi="Poppins" w:cs="Poppins"/>
                <w:sz w:val="20"/>
              </w:rPr>
              <w:t>:</w:t>
            </w:r>
          </w:p>
          <w:p w14:paraId="00A54788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 xml:space="preserve">Misura: </w:t>
            </w:r>
            <w:r w:rsidRPr="00CD3D9E">
              <w:rPr>
                <w:rFonts w:ascii="Poppins" w:hAnsi="Poppins" w:cs="Poppins"/>
                <w:bCs/>
                <w:sz w:val="20"/>
              </w:rPr>
              <w:t>25 – 1/2"</w:t>
            </w:r>
          </w:p>
          <w:p w14:paraId="5FB5E2E1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Filettatura: Rp (UNI EN 10226)</w:t>
            </w:r>
          </w:p>
          <w:p w14:paraId="771D9646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massima di esercizio: 60°C</w:t>
            </w:r>
          </w:p>
          <w:p w14:paraId="451AF2DE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di punta temporanea: 95°C</w:t>
            </w:r>
          </w:p>
          <w:p w14:paraId="35E3F6CE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Pressione massima di esercizio: 10 bar</w:t>
            </w:r>
          </w:p>
          <w:p w14:paraId="7F5AF44F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74985FFC" w14:textId="69F8F673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77670C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 – Modello Manicotto filettato femmina Gersan 25 – 1/2" o equivalente.</w:t>
            </w:r>
          </w:p>
        </w:tc>
      </w:tr>
      <w:tr w:rsidR="00021D1F" w14:paraId="1DAF3420" w14:textId="77777777" w:rsidTr="00021D1F">
        <w:tc>
          <w:tcPr>
            <w:tcW w:w="1398" w:type="dxa"/>
          </w:tcPr>
          <w:p w14:paraId="0A1A8CC3" w14:textId="656F7202" w:rsidR="00021D1F" w:rsidRPr="00CD3D9E" w:rsidRDefault="00021D1F" w:rsidP="00021D1F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28050015</w:t>
            </w:r>
          </w:p>
        </w:tc>
        <w:tc>
          <w:tcPr>
            <w:tcW w:w="2297" w:type="dxa"/>
          </w:tcPr>
          <w:p w14:paraId="7F75B461" w14:textId="77777777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 xml:space="preserve">Manicotto filettato femmina Gersan </w:t>
            </w:r>
          </w:p>
          <w:p w14:paraId="3796BE47" w14:textId="6195DE87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25 – 3/4"</w:t>
            </w:r>
          </w:p>
        </w:tc>
        <w:tc>
          <w:tcPr>
            <w:tcW w:w="5803" w:type="dxa"/>
          </w:tcPr>
          <w:p w14:paraId="4D86D375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Manicotto filettato femmina</w:t>
            </w:r>
            <w:r w:rsidRPr="00CD3D9E">
              <w:rPr>
                <w:rFonts w:ascii="Poppins" w:hAnsi="Poppins" w:cs="Poppins"/>
                <w:sz w:val="20"/>
              </w:rPr>
              <w:t xml:space="preserve"> in polipropilene PP-R 80, saldabile, ideale per la realizzazione di impianti di distribuzione dell’acqua sanitaria, sia calda che fredda.</w:t>
            </w:r>
          </w:p>
          <w:p w14:paraId="486B175B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Prodotto idoneo per l’adduzione idrica sanitaria, secondo D.M 174/2004.</w:t>
            </w:r>
          </w:p>
          <w:p w14:paraId="4F6BCE75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75DC3485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>Dati tecnici</w:t>
            </w:r>
            <w:r w:rsidRPr="00CD3D9E">
              <w:rPr>
                <w:rFonts w:ascii="Poppins" w:hAnsi="Poppins" w:cs="Poppins"/>
                <w:sz w:val="20"/>
              </w:rPr>
              <w:t>:</w:t>
            </w:r>
          </w:p>
          <w:p w14:paraId="1BD7C03D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lastRenderedPageBreak/>
              <w:t xml:space="preserve">Misura: </w:t>
            </w:r>
            <w:r w:rsidRPr="00CD3D9E">
              <w:rPr>
                <w:rFonts w:ascii="Poppins" w:hAnsi="Poppins" w:cs="Poppins"/>
                <w:bCs/>
                <w:sz w:val="20"/>
              </w:rPr>
              <w:t>25 – 3/4"</w:t>
            </w:r>
          </w:p>
          <w:p w14:paraId="3EF6A99E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Filettatura: Rp (UNI EN 10226)</w:t>
            </w:r>
          </w:p>
          <w:p w14:paraId="5BEF0C24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massima di esercizio: 60°C</w:t>
            </w:r>
          </w:p>
          <w:p w14:paraId="7CB1AF5F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di punta temporanea: 95°C</w:t>
            </w:r>
          </w:p>
          <w:p w14:paraId="47A1CEBD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Pressione massima di esercizio: 10 bar</w:t>
            </w:r>
          </w:p>
          <w:p w14:paraId="03529856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2D0E6E6E" w14:textId="7C189A19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77670C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 – Modello Manicotto filettato femmina Gersan 25 – 3/4" o equivalente.</w:t>
            </w:r>
          </w:p>
        </w:tc>
      </w:tr>
      <w:tr w:rsidR="00021D1F" w14:paraId="5E0C493C" w14:textId="77777777" w:rsidTr="00021D1F">
        <w:tc>
          <w:tcPr>
            <w:tcW w:w="1398" w:type="dxa"/>
          </w:tcPr>
          <w:p w14:paraId="42F1AD2B" w14:textId="1862610F" w:rsidR="00021D1F" w:rsidRPr="00CD3D9E" w:rsidRDefault="00021D1F" w:rsidP="00021D1F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lastRenderedPageBreak/>
              <w:t>28052006</w:t>
            </w:r>
          </w:p>
        </w:tc>
        <w:tc>
          <w:tcPr>
            <w:tcW w:w="2297" w:type="dxa"/>
          </w:tcPr>
          <w:p w14:paraId="11324342" w14:textId="77777777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 xml:space="preserve">Manicotto filettato maschio Gersan </w:t>
            </w:r>
          </w:p>
          <w:p w14:paraId="4C8D1852" w14:textId="504B0767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20 – 1/2"</w:t>
            </w:r>
          </w:p>
        </w:tc>
        <w:tc>
          <w:tcPr>
            <w:tcW w:w="5803" w:type="dxa"/>
          </w:tcPr>
          <w:p w14:paraId="6967DEBF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Manicotto filettato maschio</w:t>
            </w:r>
            <w:r w:rsidRPr="00CD3D9E">
              <w:rPr>
                <w:rFonts w:ascii="Poppins" w:hAnsi="Poppins" w:cs="Poppins"/>
                <w:sz w:val="20"/>
              </w:rPr>
              <w:t xml:space="preserve"> in polipropilene PP-R 80, saldabile, ideale per la realizzazione di impianti di distribuzione dell’acqua sanitaria, sia calda che fredda.</w:t>
            </w:r>
          </w:p>
          <w:p w14:paraId="50D9278B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Prodotto idoneo per l’adduzione idrica sanitaria, secondo D.M 174/2004.</w:t>
            </w:r>
          </w:p>
          <w:p w14:paraId="35CED763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5B29CD46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>Dati tecnici</w:t>
            </w:r>
            <w:r w:rsidRPr="00CD3D9E">
              <w:rPr>
                <w:rFonts w:ascii="Poppins" w:hAnsi="Poppins" w:cs="Poppins"/>
                <w:sz w:val="20"/>
              </w:rPr>
              <w:t>:</w:t>
            </w:r>
          </w:p>
          <w:p w14:paraId="6DB4EE3D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 xml:space="preserve">Misura: </w:t>
            </w:r>
            <w:r w:rsidRPr="00CD3D9E">
              <w:rPr>
                <w:rFonts w:ascii="Poppins" w:hAnsi="Poppins" w:cs="Poppins"/>
                <w:bCs/>
                <w:sz w:val="20"/>
              </w:rPr>
              <w:t>20 – 1/2"</w:t>
            </w:r>
          </w:p>
          <w:p w14:paraId="51248502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Filettatura: Rp (UNI EN 10226)</w:t>
            </w:r>
          </w:p>
          <w:p w14:paraId="050A42A3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massima di esercizio: 60°C</w:t>
            </w:r>
          </w:p>
          <w:p w14:paraId="75AB215B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di punta temporanea: 95°C</w:t>
            </w:r>
          </w:p>
          <w:p w14:paraId="412B9E76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Pressione massima di esercizio: 10 bar</w:t>
            </w:r>
          </w:p>
          <w:p w14:paraId="70FAA754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5BEAE97D" w14:textId="687672B3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77670C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 – Modello Manicotto filettato maschio Gersan 20 – 1/2" o equivalente.</w:t>
            </w:r>
          </w:p>
        </w:tc>
      </w:tr>
      <w:tr w:rsidR="00021D1F" w14:paraId="27D7F52F" w14:textId="77777777" w:rsidTr="00021D1F">
        <w:tc>
          <w:tcPr>
            <w:tcW w:w="1398" w:type="dxa"/>
          </w:tcPr>
          <w:p w14:paraId="2F8910E0" w14:textId="22E5DD4C" w:rsidR="00021D1F" w:rsidRPr="00CD3D9E" w:rsidRDefault="00021D1F" w:rsidP="00021D1F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28052009</w:t>
            </w:r>
          </w:p>
        </w:tc>
        <w:tc>
          <w:tcPr>
            <w:tcW w:w="2297" w:type="dxa"/>
          </w:tcPr>
          <w:p w14:paraId="6767828D" w14:textId="77777777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 xml:space="preserve">Manicotto filettato maschio Gersan </w:t>
            </w:r>
          </w:p>
          <w:p w14:paraId="38593BD0" w14:textId="0908422E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20 – 3/4"</w:t>
            </w:r>
          </w:p>
        </w:tc>
        <w:tc>
          <w:tcPr>
            <w:tcW w:w="5803" w:type="dxa"/>
          </w:tcPr>
          <w:p w14:paraId="1CDF81DB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Manicotto filettato maschio</w:t>
            </w:r>
            <w:r w:rsidRPr="00CD3D9E">
              <w:rPr>
                <w:rFonts w:ascii="Poppins" w:hAnsi="Poppins" w:cs="Poppins"/>
                <w:sz w:val="20"/>
              </w:rPr>
              <w:t xml:space="preserve"> in polipropilene PP-R 80, saldabile, ideale per la realizzazione di impianti di distribuzione dell’acqua sanitaria, sia calda che fredda.</w:t>
            </w:r>
          </w:p>
          <w:p w14:paraId="4585694D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Prodotto idoneo per l’adduzione idrica sanitaria, secondo D.M 174/2004.</w:t>
            </w:r>
          </w:p>
          <w:p w14:paraId="2A259866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7F544A55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>Dati tecnici</w:t>
            </w:r>
            <w:r w:rsidRPr="00CD3D9E">
              <w:rPr>
                <w:rFonts w:ascii="Poppins" w:hAnsi="Poppins" w:cs="Poppins"/>
                <w:sz w:val="20"/>
              </w:rPr>
              <w:t>:</w:t>
            </w:r>
          </w:p>
          <w:p w14:paraId="5FB49171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 xml:space="preserve">Misura: </w:t>
            </w:r>
            <w:r w:rsidRPr="00CD3D9E">
              <w:rPr>
                <w:rFonts w:ascii="Poppins" w:hAnsi="Poppins" w:cs="Poppins"/>
                <w:bCs/>
                <w:sz w:val="20"/>
              </w:rPr>
              <w:t>20 – 3/4"</w:t>
            </w:r>
          </w:p>
          <w:p w14:paraId="2D3C91EA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Filettatura: Rp (UNI EN 10226)</w:t>
            </w:r>
          </w:p>
          <w:p w14:paraId="3C349DF1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massima di esercizio: 60°C</w:t>
            </w:r>
          </w:p>
          <w:p w14:paraId="499C0329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di punta temporanea: 95°C</w:t>
            </w:r>
          </w:p>
          <w:p w14:paraId="01322938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Pressione massima di esercizio: 10 bar</w:t>
            </w:r>
          </w:p>
          <w:p w14:paraId="1F99EDD9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52587D9E" w14:textId="64C14C5B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77670C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 – Modello Manicotto filettato maschio Gersan 20 – 3/4" o equivalente.</w:t>
            </w:r>
          </w:p>
        </w:tc>
      </w:tr>
      <w:tr w:rsidR="00021D1F" w14:paraId="2430DFF9" w14:textId="77777777" w:rsidTr="00021D1F">
        <w:tc>
          <w:tcPr>
            <w:tcW w:w="1398" w:type="dxa"/>
          </w:tcPr>
          <w:p w14:paraId="6C69A0BA" w14:textId="020D2A75" w:rsidR="00021D1F" w:rsidRPr="00CD3D9E" w:rsidRDefault="00021D1F" w:rsidP="00021D1F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28052012</w:t>
            </w:r>
          </w:p>
        </w:tc>
        <w:tc>
          <w:tcPr>
            <w:tcW w:w="2297" w:type="dxa"/>
          </w:tcPr>
          <w:p w14:paraId="4E226A33" w14:textId="77777777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 xml:space="preserve">Manicotto filettato maschio Gersan </w:t>
            </w:r>
          </w:p>
          <w:p w14:paraId="2B47F9DB" w14:textId="1950FA01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25 – 1/2"</w:t>
            </w:r>
          </w:p>
        </w:tc>
        <w:tc>
          <w:tcPr>
            <w:tcW w:w="5803" w:type="dxa"/>
          </w:tcPr>
          <w:p w14:paraId="5293A9D1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Manicotto filettato maschio</w:t>
            </w:r>
            <w:r w:rsidRPr="00CD3D9E">
              <w:rPr>
                <w:rFonts w:ascii="Poppins" w:hAnsi="Poppins" w:cs="Poppins"/>
                <w:sz w:val="20"/>
              </w:rPr>
              <w:t xml:space="preserve"> in polipropilene PP-R 80, saldabile, ideale per la realizzazione di impianti di distribuzione dell’acqua sanitaria, sia calda che fredda.</w:t>
            </w:r>
          </w:p>
          <w:p w14:paraId="05E68C46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lastRenderedPageBreak/>
              <w:t>Prodotto idoneo per l’adduzione idrica sanitaria, secondo D.M 174/2004.</w:t>
            </w:r>
          </w:p>
          <w:p w14:paraId="78A008A2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2E781953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>Dati tecnici</w:t>
            </w:r>
            <w:r w:rsidRPr="00CD3D9E">
              <w:rPr>
                <w:rFonts w:ascii="Poppins" w:hAnsi="Poppins" w:cs="Poppins"/>
                <w:sz w:val="20"/>
              </w:rPr>
              <w:t>:</w:t>
            </w:r>
          </w:p>
          <w:p w14:paraId="50706356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 xml:space="preserve">Misura: </w:t>
            </w:r>
            <w:r w:rsidRPr="00CD3D9E">
              <w:rPr>
                <w:rFonts w:ascii="Poppins" w:hAnsi="Poppins" w:cs="Poppins"/>
                <w:bCs/>
                <w:sz w:val="20"/>
              </w:rPr>
              <w:t>25 – 1/2"</w:t>
            </w:r>
          </w:p>
          <w:p w14:paraId="029FC073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Filettatura: Rp (UNI EN 10226)</w:t>
            </w:r>
          </w:p>
          <w:p w14:paraId="3256C247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massima di esercizio: 60°C</w:t>
            </w:r>
          </w:p>
          <w:p w14:paraId="4567DF5B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di punta temporanea: 95°C</w:t>
            </w:r>
          </w:p>
          <w:p w14:paraId="3CF07D6D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Pressione massima di esercizio: 10 bar</w:t>
            </w:r>
          </w:p>
          <w:p w14:paraId="54680F06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03490AD3" w14:textId="6BA8EC9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77670C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 – Modello Manicotto filettato maschio Gersan 25 – 1/2" o equivalente.</w:t>
            </w:r>
          </w:p>
        </w:tc>
      </w:tr>
      <w:tr w:rsidR="00021D1F" w14:paraId="4CD3494F" w14:textId="77777777" w:rsidTr="00021D1F">
        <w:tc>
          <w:tcPr>
            <w:tcW w:w="1398" w:type="dxa"/>
          </w:tcPr>
          <w:p w14:paraId="7939F4CA" w14:textId="60B03DC7" w:rsidR="00021D1F" w:rsidRPr="00CD3D9E" w:rsidRDefault="00021D1F" w:rsidP="00021D1F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lastRenderedPageBreak/>
              <w:t>28052015</w:t>
            </w:r>
          </w:p>
        </w:tc>
        <w:tc>
          <w:tcPr>
            <w:tcW w:w="2297" w:type="dxa"/>
          </w:tcPr>
          <w:p w14:paraId="643EF294" w14:textId="77777777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 xml:space="preserve">Manicotto filettato maschio Gersan </w:t>
            </w:r>
          </w:p>
          <w:p w14:paraId="3F70D3DC" w14:textId="5DECF832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25 – 3/4"</w:t>
            </w:r>
          </w:p>
        </w:tc>
        <w:tc>
          <w:tcPr>
            <w:tcW w:w="5803" w:type="dxa"/>
          </w:tcPr>
          <w:p w14:paraId="66FA8D99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Manicotto filettato maschio</w:t>
            </w:r>
            <w:r w:rsidRPr="00CD3D9E">
              <w:rPr>
                <w:rFonts w:ascii="Poppins" w:hAnsi="Poppins" w:cs="Poppins"/>
                <w:sz w:val="20"/>
              </w:rPr>
              <w:t xml:space="preserve"> in polipropilene PP-R 80, saldabile, ideale per la realizzazione di impianti di distribuzione dell’acqua sanitaria, sia calda che fredda.</w:t>
            </w:r>
          </w:p>
          <w:p w14:paraId="351714F4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Prodotto idoneo per l’adduzione idrica sanitaria, secondo D.M 174/2004.</w:t>
            </w:r>
          </w:p>
          <w:p w14:paraId="518B9D78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7424F3B6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>Dati tecnici</w:t>
            </w:r>
            <w:r w:rsidRPr="00CD3D9E">
              <w:rPr>
                <w:rFonts w:ascii="Poppins" w:hAnsi="Poppins" w:cs="Poppins"/>
                <w:sz w:val="20"/>
              </w:rPr>
              <w:t>:</w:t>
            </w:r>
          </w:p>
          <w:p w14:paraId="48A67544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 xml:space="preserve">Misura: </w:t>
            </w:r>
            <w:r w:rsidRPr="00CD3D9E">
              <w:rPr>
                <w:rFonts w:ascii="Poppins" w:hAnsi="Poppins" w:cs="Poppins"/>
                <w:bCs/>
                <w:sz w:val="20"/>
              </w:rPr>
              <w:t>25 – 3/4"</w:t>
            </w:r>
          </w:p>
          <w:p w14:paraId="34ED9E20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Filettatura: Rp (UNI EN 10226)</w:t>
            </w:r>
          </w:p>
          <w:p w14:paraId="76E1D4A8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massima di esercizio: 60°C</w:t>
            </w:r>
          </w:p>
          <w:p w14:paraId="50A825EC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di punta temporanea: 95°C</w:t>
            </w:r>
          </w:p>
          <w:p w14:paraId="5DC3A713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Pressione massima di esercizio: 10 bar</w:t>
            </w:r>
          </w:p>
          <w:p w14:paraId="1418CBB1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667C6248" w14:textId="0E8DEA9F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77670C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 – Modello Manicotto filettato maschio Gersan 25 – 3/4" o equivalente.</w:t>
            </w:r>
          </w:p>
        </w:tc>
      </w:tr>
      <w:tr w:rsidR="00021D1F" w14:paraId="7603A094" w14:textId="77777777" w:rsidTr="00021D1F">
        <w:tc>
          <w:tcPr>
            <w:tcW w:w="1398" w:type="dxa"/>
          </w:tcPr>
          <w:p w14:paraId="681D1572" w14:textId="04344E7F" w:rsidR="00021D1F" w:rsidRPr="00CD3D9E" w:rsidRDefault="00021D1F" w:rsidP="00021D1F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28051006</w:t>
            </w:r>
          </w:p>
        </w:tc>
        <w:tc>
          <w:tcPr>
            <w:tcW w:w="2297" w:type="dxa"/>
          </w:tcPr>
          <w:p w14:paraId="65B41402" w14:textId="77777777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 xml:space="preserve">Manicotto filettato femmina con esagono esterno Gersan </w:t>
            </w:r>
          </w:p>
          <w:p w14:paraId="3ECCB15F" w14:textId="48708192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20 – 1/2"</w:t>
            </w:r>
          </w:p>
        </w:tc>
        <w:tc>
          <w:tcPr>
            <w:tcW w:w="5803" w:type="dxa"/>
          </w:tcPr>
          <w:p w14:paraId="1F2786A6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 xml:space="preserve">Manicotto filettato femmina con esagono esterno </w:t>
            </w:r>
            <w:r w:rsidRPr="00CD3D9E">
              <w:rPr>
                <w:rFonts w:ascii="Poppins" w:hAnsi="Poppins" w:cs="Poppins"/>
                <w:sz w:val="20"/>
              </w:rPr>
              <w:t>in polipropilene PP-R 80, saldabile, ideale per la realizzazione di impianti di distribuzione dell’acqua sanitaria, sia calda che fredda.</w:t>
            </w:r>
          </w:p>
          <w:p w14:paraId="4A654228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Prodotto idoneo per l’adduzione idrica sanitaria, secondo D.M 174/2004.</w:t>
            </w:r>
          </w:p>
          <w:p w14:paraId="29A7C6AF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247DEC5C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>Dati tecnici</w:t>
            </w:r>
            <w:r w:rsidRPr="00CD3D9E">
              <w:rPr>
                <w:rFonts w:ascii="Poppins" w:hAnsi="Poppins" w:cs="Poppins"/>
                <w:sz w:val="20"/>
              </w:rPr>
              <w:t>:</w:t>
            </w:r>
          </w:p>
          <w:p w14:paraId="0DE15586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 xml:space="preserve">Misura: </w:t>
            </w:r>
            <w:r w:rsidRPr="00CD3D9E">
              <w:rPr>
                <w:rFonts w:ascii="Poppins" w:hAnsi="Poppins" w:cs="Poppins"/>
                <w:bCs/>
                <w:sz w:val="20"/>
              </w:rPr>
              <w:t>20 – 1/2"</w:t>
            </w:r>
          </w:p>
          <w:p w14:paraId="189AAFD4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Filettatura: Rp (UNI EN 10226)</w:t>
            </w:r>
          </w:p>
          <w:p w14:paraId="44962839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massima di esercizio: 60°C</w:t>
            </w:r>
          </w:p>
          <w:p w14:paraId="4F91F3E3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di punta temporanea: 95°C</w:t>
            </w:r>
          </w:p>
          <w:p w14:paraId="2D463BDC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Pressione massima di esercizio: 10 bar</w:t>
            </w:r>
          </w:p>
          <w:p w14:paraId="37926BB2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4DBD661F" w14:textId="35EF61F8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lastRenderedPageBreak/>
              <w:t xml:space="preserve">Marca </w:t>
            </w:r>
            <w:r w:rsidR="0077670C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 – Modello Manicotto filettato femmina con esagono esterno Gersan 20 – 1/2" o equivalente.</w:t>
            </w:r>
          </w:p>
        </w:tc>
      </w:tr>
      <w:tr w:rsidR="00021D1F" w14:paraId="0F6B80FF" w14:textId="77777777" w:rsidTr="00021D1F">
        <w:tc>
          <w:tcPr>
            <w:tcW w:w="1398" w:type="dxa"/>
          </w:tcPr>
          <w:p w14:paraId="332C09C2" w14:textId="2A405F79" w:rsidR="00021D1F" w:rsidRPr="00CD3D9E" w:rsidRDefault="00021D1F" w:rsidP="00021D1F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lastRenderedPageBreak/>
              <w:t>28050018</w:t>
            </w:r>
          </w:p>
        </w:tc>
        <w:tc>
          <w:tcPr>
            <w:tcW w:w="2297" w:type="dxa"/>
          </w:tcPr>
          <w:p w14:paraId="029B7E93" w14:textId="77777777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 xml:space="preserve">Manicotto filettato femmina con esagono esterno Gersan </w:t>
            </w:r>
          </w:p>
          <w:p w14:paraId="3B7F392F" w14:textId="22538A2C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32 – 1"</w:t>
            </w:r>
          </w:p>
        </w:tc>
        <w:tc>
          <w:tcPr>
            <w:tcW w:w="5803" w:type="dxa"/>
          </w:tcPr>
          <w:p w14:paraId="79E8795F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 xml:space="preserve">Manicotto filettato femmina con esagono esterno </w:t>
            </w:r>
            <w:r w:rsidRPr="00CD3D9E">
              <w:rPr>
                <w:rFonts w:ascii="Poppins" w:hAnsi="Poppins" w:cs="Poppins"/>
                <w:sz w:val="20"/>
              </w:rPr>
              <w:t>in polipropilene PP-R 80, saldabile, ideale per la realizzazione di impianti di distribuzione dell’acqua sanitaria, sia calda che fredda.</w:t>
            </w:r>
          </w:p>
          <w:p w14:paraId="66853BFA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Prodotto idoneo per l’adduzione idrica sanitaria, secondo D.M 174/2004.</w:t>
            </w:r>
          </w:p>
          <w:p w14:paraId="205AD970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58545B94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>Dati tecnici</w:t>
            </w:r>
            <w:r w:rsidRPr="00CD3D9E">
              <w:rPr>
                <w:rFonts w:ascii="Poppins" w:hAnsi="Poppins" w:cs="Poppins"/>
                <w:sz w:val="20"/>
              </w:rPr>
              <w:t>:</w:t>
            </w:r>
          </w:p>
          <w:p w14:paraId="374A17F4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 xml:space="preserve">Misura: </w:t>
            </w:r>
            <w:r w:rsidRPr="00CD3D9E">
              <w:rPr>
                <w:rFonts w:ascii="Poppins" w:hAnsi="Poppins" w:cs="Poppins"/>
                <w:bCs/>
                <w:sz w:val="20"/>
              </w:rPr>
              <w:t>32 – 1"</w:t>
            </w:r>
          </w:p>
          <w:p w14:paraId="3085C7A7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Filettatura: Rp (UNI EN 10226)</w:t>
            </w:r>
          </w:p>
          <w:p w14:paraId="48EE9A2E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massima di esercizio: 60°C</w:t>
            </w:r>
          </w:p>
          <w:p w14:paraId="049DAE3B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di punta temporanea: 95°C</w:t>
            </w:r>
          </w:p>
          <w:p w14:paraId="3031C6E8" w14:textId="77777777" w:rsidR="00B50B14" w:rsidRPr="00CD3D9E" w:rsidRDefault="00B50B14" w:rsidP="00B50B14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Pressione massima di esercizio: 10 bar</w:t>
            </w:r>
          </w:p>
          <w:p w14:paraId="45176AE4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1AC19485" w14:textId="2DEE0FDA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77670C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 – Modello Manicotto filettato femmina con esagono esterno Gersan 32 – 1" o equivalente.</w:t>
            </w:r>
          </w:p>
        </w:tc>
      </w:tr>
      <w:tr w:rsidR="00021D1F" w14:paraId="058D6DD3" w14:textId="77777777" w:rsidTr="00021D1F">
        <w:tc>
          <w:tcPr>
            <w:tcW w:w="1398" w:type="dxa"/>
          </w:tcPr>
          <w:p w14:paraId="2086366E" w14:textId="1DBAF2B3" w:rsidR="00021D1F" w:rsidRPr="00CD3D9E" w:rsidRDefault="00021D1F" w:rsidP="00021D1F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28050021</w:t>
            </w:r>
          </w:p>
        </w:tc>
        <w:tc>
          <w:tcPr>
            <w:tcW w:w="2297" w:type="dxa"/>
          </w:tcPr>
          <w:p w14:paraId="27FD759A" w14:textId="77777777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 xml:space="preserve">Manicotto filettato femmina con esagono esterno Gersan </w:t>
            </w:r>
          </w:p>
          <w:p w14:paraId="57E2E09E" w14:textId="41954DBE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40 – 1"1/4</w:t>
            </w:r>
          </w:p>
        </w:tc>
        <w:tc>
          <w:tcPr>
            <w:tcW w:w="5803" w:type="dxa"/>
          </w:tcPr>
          <w:p w14:paraId="17D43FBA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 xml:space="preserve">Manicotto filettato femmina con esagono esterno </w:t>
            </w:r>
            <w:r w:rsidRPr="00CD3D9E">
              <w:rPr>
                <w:rFonts w:ascii="Poppins" w:hAnsi="Poppins" w:cs="Poppins"/>
                <w:sz w:val="20"/>
              </w:rPr>
              <w:t>in polipropilene PP-R 80, saldabile, ideale per la realizzazione di impianti di distribuzione dell’acqua sanitaria, sia calda che fredda.</w:t>
            </w:r>
          </w:p>
          <w:p w14:paraId="449D83E8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Prodotto idoneo per l’adduzione idrica sanitaria, secondo D.M 174/2004.</w:t>
            </w:r>
          </w:p>
          <w:p w14:paraId="69DA441B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75739E11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>Dati tecnici</w:t>
            </w:r>
            <w:r w:rsidRPr="00CD3D9E">
              <w:rPr>
                <w:rFonts w:ascii="Poppins" w:hAnsi="Poppins" w:cs="Poppins"/>
                <w:sz w:val="20"/>
              </w:rPr>
              <w:t>:</w:t>
            </w:r>
          </w:p>
          <w:p w14:paraId="6F83DF58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 xml:space="preserve">Misura: </w:t>
            </w:r>
            <w:r w:rsidRPr="00CD3D9E">
              <w:rPr>
                <w:rFonts w:ascii="Poppins" w:hAnsi="Poppins" w:cs="Poppins"/>
                <w:bCs/>
                <w:sz w:val="20"/>
              </w:rPr>
              <w:t>40 – 1"1/4</w:t>
            </w:r>
          </w:p>
          <w:p w14:paraId="311C25D6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Filettatura: Rp (UNI EN 10226)</w:t>
            </w:r>
          </w:p>
          <w:p w14:paraId="6660E4B0" w14:textId="77777777" w:rsidR="002A5AEC" w:rsidRPr="00CD3D9E" w:rsidRDefault="002A5AEC" w:rsidP="002A5AEC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massima di esercizio: 60°C</w:t>
            </w:r>
          </w:p>
          <w:p w14:paraId="2E3212B9" w14:textId="77777777" w:rsidR="002A5AEC" w:rsidRPr="00CD3D9E" w:rsidRDefault="002A5AEC" w:rsidP="002A5AEC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di punta temporanea: 95°C</w:t>
            </w:r>
          </w:p>
          <w:p w14:paraId="5205146E" w14:textId="77777777" w:rsidR="002A5AEC" w:rsidRPr="00CD3D9E" w:rsidRDefault="002A5AEC" w:rsidP="002A5AEC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Pressione massima di esercizio: 10 bar</w:t>
            </w:r>
          </w:p>
          <w:p w14:paraId="13E75A25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35CFF241" w14:textId="79BBE8A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77670C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 – Modello Manicotto filettato femmina con esagono esterno Gersan 40 – 1"1/4 o equivalente.</w:t>
            </w:r>
          </w:p>
        </w:tc>
      </w:tr>
      <w:tr w:rsidR="00021D1F" w14:paraId="4CCA13E9" w14:textId="77777777" w:rsidTr="00021D1F">
        <w:tc>
          <w:tcPr>
            <w:tcW w:w="1398" w:type="dxa"/>
          </w:tcPr>
          <w:p w14:paraId="70B22A55" w14:textId="7F6AC063" w:rsidR="00021D1F" w:rsidRPr="00CD3D9E" w:rsidRDefault="00021D1F" w:rsidP="00021D1F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28050024</w:t>
            </w:r>
          </w:p>
        </w:tc>
        <w:tc>
          <w:tcPr>
            <w:tcW w:w="2297" w:type="dxa"/>
          </w:tcPr>
          <w:p w14:paraId="3D6381A3" w14:textId="77777777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 xml:space="preserve">Manicotto filettato femmina con esagono esterno Gersan </w:t>
            </w:r>
          </w:p>
          <w:p w14:paraId="7E0F00C3" w14:textId="2D7124CE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50 – 1"1/2</w:t>
            </w:r>
          </w:p>
        </w:tc>
        <w:tc>
          <w:tcPr>
            <w:tcW w:w="5803" w:type="dxa"/>
          </w:tcPr>
          <w:p w14:paraId="689DBD76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 xml:space="preserve">Manicotto filettato femmina con esagono esterno </w:t>
            </w:r>
            <w:r w:rsidRPr="00CD3D9E">
              <w:rPr>
                <w:rFonts w:ascii="Poppins" w:hAnsi="Poppins" w:cs="Poppins"/>
                <w:sz w:val="20"/>
              </w:rPr>
              <w:t>in polipropilene PP-R 80, saldabile, ideale per la realizzazione di impianti di distribuzione dell’acqua sanitaria, sia calda che fredda.</w:t>
            </w:r>
          </w:p>
          <w:p w14:paraId="067A54C7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Prodotto idoneo per l’adduzione idrica sanitaria, secondo D.M 174/2004.</w:t>
            </w:r>
          </w:p>
          <w:p w14:paraId="1E1301E7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5A3CC9D1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lastRenderedPageBreak/>
              <w:t>Dati tecnici</w:t>
            </w:r>
            <w:r w:rsidRPr="00CD3D9E">
              <w:rPr>
                <w:rFonts w:ascii="Poppins" w:hAnsi="Poppins" w:cs="Poppins"/>
                <w:sz w:val="20"/>
              </w:rPr>
              <w:t>:</w:t>
            </w:r>
          </w:p>
          <w:p w14:paraId="69173B07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 xml:space="preserve">Misura: </w:t>
            </w:r>
            <w:r w:rsidRPr="00CD3D9E">
              <w:rPr>
                <w:rFonts w:ascii="Poppins" w:hAnsi="Poppins" w:cs="Poppins"/>
                <w:bCs/>
                <w:sz w:val="20"/>
              </w:rPr>
              <w:t>50 – 1"1/2</w:t>
            </w:r>
          </w:p>
          <w:p w14:paraId="3B406F28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Filettatura: Rp (UNI EN 10226)</w:t>
            </w:r>
          </w:p>
          <w:p w14:paraId="331C6336" w14:textId="77777777" w:rsidR="002A5AEC" w:rsidRPr="00CD3D9E" w:rsidRDefault="002A5AEC" w:rsidP="002A5AEC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massima di esercizio: 60°C</w:t>
            </w:r>
          </w:p>
          <w:p w14:paraId="6316ED40" w14:textId="77777777" w:rsidR="002A5AEC" w:rsidRPr="00CD3D9E" w:rsidRDefault="002A5AEC" w:rsidP="002A5AEC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di punta temporanea: 95°C</w:t>
            </w:r>
          </w:p>
          <w:p w14:paraId="019899E7" w14:textId="77777777" w:rsidR="002A5AEC" w:rsidRPr="00CD3D9E" w:rsidRDefault="002A5AEC" w:rsidP="002A5AEC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Pressione massima di esercizio: 10 bar</w:t>
            </w:r>
          </w:p>
          <w:p w14:paraId="5795D8A4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209D476E" w14:textId="3781E94F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77670C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 – Modello Manicotto filettato femmina con esagono esterno Gersan 50 – 1"1/2 o equivalente.</w:t>
            </w:r>
          </w:p>
        </w:tc>
      </w:tr>
      <w:tr w:rsidR="00021D1F" w14:paraId="05C81C2F" w14:textId="77777777" w:rsidTr="00021D1F">
        <w:tc>
          <w:tcPr>
            <w:tcW w:w="1398" w:type="dxa"/>
          </w:tcPr>
          <w:p w14:paraId="054AF913" w14:textId="68EDFBDB" w:rsidR="00021D1F" w:rsidRPr="00CD3D9E" w:rsidRDefault="00021D1F" w:rsidP="00021D1F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lastRenderedPageBreak/>
              <w:t>28050027</w:t>
            </w:r>
          </w:p>
        </w:tc>
        <w:tc>
          <w:tcPr>
            <w:tcW w:w="2297" w:type="dxa"/>
          </w:tcPr>
          <w:p w14:paraId="0CE3F706" w14:textId="77777777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 xml:space="preserve">Manicotto filettato femmina con esagono esterno Gersan </w:t>
            </w:r>
          </w:p>
          <w:p w14:paraId="2841F025" w14:textId="20885B54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63 – 2"</w:t>
            </w:r>
          </w:p>
        </w:tc>
        <w:tc>
          <w:tcPr>
            <w:tcW w:w="5803" w:type="dxa"/>
          </w:tcPr>
          <w:p w14:paraId="2A245732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 xml:space="preserve">Manicotto filettato femmina con esagono esterno </w:t>
            </w:r>
            <w:r w:rsidRPr="00CD3D9E">
              <w:rPr>
                <w:rFonts w:ascii="Poppins" w:hAnsi="Poppins" w:cs="Poppins"/>
                <w:sz w:val="20"/>
              </w:rPr>
              <w:t>in polipropilene PP-R 80, saldabile, ideale per la realizzazione di impianti di distribuzione dell’acqua sanitaria, sia calda che fredda.</w:t>
            </w:r>
          </w:p>
          <w:p w14:paraId="4F31DD0C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Prodotto idoneo per l’adduzione idrica sanitaria, secondo D.M 174/2004.</w:t>
            </w:r>
          </w:p>
          <w:p w14:paraId="46FA04ED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009BE3B3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>Dati tecnici</w:t>
            </w:r>
            <w:r w:rsidRPr="00CD3D9E">
              <w:rPr>
                <w:rFonts w:ascii="Poppins" w:hAnsi="Poppins" w:cs="Poppins"/>
                <w:sz w:val="20"/>
              </w:rPr>
              <w:t>:</w:t>
            </w:r>
          </w:p>
          <w:p w14:paraId="777AF735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 xml:space="preserve">Misura: </w:t>
            </w:r>
            <w:r w:rsidRPr="00CD3D9E">
              <w:rPr>
                <w:rFonts w:ascii="Poppins" w:hAnsi="Poppins" w:cs="Poppins"/>
                <w:bCs/>
                <w:sz w:val="20"/>
              </w:rPr>
              <w:t>63 – 2"</w:t>
            </w:r>
          </w:p>
          <w:p w14:paraId="436A9A66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Filettatura: Rp (UNI EN 10226)</w:t>
            </w:r>
          </w:p>
          <w:p w14:paraId="5C4780D5" w14:textId="77777777" w:rsidR="002A5AEC" w:rsidRPr="00CD3D9E" w:rsidRDefault="002A5AEC" w:rsidP="002A5AEC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massima di esercizio: 60°C</w:t>
            </w:r>
          </w:p>
          <w:p w14:paraId="3E2649A4" w14:textId="77777777" w:rsidR="002A5AEC" w:rsidRPr="00CD3D9E" w:rsidRDefault="002A5AEC" w:rsidP="002A5AEC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di punta temporanea: 95°C</w:t>
            </w:r>
          </w:p>
          <w:p w14:paraId="5DE3DF62" w14:textId="77777777" w:rsidR="002A5AEC" w:rsidRPr="00CD3D9E" w:rsidRDefault="002A5AEC" w:rsidP="002A5AEC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Pressione massima di esercizio: 10 bar</w:t>
            </w:r>
          </w:p>
          <w:p w14:paraId="15716C42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04A695A9" w14:textId="034EA54C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77670C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 – Modello Manicotto filettato femmina con esagono esterno Gersan 63 – 2" o equivalente.</w:t>
            </w:r>
          </w:p>
        </w:tc>
      </w:tr>
      <w:tr w:rsidR="00021D1F" w14:paraId="4483CA88" w14:textId="77777777" w:rsidTr="00021D1F">
        <w:tc>
          <w:tcPr>
            <w:tcW w:w="1398" w:type="dxa"/>
          </w:tcPr>
          <w:p w14:paraId="19842047" w14:textId="0EFD9BAD" w:rsidR="00021D1F" w:rsidRPr="00CD3D9E" w:rsidRDefault="00021D1F" w:rsidP="00021D1F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28053006</w:t>
            </w:r>
          </w:p>
        </w:tc>
        <w:tc>
          <w:tcPr>
            <w:tcW w:w="2297" w:type="dxa"/>
          </w:tcPr>
          <w:p w14:paraId="3249EE47" w14:textId="77777777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 xml:space="preserve">Manicotto filettato maschio con esagono esterno Gersan </w:t>
            </w:r>
          </w:p>
          <w:p w14:paraId="7CD7104B" w14:textId="5946D6A2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20 – 1/2"</w:t>
            </w:r>
          </w:p>
        </w:tc>
        <w:tc>
          <w:tcPr>
            <w:tcW w:w="5803" w:type="dxa"/>
          </w:tcPr>
          <w:p w14:paraId="0DA4F193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 xml:space="preserve">Manicotto filettato maschio con esagono esterno </w:t>
            </w:r>
            <w:r w:rsidRPr="00CD3D9E">
              <w:rPr>
                <w:rFonts w:ascii="Poppins" w:hAnsi="Poppins" w:cs="Poppins"/>
                <w:sz w:val="20"/>
              </w:rPr>
              <w:t>in polipropilene PP-R 80, saldabile, ideale per la realizzazione di impianti di distribuzione dell’acqua sanitaria, sia calda che fredda.</w:t>
            </w:r>
          </w:p>
          <w:p w14:paraId="0BD45D63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Prodotto idoneo per l’adduzione idrica sanitaria, secondo D.M 174/2004.</w:t>
            </w:r>
          </w:p>
          <w:p w14:paraId="6D0F4F4B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7F61D027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>Dati tecnici</w:t>
            </w:r>
            <w:r w:rsidRPr="00CD3D9E">
              <w:rPr>
                <w:rFonts w:ascii="Poppins" w:hAnsi="Poppins" w:cs="Poppins"/>
                <w:sz w:val="20"/>
              </w:rPr>
              <w:t>:</w:t>
            </w:r>
          </w:p>
          <w:p w14:paraId="667B5530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 xml:space="preserve">Misura: </w:t>
            </w:r>
            <w:r w:rsidRPr="00CD3D9E">
              <w:rPr>
                <w:rFonts w:ascii="Poppins" w:hAnsi="Poppins" w:cs="Poppins"/>
                <w:bCs/>
                <w:sz w:val="20"/>
              </w:rPr>
              <w:t>20 – 1/2"</w:t>
            </w:r>
          </w:p>
          <w:p w14:paraId="247FF75E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Filettatura: Rp (UNI EN 10226)</w:t>
            </w:r>
          </w:p>
          <w:p w14:paraId="4120DFD7" w14:textId="77777777" w:rsidR="002A5AEC" w:rsidRPr="00CD3D9E" w:rsidRDefault="002A5AEC" w:rsidP="002A5AEC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massima di esercizio: 60°C</w:t>
            </w:r>
          </w:p>
          <w:p w14:paraId="253821E9" w14:textId="77777777" w:rsidR="002A5AEC" w:rsidRPr="00CD3D9E" w:rsidRDefault="002A5AEC" w:rsidP="002A5AEC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di punta temporanea: 95°C</w:t>
            </w:r>
          </w:p>
          <w:p w14:paraId="7579A336" w14:textId="77777777" w:rsidR="002A5AEC" w:rsidRPr="00CD3D9E" w:rsidRDefault="002A5AEC" w:rsidP="002A5AEC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Pressione massima di esercizio: 10 bar</w:t>
            </w:r>
          </w:p>
          <w:p w14:paraId="0E314847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6198F88B" w14:textId="2101EBA9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77670C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 – Modello Manicotto filettato maschio con esagono esterno Gersan 20 – 1/2" o equivalente.</w:t>
            </w:r>
          </w:p>
        </w:tc>
      </w:tr>
      <w:tr w:rsidR="00021D1F" w14:paraId="48AE3F39" w14:textId="77777777" w:rsidTr="00021D1F">
        <w:tc>
          <w:tcPr>
            <w:tcW w:w="1398" w:type="dxa"/>
          </w:tcPr>
          <w:p w14:paraId="61DEE912" w14:textId="5FBC3F74" w:rsidR="00021D1F" w:rsidRPr="00CD3D9E" w:rsidRDefault="00021D1F" w:rsidP="00021D1F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lastRenderedPageBreak/>
              <w:t>28053016</w:t>
            </w:r>
          </w:p>
        </w:tc>
        <w:tc>
          <w:tcPr>
            <w:tcW w:w="2297" w:type="dxa"/>
          </w:tcPr>
          <w:p w14:paraId="53DB257F" w14:textId="77777777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 xml:space="preserve">Manicotto filettato maschio con esagono esterno Gersan </w:t>
            </w:r>
          </w:p>
          <w:p w14:paraId="3FA050C6" w14:textId="193A699B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32 – 3/4"</w:t>
            </w:r>
          </w:p>
        </w:tc>
        <w:tc>
          <w:tcPr>
            <w:tcW w:w="5803" w:type="dxa"/>
          </w:tcPr>
          <w:p w14:paraId="70F22B6F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 xml:space="preserve">Manicotto filettato maschio con esagono esterno </w:t>
            </w:r>
            <w:r w:rsidRPr="00CD3D9E">
              <w:rPr>
                <w:rFonts w:ascii="Poppins" w:hAnsi="Poppins" w:cs="Poppins"/>
                <w:sz w:val="20"/>
              </w:rPr>
              <w:t>in polipropilene PP-R 80, saldabile, ideale per la realizzazione di impianti di distribuzione dell’acqua sanitaria, sia calda che fredda.</w:t>
            </w:r>
          </w:p>
          <w:p w14:paraId="15793025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Prodotto idoneo per l’adduzione idrica sanitaria, secondo D.M 174/2004.</w:t>
            </w:r>
          </w:p>
          <w:p w14:paraId="6538C7CB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4E55941B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>Dati tecnici</w:t>
            </w:r>
            <w:r w:rsidRPr="00CD3D9E">
              <w:rPr>
                <w:rFonts w:ascii="Poppins" w:hAnsi="Poppins" w:cs="Poppins"/>
                <w:sz w:val="20"/>
              </w:rPr>
              <w:t>:</w:t>
            </w:r>
          </w:p>
          <w:p w14:paraId="441FB616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 xml:space="preserve">Misura: </w:t>
            </w:r>
            <w:r w:rsidRPr="00CD3D9E">
              <w:rPr>
                <w:rFonts w:ascii="Poppins" w:hAnsi="Poppins" w:cs="Poppins"/>
                <w:bCs/>
                <w:sz w:val="20"/>
              </w:rPr>
              <w:t>32 – 3/4"</w:t>
            </w:r>
          </w:p>
          <w:p w14:paraId="0F994183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Filettatura: Rp (UNI EN 10226)</w:t>
            </w:r>
          </w:p>
          <w:p w14:paraId="5075B0B4" w14:textId="77777777" w:rsidR="002A5AEC" w:rsidRPr="00CD3D9E" w:rsidRDefault="002A5AEC" w:rsidP="002A5AEC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massima di esercizio: 60°C</w:t>
            </w:r>
          </w:p>
          <w:p w14:paraId="4E08D4B0" w14:textId="77777777" w:rsidR="002A5AEC" w:rsidRPr="00CD3D9E" w:rsidRDefault="002A5AEC" w:rsidP="002A5AEC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di punta temporanea: 95°C</w:t>
            </w:r>
          </w:p>
          <w:p w14:paraId="43D441F9" w14:textId="77777777" w:rsidR="002A5AEC" w:rsidRPr="00CD3D9E" w:rsidRDefault="002A5AEC" w:rsidP="002A5AEC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Pressione massima di esercizio: 10 bar</w:t>
            </w:r>
          </w:p>
          <w:p w14:paraId="16654E28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044791BA" w14:textId="22AB3B40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77670C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 – Modello Manicotto filettato maschio con esagono esterno Gersan 32 – 3/4" o equivalente.</w:t>
            </w:r>
          </w:p>
        </w:tc>
      </w:tr>
      <w:tr w:rsidR="00021D1F" w14:paraId="2B43D615" w14:textId="77777777" w:rsidTr="00021D1F">
        <w:tc>
          <w:tcPr>
            <w:tcW w:w="1398" w:type="dxa"/>
          </w:tcPr>
          <w:p w14:paraId="2B8428F2" w14:textId="6478A7F6" w:rsidR="00021D1F" w:rsidRPr="00CD3D9E" w:rsidRDefault="00021D1F" w:rsidP="00021D1F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28052018</w:t>
            </w:r>
          </w:p>
        </w:tc>
        <w:tc>
          <w:tcPr>
            <w:tcW w:w="2297" w:type="dxa"/>
          </w:tcPr>
          <w:p w14:paraId="03D07B63" w14:textId="77777777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 xml:space="preserve">Manicotto filettato maschio con esagono esterno Gersan </w:t>
            </w:r>
          </w:p>
          <w:p w14:paraId="08238517" w14:textId="701A3178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32 – 1"</w:t>
            </w:r>
          </w:p>
        </w:tc>
        <w:tc>
          <w:tcPr>
            <w:tcW w:w="5803" w:type="dxa"/>
          </w:tcPr>
          <w:p w14:paraId="37E8C4C0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 xml:space="preserve">Manicotto filettato maschio con esagono esterno </w:t>
            </w:r>
            <w:r w:rsidRPr="00CD3D9E">
              <w:rPr>
                <w:rFonts w:ascii="Poppins" w:hAnsi="Poppins" w:cs="Poppins"/>
                <w:sz w:val="20"/>
              </w:rPr>
              <w:t>in polipropilene PP-R 80, saldabile, ideale per la realizzazione di impianti di distribuzione dell’acqua sanitaria, sia calda che fredda.</w:t>
            </w:r>
          </w:p>
          <w:p w14:paraId="77D0D2D6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Prodotto idoneo per l’adduzione idrica sanitaria, secondo D.M 174/2004.</w:t>
            </w:r>
          </w:p>
          <w:p w14:paraId="21355AD3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16EA0687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>Dati tecnici</w:t>
            </w:r>
            <w:r w:rsidRPr="00CD3D9E">
              <w:rPr>
                <w:rFonts w:ascii="Poppins" w:hAnsi="Poppins" w:cs="Poppins"/>
                <w:sz w:val="20"/>
              </w:rPr>
              <w:t>:</w:t>
            </w:r>
          </w:p>
          <w:p w14:paraId="2B093386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 xml:space="preserve">Misura: </w:t>
            </w:r>
            <w:r w:rsidRPr="00CD3D9E">
              <w:rPr>
                <w:rFonts w:ascii="Poppins" w:hAnsi="Poppins" w:cs="Poppins"/>
                <w:bCs/>
                <w:sz w:val="20"/>
              </w:rPr>
              <w:t>32 – 1"</w:t>
            </w:r>
          </w:p>
          <w:p w14:paraId="1B0A644A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Filettatura: Rp (UNI EN 10226)</w:t>
            </w:r>
          </w:p>
          <w:p w14:paraId="6650AE57" w14:textId="77777777" w:rsidR="002A5AEC" w:rsidRPr="00CD3D9E" w:rsidRDefault="002A5AEC" w:rsidP="002A5AEC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massima di esercizio: 60°C</w:t>
            </w:r>
          </w:p>
          <w:p w14:paraId="403D1D91" w14:textId="77777777" w:rsidR="002A5AEC" w:rsidRPr="00CD3D9E" w:rsidRDefault="002A5AEC" w:rsidP="002A5AEC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di punta temporanea: 95°C</w:t>
            </w:r>
          </w:p>
          <w:p w14:paraId="03A414FA" w14:textId="77777777" w:rsidR="002A5AEC" w:rsidRPr="00CD3D9E" w:rsidRDefault="002A5AEC" w:rsidP="002A5AEC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Pressione massima di esercizio: 10 bar</w:t>
            </w:r>
          </w:p>
          <w:p w14:paraId="5FC8245B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55B5672C" w14:textId="5FF19D5C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77670C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 – Modello Manicotto filettato maschio con esagono esterno Gersan 32 – 1" o equivalente.</w:t>
            </w:r>
          </w:p>
        </w:tc>
      </w:tr>
      <w:tr w:rsidR="00021D1F" w14:paraId="67FEE373" w14:textId="77777777" w:rsidTr="00021D1F">
        <w:tc>
          <w:tcPr>
            <w:tcW w:w="1398" w:type="dxa"/>
          </w:tcPr>
          <w:p w14:paraId="7178FC68" w14:textId="3868A08C" w:rsidR="00021D1F" w:rsidRPr="00CD3D9E" w:rsidRDefault="00021D1F" w:rsidP="00021D1F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28052021</w:t>
            </w:r>
          </w:p>
        </w:tc>
        <w:tc>
          <w:tcPr>
            <w:tcW w:w="2297" w:type="dxa"/>
          </w:tcPr>
          <w:p w14:paraId="20E3F8AC" w14:textId="77777777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 xml:space="preserve">Manicotto filettato maschio con esagono esterno Gersan </w:t>
            </w:r>
          </w:p>
          <w:p w14:paraId="497812EC" w14:textId="64C7A1D8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40 – 1"1/4</w:t>
            </w:r>
          </w:p>
        </w:tc>
        <w:tc>
          <w:tcPr>
            <w:tcW w:w="5803" w:type="dxa"/>
          </w:tcPr>
          <w:p w14:paraId="5998C09F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 xml:space="preserve">Manicotto filettato maschio con esagono esterno </w:t>
            </w:r>
            <w:r w:rsidRPr="00CD3D9E">
              <w:rPr>
                <w:rFonts w:ascii="Poppins" w:hAnsi="Poppins" w:cs="Poppins"/>
                <w:sz w:val="20"/>
              </w:rPr>
              <w:t>in polipropilene PP-R 80, saldabile, ideale per la realizzazione di impianti di distribuzione dell’acqua sanitaria, sia calda che fredda.</w:t>
            </w:r>
          </w:p>
          <w:p w14:paraId="542275D8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Prodotto idoneo per l’adduzione idrica sanitaria, secondo D.M 174/2004.</w:t>
            </w:r>
          </w:p>
          <w:p w14:paraId="490FB064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79EECCC2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>Dati tecnici</w:t>
            </w:r>
            <w:r w:rsidRPr="00CD3D9E">
              <w:rPr>
                <w:rFonts w:ascii="Poppins" w:hAnsi="Poppins" w:cs="Poppins"/>
                <w:sz w:val="20"/>
              </w:rPr>
              <w:t>:</w:t>
            </w:r>
          </w:p>
          <w:p w14:paraId="593225E9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 xml:space="preserve">Misura: </w:t>
            </w:r>
            <w:r w:rsidRPr="00CD3D9E">
              <w:rPr>
                <w:rFonts w:ascii="Poppins" w:hAnsi="Poppins" w:cs="Poppins"/>
                <w:bCs/>
                <w:sz w:val="20"/>
              </w:rPr>
              <w:t>40 – 1"1/4</w:t>
            </w:r>
          </w:p>
          <w:p w14:paraId="73E54A29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lastRenderedPageBreak/>
              <w:t>Filettatura: Rp (UNI EN 10226)</w:t>
            </w:r>
          </w:p>
          <w:p w14:paraId="42B2B43D" w14:textId="77777777" w:rsidR="002A5AEC" w:rsidRPr="00CD3D9E" w:rsidRDefault="002A5AEC" w:rsidP="002A5AEC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massima di esercizio: 60°C</w:t>
            </w:r>
          </w:p>
          <w:p w14:paraId="5CB96BE3" w14:textId="77777777" w:rsidR="002A5AEC" w:rsidRPr="00CD3D9E" w:rsidRDefault="002A5AEC" w:rsidP="002A5AEC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di punta temporanea: 95°C</w:t>
            </w:r>
          </w:p>
          <w:p w14:paraId="506CDA9A" w14:textId="77777777" w:rsidR="002A5AEC" w:rsidRPr="00CD3D9E" w:rsidRDefault="002A5AEC" w:rsidP="002A5AEC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Pressione massima di esercizio: 10 bar</w:t>
            </w:r>
          </w:p>
          <w:p w14:paraId="066EE28F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1E7ACC5E" w14:textId="7666B024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77670C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 – Modello Manicotto filettato maschio con esagono esterno Gersan 40 – 1"1/4 o equivalente.</w:t>
            </w:r>
          </w:p>
        </w:tc>
      </w:tr>
      <w:tr w:rsidR="00021D1F" w14:paraId="680490F7" w14:textId="77777777" w:rsidTr="00021D1F">
        <w:tc>
          <w:tcPr>
            <w:tcW w:w="1398" w:type="dxa"/>
          </w:tcPr>
          <w:p w14:paraId="2136DF49" w14:textId="123A4EFE" w:rsidR="00021D1F" w:rsidRPr="00CD3D9E" w:rsidRDefault="00021D1F" w:rsidP="00021D1F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lastRenderedPageBreak/>
              <w:t>28052024</w:t>
            </w:r>
          </w:p>
        </w:tc>
        <w:tc>
          <w:tcPr>
            <w:tcW w:w="2297" w:type="dxa"/>
          </w:tcPr>
          <w:p w14:paraId="61F51208" w14:textId="77777777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 xml:space="preserve">Manicotto filettato maschio con esagono esterno Gersan </w:t>
            </w:r>
          </w:p>
          <w:p w14:paraId="5120AFFC" w14:textId="11C199BF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50 – 1"1/2</w:t>
            </w:r>
          </w:p>
        </w:tc>
        <w:tc>
          <w:tcPr>
            <w:tcW w:w="5803" w:type="dxa"/>
          </w:tcPr>
          <w:p w14:paraId="4B33E9E3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 xml:space="preserve">Manicotto filettato maschio con esagono esterno </w:t>
            </w:r>
            <w:r w:rsidRPr="00CD3D9E">
              <w:rPr>
                <w:rFonts w:ascii="Poppins" w:hAnsi="Poppins" w:cs="Poppins"/>
                <w:sz w:val="20"/>
              </w:rPr>
              <w:t>in polipropilene PP-R 80, saldabile, ideale per la realizzazione di impianti di distribuzione dell’acqua sanitaria, sia calda che fredda.</w:t>
            </w:r>
          </w:p>
          <w:p w14:paraId="21A07778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Prodotto idoneo per l’adduzione idrica sanitaria, secondo D.M 174/2004.</w:t>
            </w:r>
          </w:p>
          <w:p w14:paraId="2413ED71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2B88E065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>Dati tecnici</w:t>
            </w:r>
            <w:r w:rsidRPr="00CD3D9E">
              <w:rPr>
                <w:rFonts w:ascii="Poppins" w:hAnsi="Poppins" w:cs="Poppins"/>
                <w:sz w:val="20"/>
              </w:rPr>
              <w:t>:</w:t>
            </w:r>
          </w:p>
          <w:p w14:paraId="3D153C16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 xml:space="preserve">Misura: </w:t>
            </w:r>
            <w:r w:rsidRPr="00CD3D9E">
              <w:rPr>
                <w:rFonts w:ascii="Poppins" w:hAnsi="Poppins" w:cs="Poppins"/>
                <w:bCs/>
                <w:sz w:val="20"/>
              </w:rPr>
              <w:t>50 – 1"1/2</w:t>
            </w:r>
          </w:p>
          <w:p w14:paraId="72AEF713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Filettatura: Rp (UNI EN 10226)</w:t>
            </w:r>
          </w:p>
          <w:p w14:paraId="0A273C14" w14:textId="77777777" w:rsidR="002A5AEC" w:rsidRPr="00CD3D9E" w:rsidRDefault="002A5AEC" w:rsidP="002A5AEC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massima di esercizio: 60°C</w:t>
            </w:r>
          </w:p>
          <w:p w14:paraId="1E3887E3" w14:textId="77777777" w:rsidR="002A5AEC" w:rsidRPr="00CD3D9E" w:rsidRDefault="002A5AEC" w:rsidP="002A5AEC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di punta temporanea: 95°C</w:t>
            </w:r>
          </w:p>
          <w:p w14:paraId="79C1C0EA" w14:textId="77777777" w:rsidR="002A5AEC" w:rsidRPr="00CD3D9E" w:rsidRDefault="002A5AEC" w:rsidP="002A5AEC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Pressione massima di esercizio: 10 bar</w:t>
            </w:r>
          </w:p>
          <w:p w14:paraId="118F546D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6E0C46C9" w14:textId="28688FA0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77670C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 – Modello Manicotto filettato maschio con esagono esterno Gersan 50 – 1"1/2 o equivalente.</w:t>
            </w:r>
          </w:p>
        </w:tc>
      </w:tr>
      <w:tr w:rsidR="00021D1F" w14:paraId="3EFB7946" w14:textId="77777777" w:rsidTr="00021D1F">
        <w:tc>
          <w:tcPr>
            <w:tcW w:w="1398" w:type="dxa"/>
          </w:tcPr>
          <w:p w14:paraId="12C2A255" w14:textId="506844ED" w:rsidR="00021D1F" w:rsidRPr="00CD3D9E" w:rsidRDefault="00021D1F" w:rsidP="00021D1F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28052027</w:t>
            </w:r>
          </w:p>
        </w:tc>
        <w:tc>
          <w:tcPr>
            <w:tcW w:w="2297" w:type="dxa"/>
          </w:tcPr>
          <w:p w14:paraId="4B291169" w14:textId="77777777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 xml:space="preserve">Manicotto filettato maschio con esagono esterno Gersan </w:t>
            </w:r>
          </w:p>
          <w:p w14:paraId="4FDA4389" w14:textId="018DD6C5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63 – 2"</w:t>
            </w:r>
          </w:p>
        </w:tc>
        <w:tc>
          <w:tcPr>
            <w:tcW w:w="5803" w:type="dxa"/>
          </w:tcPr>
          <w:p w14:paraId="3974ED14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 xml:space="preserve">Manicotto filettato maschio con esagono esterno </w:t>
            </w:r>
            <w:r w:rsidRPr="00CD3D9E">
              <w:rPr>
                <w:rFonts w:ascii="Poppins" w:hAnsi="Poppins" w:cs="Poppins"/>
                <w:sz w:val="20"/>
              </w:rPr>
              <w:t>in polipropilene PP-R 80, saldabile, ideale per la realizzazione di impianti di distribuzione dell’acqua sanitaria, sia calda che fredda.</w:t>
            </w:r>
          </w:p>
          <w:p w14:paraId="55B7E3DE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Prodotto idoneo per l’adduzione idrica sanitaria, secondo D.M 174/2004.</w:t>
            </w:r>
          </w:p>
          <w:p w14:paraId="0AADAB85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4399C80F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>Dati tecnici</w:t>
            </w:r>
            <w:r w:rsidRPr="00CD3D9E">
              <w:rPr>
                <w:rFonts w:ascii="Poppins" w:hAnsi="Poppins" w:cs="Poppins"/>
                <w:sz w:val="20"/>
              </w:rPr>
              <w:t>:</w:t>
            </w:r>
          </w:p>
          <w:p w14:paraId="7D9CD0DF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 xml:space="preserve">Misura: </w:t>
            </w:r>
            <w:r w:rsidRPr="00CD3D9E">
              <w:rPr>
                <w:rFonts w:ascii="Poppins" w:hAnsi="Poppins" w:cs="Poppins"/>
                <w:bCs/>
                <w:sz w:val="20"/>
              </w:rPr>
              <w:t>63 – 2"</w:t>
            </w:r>
          </w:p>
          <w:p w14:paraId="0405EAA9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Filettatura: Rp (UNI EN 10226)</w:t>
            </w:r>
          </w:p>
          <w:p w14:paraId="6C6EC7BD" w14:textId="77777777" w:rsidR="002A5AEC" w:rsidRPr="00CD3D9E" w:rsidRDefault="002A5AEC" w:rsidP="002A5AEC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massima di esercizio: 60°C</w:t>
            </w:r>
          </w:p>
          <w:p w14:paraId="70F18B6D" w14:textId="77777777" w:rsidR="002A5AEC" w:rsidRPr="00CD3D9E" w:rsidRDefault="002A5AEC" w:rsidP="002A5AEC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di punta temporanea: 95°C</w:t>
            </w:r>
          </w:p>
          <w:p w14:paraId="7D7ED8D8" w14:textId="77777777" w:rsidR="002A5AEC" w:rsidRPr="00CD3D9E" w:rsidRDefault="002A5AEC" w:rsidP="002A5AEC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Pressione massima di esercizio: 10 bar</w:t>
            </w:r>
          </w:p>
          <w:p w14:paraId="496DFB33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035DC281" w14:textId="12A0CFFF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77670C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 – Modello Manicotto filettato maschio con esagono esterno Gersan 63 – 2" o equivalente.</w:t>
            </w:r>
          </w:p>
        </w:tc>
      </w:tr>
      <w:tr w:rsidR="00021D1F" w14:paraId="13BA246D" w14:textId="77777777" w:rsidTr="00021D1F">
        <w:tc>
          <w:tcPr>
            <w:tcW w:w="1398" w:type="dxa"/>
          </w:tcPr>
          <w:p w14:paraId="57F36D5E" w14:textId="67142E9B" w:rsidR="00021D1F" w:rsidRPr="00CD3D9E" w:rsidRDefault="00021D1F" w:rsidP="00021D1F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lastRenderedPageBreak/>
              <w:t>28055006</w:t>
            </w:r>
          </w:p>
        </w:tc>
        <w:tc>
          <w:tcPr>
            <w:tcW w:w="2297" w:type="dxa"/>
          </w:tcPr>
          <w:p w14:paraId="0C4CD551" w14:textId="77777777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Gomito filettato femmina Gersan</w:t>
            </w:r>
          </w:p>
          <w:p w14:paraId="30B7A5D6" w14:textId="7AA03234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20 – 1/2"</w:t>
            </w:r>
          </w:p>
        </w:tc>
        <w:tc>
          <w:tcPr>
            <w:tcW w:w="5803" w:type="dxa"/>
          </w:tcPr>
          <w:p w14:paraId="6EB2F46B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 xml:space="preserve">Gomito filettato femmina </w:t>
            </w:r>
            <w:r w:rsidRPr="00CD3D9E">
              <w:rPr>
                <w:rFonts w:ascii="Poppins" w:hAnsi="Poppins" w:cs="Poppins"/>
                <w:sz w:val="20"/>
              </w:rPr>
              <w:t>in polipropilene PP-R 80, saldabile, ideale per la realizzazione di impianti di distribuzione dell’acqua sanitaria, sia calda che fredda.</w:t>
            </w:r>
          </w:p>
          <w:p w14:paraId="62578CB4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Prodotto idoneo per l’adduzione idrica sanitaria, secondo D.M 174/2004.</w:t>
            </w:r>
          </w:p>
          <w:p w14:paraId="53BDBB84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30CFA6E6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>Dati tecnici</w:t>
            </w:r>
            <w:r w:rsidRPr="00CD3D9E">
              <w:rPr>
                <w:rFonts w:ascii="Poppins" w:hAnsi="Poppins" w:cs="Poppins"/>
                <w:sz w:val="20"/>
              </w:rPr>
              <w:t>:</w:t>
            </w:r>
          </w:p>
          <w:p w14:paraId="29428745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Misura: 20</w:t>
            </w:r>
            <w:r w:rsidRPr="00CD3D9E">
              <w:rPr>
                <w:rFonts w:ascii="Poppins" w:hAnsi="Poppins" w:cs="Poppins"/>
                <w:bCs/>
                <w:sz w:val="20"/>
              </w:rPr>
              <w:t xml:space="preserve"> – 1/2"</w:t>
            </w:r>
          </w:p>
          <w:p w14:paraId="784C2101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Filettatura: Rp (UNI EN 10226)</w:t>
            </w:r>
          </w:p>
          <w:p w14:paraId="42BEE168" w14:textId="77777777" w:rsidR="002A5AEC" w:rsidRPr="00CD3D9E" w:rsidRDefault="002A5AEC" w:rsidP="002A5AEC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massima di esercizio: 60°C</w:t>
            </w:r>
          </w:p>
          <w:p w14:paraId="2FDA3C35" w14:textId="77777777" w:rsidR="002A5AEC" w:rsidRPr="00CD3D9E" w:rsidRDefault="002A5AEC" w:rsidP="002A5AEC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di punta temporanea: 95°C</w:t>
            </w:r>
          </w:p>
          <w:p w14:paraId="62448688" w14:textId="77777777" w:rsidR="002A5AEC" w:rsidRPr="00CD3D9E" w:rsidRDefault="002A5AEC" w:rsidP="002A5AEC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Pressione massima di esercizio: 10 bar</w:t>
            </w:r>
          </w:p>
          <w:p w14:paraId="5663F386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1061D1CB" w14:textId="1A32D760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77670C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 – Modello Gomito filettato femmina Gersan 20 – 1/2" o equivalente.</w:t>
            </w:r>
          </w:p>
        </w:tc>
      </w:tr>
      <w:tr w:rsidR="00021D1F" w14:paraId="1B6466C9" w14:textId="77777777" w:rsidTr="00021D1F">
        <w:tc>
          <w:tcPr>
            <w:tcW w:w="1398" w:type="dxa"/>
          </w:tcPr>
          <w:p w14:paraId="59B54335" w14:textId="75C7FA58" w:rsidR="00021D1F" w:rsidRPr="00CD3D9E" w:rsidRDefault="00021D1F" w:rsidP="00021D1F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28055009</w:t>
            </w:r>
          </w:p>
        </w:tc>
        <w:tc>
          <w:tcPr>
            <w:tcW w:w="2297" w:type="dxa"/>
          </w:tcPr>
          <w:p w14:paraId="13DBED32" w14:textId="77777777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Gomito filettato femmina Gersan</w:t>
            </w:r>
          </w:p>
          <w:p w14:paraId="19E02997" w14:textId="772747F0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20 – 3/4"</w:t>
            </w:r>
          </w:p>
        </w:tc>
        <w:tc>
          <w:tcPr>
            <w:tcW w:w="5803" w:type="dxa"/>
          </w:tcPr>
          <w:p w14:paraId="38FFCBE8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 xml:space="preserve">Gomito filettato femmina </w:t>
            </w:r>
            <w:r w:rsidRPr="00CD3D9E">
              <w:rPr>
                <w:rFonts w:ascii="Poppins" w:hAnsi="Poppins" w:cs="Poppins"/>
                <w:sz w:val="20"/>
              </w:rPr>
              <w:t>in polipropilene PP-R 80, saldabile, ideale per la realizzazione di impianti di distribuzione dell’acqua sanitaria, sia calda che fredda.</w:t>
            </w:r>
          </w:p>
          <w:p w14:paraId="483E57BA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Prodotto idoneo per l’adduzione idrica sanitaria, secondo D.M 174/2004.</w:t>
            </w:r>
          </w:p>
          <w:p w14:paraId="1AB8493F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2ADEC516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>Dati tecnici</w:t>
            </w:r>
            <w:r w:rsidRPr="00CD3D9E">
              <w:rPr>
                <w:rFonts w:ascii="Poppins" w:hAnsi="Poppins" w:cs="Poppins"/>
                <w:sz w:val="20"/>
              </w:rPr>
              <w:t>:</w:t>
            </w:r>
          </w:p>
          <w:p w14:paraId="3F3BB69B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 xml:space="preserve">Misura: </w:t>
            </w:r>
            <w:r w:rsidRPr="00CD3D9E">
              <w:rPr>
                <w:rFonts w:ascii="Poppins" w:hAnsi="Poppins" w:cs="Poppins"/>
                <w:bCs/>
                <w:sz w:val="20"/>
              </w:rPr>
              <w:t>20 – 3/4"</w:t>
            </w:r>
          </w:p>
          <w:p w14:paraId="70D93B70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Filettatura: Rp (UNI EN 10226)</w:t>
            </w:r>
          </w:p>
          <w:p w14:paraId="713D8AAB" w14:textId="77777777" w:rsidR="002A5AEC" w:rsidRPr="00CD3D9E" w:rsidRDefault="002A5AEC" w:rsidP="002A5AEC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massima di esercizio: 60°C</w:t>
            </w:r>
          </w:p>
          <w:p w14:paraId="60FDAAF2" w14:textId="77777777" w:rsidR="002A5AEC" w:rsidRPr="00CD3D9E" w:rsidRDefault="002A5AEC" w:rsidP="002A5AEC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di punta temporanea: 95°C</w:t>
            </w:r>
          </w:p>
          <w:p w14:paraId="7E93E43F" w14:textId="77777777" w:rsidR="002A5AEC" w:rsidRPr="00CD3D9E" w:rsidRDefault="002A5AEC" w:rsidP="002A5AEC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Pressione massima di esercizio: 10 bar</w:t>
            </w:r>
          </w:p>
          <w:p w14:paraId="1F08AF43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47A83775" w14:textId="019544ED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77670C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 – Modello Gomito filettato femmina Gersan 20 – 3/4" o equivalente.</w:t>
            </w:r>
          </w:p>
        </w:tc>
      </w:tr>
      <w:tr w:rsidR="00021D1F" w14:paraId="621EDB01" w14:textId="77777777" w:rsidTr="00021D1F">
        <w:tc>
          <w:tcPr>
            <w:tcW w:w="1398" w:type="dxa"/>
          </w:tcPr>
          <w:p w14:paraId="734B9D65" w14:textId="54C497E5" w:rsidR="00021D1F" w:rsidRPr="00CD3D9E" w:rsidRDefault="00021D1F" w:rsidP="00021D1F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28055012</w:t>
            </w:r>
          </w:p>
        </w:tc>
        <w:tc>
          <w:tcPr>
            <w:tcW w:w="2297" w:type="dxa"/>
          </w:tcPr>
          <w:p w14:paraId="15040090" w14:textId="77777777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Gomito filettato femmina Gersan</w:t>
            </w:r>
          </w:p>
          <w:p w14:paraId="36E219C3" w14:textId="55965C05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25 – 1/2"</w:t>
            </w:r>
          </w:p>
        </w:tc>
        <w:tc>
          <w:tcPr>
            <w:tcW w:w="5803" w:type="dxa"/>
          </w:tcPr>
          <w:p w14:paraId="0454FF24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 xml:space="preserve">Gomito filettato femmina </w:t>
            </w:r>
            <w:r w:rsidRPr="00CD3D9E">
              <w:rPr>
                <w:rFonts w:ascii="Poppins" w:hAnsi="Poppins" w:cs="Poppins"/>
                <w:sz w:val="20"/>
              </w:rPr>
              <w:t>in polipropilene PP-R 80, saldabile, ideale per la realizzazione di impianti di distribuzione dell’acqua sanitaria, sia calda che fredda.</w:t>
            </w:r>
          </w:p>
          <w:p w14:paraId="4BCCBAF4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Prodotto idoneo per l’adduzione idrica sanitaria, secondo D.M 174/2004.</w:t>
            </w:r>
          </w:p>
          <w:p w14:paraId="082D094C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42CA563E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>Dati tecnici</w:t>
            </w:r>
            <w:r w:rsidRPr="00CD3D9E">
              <w:rPr>
                <w:rFonts w:ascii="Poppins" w:hAnsi="Poppins" w:cs="Poppins"/>
                <w:sz w:val="20"/>
              </w:rPr>
              <w:t>:</w:t>
            </w:r>
          </w:p>
          <w:p w14:paraId="675B53C0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 xml:space="preserve">Misura: </w:t>
            </w:r>
            <w:r w:rsidRPr="00CD3D9E">
              <w:rPr>
                <w:rFonts w:ascii="Poppins" w:hAnsi="Poppins" w:cs="Poppins"/>
                <w:bCs/>
                <w:sz w:val="20"/>
              </w:rPr>
              <w:t>25 – 1/2"</w:t>
            </w:r>
          </w:p>
          <w:p w14:paraId="35A8D4AD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Filettatura: Rp (UNI EN 10226)</w:t>
            </w:r>
          </w:p>
          <w:p w14:paraId="49DBAD0E" w14:textId="77777777" w:rsidR="002A5AEC" w:rsidRPr="00CD3D9E" w:rsidRDefault="002A5AEC" w:rsidP="002A5AEC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massima di esercizio: 60°C</w:t>
            </w:r>
          </w:p>
          <w:p w14:paraId="0B8ADA04" w14:textId="77777777" w:rsidR="002A5AEC" w:rsidRPr="00CD3D9E" w:rsidRDefault="002A5AEC" w:rsidP="002A5AEC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di punta temporanea: 95°C</w:t>
            </w:r>
          </w:p>
          <w:p w14:paraId="68DA7C74" w14:textId="77777777" w:rsidR="002A5AEC" w:rsidRPr="00CD3D9E" w:rsidRDefault="002A5AEC" w:rsidP="002A5AEC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lastRenderedPageBreak/>
              <w:t>Pressione massima di esercizio: 10 bar</w:t>
            </w:r>
          </w:p>
          <w:p w14:paraId="7B835A58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1B03213D" w14:textId="4FDB67B9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77670C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 – Modello Gomito filettato femmina Gersan 25 – 1/2" o equivalente.</w:t>
            </w:r>
          </w:p>
        </w:tc>
      </w:tr>
      <w:tr w:rsidR="00021D1F" w14:paraId="7115DA9D" w14:textId="77777777" w:rsidTr="00021D1F">
        <w:tc>
          <w:tcPr>
            <w:tcW w:w="1398" w:type="dxa"/>
          </w:tcPr>
          <w:p w14:paraId="7DCE8F1D" w14:textId="6E70B6B0" w:rsidR="00021D1F" w:rsidRPr="00CD3D9E" w:rsidRDefault="00021D1F" w:rsidP="00021D1F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lastRenderedPageBreak/>
              <w:t>28055015</w:t>
            </w:r>
          </w:p>
        </w:tc>
        <w:tc>
          <w:tcPr>
            <w:tcW w:w="2297" w:type="dxa"/>
          </w:tcPr>
          <w:p w14:paraId="751D6F4D" w14:textId="77777777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Gomito filettato femmina Gersan</w:t>
            </w:r>
          </w:p>
          <w:p w14:paraId="7855454A" w14:textId="0543D66F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25 – 3/4"</w:t>
            </w:r>
          </w:p>
        </w:tc>
        <w:tc>
          <w:tcPr>
            <w:tcW w:w="5803" w:type="dxa"/>
          </w:tcPr>
          <w:p w14:paraId="168624BD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 xml:space="preserve">Gomito filettato femmina </w:t>
            </w:r>
            <w:r w:rsidRPr="00CD3D9E">
              <w:rPr>
                <w:rFonts w:ascii="Poppins" w:hAnsi="Poppins" w:cs="Poppins"/>
                <w:sz w:val="20"/>
              </w:rPr>
              <w:t>in polipropilene PP-R 80, saldabile, ideale per la realizzazione di impianti di distribuzione dell’acqua sanitaria, sia calda che fredda.</w:t>
            </w:r>
          </w:p>
          <w:p w14:paraId="333C13EB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Prodotto idoneo per l’adduzione idrica sanitaria, secondo D.M 174/2004.</w:t>
            </w:r>
          </w:p>
          <w:p w14:paraId="22D4ED1F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5D99946E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>Dati tecnici</w:t>
            </w:r>
            <w:r w:rsidRPr="00CD3D9E">
              <w:rPr>
                <w:rFonts w:ascii="Poppins" w:hAnsi="Poppins" w:cs="Poppins"/>
                <w:sz w:val="20"/>
              </w:rPr>
              <w:t>:</w:t>
            </w:r>
          </w:p>
          <w:p w14:paraId="67E01574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 xml:space="preserve">Misura: </w:t>
            </w:r>
            <w:r w:rsidRPr="00CD3D9E">
              <w:rPr>
                <w:rFonts w:ascii="Poppins" w:hAnsi="Poppins" w:cs="Poppins"/>
                <w:bCs/>
                <w:sz w:val="20"/>
              </w:rPr>
              <w:t>25 – 3/4"</w:t>
            </w:r>
          </w:p>
          <w:p w14:paraId="1AA3E6A6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Filettatura: Rp (UNI EN 10226)</w:t>
            </w:r>
          </w:p>
          <w:p w14:paraId="644C7CF7" w14:textId="77777777" w:rsidR="002A5AEC" w:rsidRPr="00CD3D9E" w:rsidRDefault="002A5AEC" w:rsidP="002A5AEC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massima di esercizio: 60°C</w:t>
            </w:r>
          </w:p>
          <w:p w14:paraId="6563024B" w14:textId="77777777" w:rsidR="002A5AEC" w:rsidRPr="00CD3D9E" w:rsidRDefault="002A5AEC" w:rsidP="002A5AEC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di punta temporanea: 95°C</w:t>
            </w:r>
          </w:p>
          <w:p w14:paraId="225BED09" w14:textId="77777777" w:rsidR="002A5AEC" w:rsidRPr="00CD3D9E" w:rsidRDefault="002A5AEC" w:rsidP="002A5AEC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Pressione massima di esercizio: 10 bar</w:t>
            </w:r>
          </w:p>
          <w:p w14:paraId="49F13B37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7A502E87" w14:textId="0790912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77670C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 – Modello Gomito filettato femmina Gersan 25 – 3/4" o equivalente.</w:t>
            </w:r>
          </w:p>
        </w:tc>
      </w:tr>
      <w:tr w:rsidR="00021D1F" w14:paraId="62CF0AAE" w14:textId="77777777" w:rsidTr="00021D1F">
        <w:tc>
          <w:tcPr>
            <w:tcW w:w="1398" w:type="dxa"/>
          </w:tcPr>
          <w:p w14:paraId="2B214C90" w14:textId="3BD9A24F" w:rsidR="00021D1F" w:rsidRPr="00CD3D9E" w:rsidRDefault="00021D1F" w:rsidP="00021D1F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28055021</w:t>
            </w:r>
          </w:p>
        </w:tc>
        <w:tc>
          <w:tcPr>
            <w:tcW w:w="2297" w:type="dxa"/>
          </w:tcPr>
          <w:p w14:paraId="27347629" w14:textId="77777777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Gomito filettato femmina Gersan</w:t>
            </w:r>
          </w:p>
          <w:p w14:paraId="378308A7" w14:textId="22A5C4FC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32 – 1"</w:t>
            </w:r>
          </w:p>
        </w:tc>
        <w:tc>
          <w:tcPr>
            <w:tcW w:w="5803" w:type="dxa"/>
          </w:tcPr>
          <w:p w14:paraId="4C82B2F7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 xml:space="preserve">Gomito filettato femmina </w:t>
            </w:r>
            <w:r w:rsidRPr="00CD3D9E">
              <w:rPr>
                <w:rFonts w:ascii="Poppins" w:hAnsi="Poppins" w:cs="Poppins"/>
                <w:sz w:val="20"/>
              </w:rPr>
              <w:t>in polipropilene PP-R 80, saldabile, ideale per la realizzazione di impianti di distribuzione dell’acqua sanitaria, sia calda che fredda.</w:t>
            </w:r>
          </w:p>
          <w:p w14:paraId="4D188924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Prodotto idoneo per l’adduzione idrica sanitaria, secondo D.M 174/2004.</w:t>
            </w:r>
          </w:p>
          <w:p w14:paraId="41521AFF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05E27837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>Dati tecnici</w:t>
            </w:r>
            <w:r w:rsidRPr="00CD3D9E">
              <w:rPr>
                <w:rFonts w:ascii="Poppins" w:hAnsi="Poppins" w:cs="Poppins"/>
                <w:sz w:val="20"/>
              </w:rPr>
              <w:t>:</w:t>
            </w:r>
          </w:p>
          <w:p w14:paraId="5C2A85B5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 xml:space="preserve">Misura: </w:t>
            </w:r>
            <w:r w:rsidRPr="00CD3D9E">
              <w:rPr>
                <w:rFonts w:ascii="Poppins" w:hAnsi="Poppins" w:cs="Poppins"/>
                <w:bCs/>
                <w:sz w:val="20"/>
              </w:rPr>
              <w:t>32 – 1"</w:t>
            </w:r>
          </w:p>
          <w:p w14:paraId="665865A4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Filettatura: Rp (UNI EN 10226)</w:t>
            </w:r>
          </w:p>
          <w:p w14:paraId="1B241361" w14:textId="77777777" w:rsidR="002A5AEC" w:rsidRPr="00CD3D9E" w:rsidRDefault="002A5AEC" w:rsidP="002A5AEC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massima di esercizio: 60°C</w:t>
            </w:r>
          </w:p>
          <w:p w14:paraId="52083F5D" w14:textId="77777777" w:rsidR="002A5AEC" w:rsidRPr="00CD3D9E" w:rsidRDefault="002A5AEC" w:rsidP="002A5AEC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di punta temporanea: 95°C</w:t>
            </w:r>
          </w:p>
          <w:p w14:paraId="2173A56F" w14:textId="77777777" w:rsidR="002A5AEC" w:rsidRPr="00CD3D9E" w:rsidRDefault="002A5AEC" w:rsidP="002A5AEC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Pressione massima di esercizio: 10 bar</w:t>
            </w:r>
          </w:p>
          <w:p w14:paraId="6C3C10FF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38EFCE6D" w14:textId="0DD34F71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77670C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 – Modello Gomito filettato femmina Gersan 32 – 1" o equivalente.</w:t>
            </w:r>
          </w:p>
        </w:tc>
      </w:tr>
      <w:tr w:rsidR="00021D1F" w14:paraId="53463C1F" w14:textId="77777777" w:rsidTr="00021D1F">
        <w:tc>
          <w:tcPr>
            <w:tcW w:w="1398" w:type="dxa"/>
          </w:tcPr>
          <w:p w14:paraId="6163F3F6" w14:textId="487D49C0" w:rsidR="00021D1F" w:rsidRPr="00CD3D9E" w:rsidRDefault="00021D1F" w:rsidP="00021D1F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28060006</w:t>
            </w:r>
          </w:p>
        </w:tc>
        <w:tc>
          <w:tcPr>
            <w:tcW w:w="2297" w:type="dxa"/>
          </w:tcPr>
          <w:p w14:paraId="09833873" w14:textId="77777777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Tee filettato femmina Gersan</w:t>
            </w:r>
          </w:p>
          <w:p w14:paraId="52930F97" w14:textId="0A194442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20 – 1/2"</w:t>
            </w:r>
          </w:p>
        </w:tc>
        <w:tc>
          <w:tcPr>
            <w:tcW w:w="5803" w:type="dxa"/>
          </w:tcPr>
          <w:p w14:paraId="065C5F76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 xml:space="preserve">Tee filettato femmina </w:t>
            </w:r>
            <w:r w:rsidRPr="00CD3D9E">
              <w:rPr>
                <w:rFonts w:ascii="Poppins" w:hAnsi="Poppins" w:cs="Poppins"/>
                <w:sz w:val="20"/>
              </w:rPr>
              <w:t>in polipropilene PP-R 80, saldabile, ideale per la realizzazione di impianti di distribuzione dell’acqua sanitaria, sia calda che fredda.</w:t>
            </w:r>
          </w:p>
          <w:p w14:paraId="20C6F049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Prodotto idoneo per l’adduzione idrica sanitaria, secondo D.M 174/2004.</w:t>
            </w:r>
          </w:p>
          <w:p w14:paraId="0AFCDFC3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2220FB02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>Dati tecnici</w:t>
            </w:r>
            <w:r w:rsidRPr="00CD3D9E">
              <w:rPr>
                <w:rFonts w:ascii="Poppins" w:hAnsi="Poppins" w:cs="Poppins"/>
                <w:sz w:val="20"/>
              </w:rPr>
              <w:t>:</w:t>
            </w:r>
          </w:p>
          <w:p w14:paraId="664A33EC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lastRenderedPageBreak/>
              <w:t xml:space="preserve">Misura: </w:t>
            </w:r>
            <w:r w:rsidRPr="00CD3D9E">
              <w:rPr>
                <w:rFonts w:ascii="Poppins" w:hAnsi="Poppins" w:cs="Poppins"/>
                <w:bCs/>
                <w:sz w:val="20"/>
              </w:rPr>
              <w:t>20 – 1/2"</w:t>
            </w:r>
          </w:p>
          <w:p w14:paraId="47B6C76A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Filettatura: Rp (UNI EN 10226)</w:t>
            </w:r>
          </w:p>
          <w:p w14:paraId="369911B0" w14:textId="77777777" w:rsidR="002A5AEC" w:rsidRPr="00CD3D9E" w:rsidRDefault="002A5AEC" w:rsidP="002A5AEC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massima di esercizio: 60°C</w:t>
            </w:r>
          </w:p>
          <w:p w14:paraId="2948644E" w14:textId="77777777" w:rsidR="002A5AEC" w:rsidRPr="00CD3D9E" w:rsidRDefault="002A5AEC" w:rsidP="002A5AEC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di punta temporanea: 95°C</w:t>
            </w:r>
          </w:p>
          <w:p w14:paraId="593CD63B" w14:textId="77777777" w:rsidR="002A5AEC" w:rsidRPr="00CD3D9E" w:rsidRDefault="002A5AEC" w:rsidP="002A5AEC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Pressione massima di esercizio: 10 bar</w:t>
            </w:r>
          </w:p>
          <w:p w14:paraId="25364F67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6EC9EAEB" w14:textId="12771A35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77670C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 – Modello Tee filettato femmina Gersan</w:t>
            </w:r>
            <w:r w:rsidR="00FA4A79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CD3D9E">
              <w:rPr>
                <w:rFonts w:ascii="Poppins" w:hAnsi="Poppins" w:cs="Poppins"/>
                <w:b/>
                <w:bCs/>
                <w:sz w:val="20"/>
              </w:rPr>
              <w:t>20 – 1/2"  o equivalente.</w:t>
            </w:r>
          </w:p>
        </w:tc>
      </w:tr>
      <w:tr w:rsidR="00021D1F" w14:paraId="65EB8B95" w14:textId="77777777" w:rsidTr="00021D1F">
        <w:tc>
          <w:tcPr>
            <w:tcW w:w="1398" w:type="dxa"/>
          </w:tcPr>
          <w:p w14:paraId="2BCF47BC" w14:textId="1856C0C0" w:rsidR="00021D1F" w:rsidRPr="00CD3D9E" w:rsidRDefault="00021D1F" w:rsidP="00021D1F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lastRenderedPageBreak/>
              <w:t>28060012</w:t>
            </w:r>
          </w:p>
        </w:tc>
        <w:tc>
          <w:tcPr>
            <w:tcW w:w="2297" w:type="dxa"/>
          </w:tcPr>
          <w:p w14:paraId="532D559F" w14:textId="77777777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Tee filettato femmina Gersan</w:t>
            </w:r>
          </w:p>
          <w:p w14:paraId="49FFC812" w14:textId="0D3AA6BB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25 – 1/2"</w:t>
            </w:r>
          </w:p>
        </w:tc>
        <w:tc>
          <w:tcPr>
            <w:tcW w:w="5803" w:type="dxa"/>
          </w:tcPr>
          <w:p w14:paraId="1E1B11FA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 xml:space="preserve">Tee filettato femmina </w:t>
            </w:r>
            <w:r w:rsidRPr="00CD3D9E">
              <w:rPr>
                <w:rFonts w:ascii="Poppins" w:hAnsi="Poppins" w:cs="Poppins"/>
                <w:sz w:val="20"/>
              </w:rPr>
              <w:t>in polipropilene PP-R 80, saldabile, ideale per la realizzazione di impianti di distribuzione dell’acqua sanitaria, sia calda che fredda.</w:t>
            </w:r>
          </w:p>
          <w:p w14:paraId="0F8D6696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Prodotto idoneo per l’adduzione idrica sanitaria, secondo D.M 174/2004.</w:t>
            </w:r>
          </w:p>
          <w:p w14:paraId="3EA535E6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6311953D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>Dati tecnici</w:t>
            </w:r>
            <w:r w:rsidRPr="00CD3D9E">
              <w:rPr>
                <w:rFonts w:ascii="Poppins" w:hAnsi="Poppins" w:cs="Poppins"/>
                <w:sz w:val="20"/>
              </w:rPr>
              <w:t>:</w:t>
            </w:r>
          </w:p>
          <w:p w14:paraId="34973973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 xml:space="preserve">Misura: </w:t>
            </w:r>
            <w:r w:rsidRPr="00CD3D9E">
              <w:rPr>
                <w:rFonts w:ascii="Poppins" w:hAnsi="Poppins" w:cs="Poppins"/>
                <w:bCs/>
                <w:sz w:val="20"/>
              </w:rPr>
              <w:t>25 – 1/2"</w:t>
            </w:r>
          </w:p>
          <w:p w14:paraId="2883C706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Filettatura: Rp (UNI EN 10226)</w:t>
            </w:r>
          </w:p>
          <w:p w14:paraId="61887D9E" w14:textId="77777777" w:rsidR="002A5AEC" w:rsidRPr="00CD3D9E" w:rsidRDefault="002A5AEC" w:rsidP="002A5AEC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massima di esercizio: 60°C</w:t>
            </w:r>
          </w:p>
          <w:p w14:paraId="4C47FF13" w14:textId="77777777" w:rsidR="002A5AEC" w:rsidRPr="00CD3D9E" w:rsidRDefault="002A5AEC" w:rsidP="002A5AEC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di punta temporanea: 95°C</w:t>
            </w:r>
          </w:p>
          <w:p w14:paraId="01114C3B" w14:textId="77777777" w:rsidR="002A5AEC" w:rsidRPr="00CD3D9E" w:rsidRDefault="002A5AEC" w:rsidP="002A5AEC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Pressione massima di esercizio: 10 bar</w:t>
            </w:r>
          </w:p>
          <w:p w14:paraId="6F09E9FA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74AB2D08" w14:textId="3934EE84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77670C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 – Modello Tee filettato femmina Gersan</w:t>
            </w:r>
            <w:r w:rsidR="00CF5985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CD3D9E">
              <w:rPr>
                <w:rFonts w:ascii="Poppins" w:hAnsi="Poppins" w:cs="Poppins"/>
                <w:b/>
                <w:bCs/>
                <w:sz w:val="20"/>
              </w:rPr>
              <w:t>25 – 1/2"  o equivalente.</w:t>
            </w:r>
          </w:p>
        </w:tc>
      </w:tr>
      <w:tr w:rsidR="00021D1F" w14:paraId="349C360C" w14:textId="77777777" w:rsidTr="00021D1F">
        <w:tc>
          <w:tcPr>
            <w:tcW w:w="1398" w:type="dxa"/>
          </w:tcPr>
          <w:p w14:paraId="5D725D69" w14:textId="67D23416" w:rsidR="00021D1F" w:rsidRPr="00CD3D9E" w:rsidRDefault="00021D1F" w:rsidP="00021D1F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28060015</w:t>
            </w:r>
          </w:p>
        </w:tc>
        <w:tc>
          <w:tcPr>
            <w:tcW w:w="2297" w:type="dxa"/>
          </w:tcPr>
          <w:p w14:paraId="06252602" w14:textId="77777777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Tee filettato femmina Gersan</w:t>
            </w:r>
          </w:p>
          <w:p w14:paraId="07765E17" w14:textId="5A2FD16C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25 – 3/4"</w:t>
            </w:r>
          </w:p>
        </w:tc>
        <w:tc>
          <w:tcPr>
            <w:tcW w:w="5803" w:type="dxa"/>
          </w:tcPr>
          <w:p w14:paraId="77820D00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 xml:space="preserve">Tee filettato femmina </w:t>
            </w:r>
            <w:r w:rsidRPr="00CD3D9E">
              <w:rPr>
                <w:rFonts w:ascii="Poppins" w:hAnsi="Poppins" w:cs="Poppins"/>
                <w:sz w:val="20"/>
              </w:rPr>
              <w:t>in polipropilene PP-R 80, saldabile, ideale per la realizzazione di impianti di distribuzione dell’acqua sanitaria, sia calda che fredda.</w:t>
            </w:r>
          </w:p>
          <w:p w14:paraId="5339A100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Prodotto idoneo per l’adduzione idrica sanitaria, secondo D.M 174/2004.</w:t>
            </w:r>
          </w:p>
          <w:p w14:paraId="64E25B55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5AD6C004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>Dati tecnici</w:t>
            </w:r>
            <w:r w:rsidRPr="00CD3D9E">
              <w:rPr>
                <w:rFonts w:ascii="Poppins" w:hAnsi="Poppins" w:cs="Poppins"/>
                <w:sz w:val="20"/>
              </w:rPr>
              <w:t>:</w:t>
            </w:r>
          </w:p>
          <w:p w14:paraId="7B91481E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 xml:space="preserve">Misura: </w:t>
            </w:r>
            <w:r w:rsidRPr="00CD3D9E">
              <w:rPr>
                <w:rFonts w:ascii="Poppins" w:hAnsi="Poppins" w:cs="Poppins"/>
                <w:bCs/>
                <w:sz w:val="20"/>
              </w:rPr>
              <w:t>25 – 3/4"</w:t>
            </w:r>
          </w:p>
          <w:p w14:paraId="0F88B1F8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Filettatura: Rp (UNI EN 10226)</w:t>
            </w:r>
          </w:p>
          <w:p w14:paraId="4D4BAD6A" w14:textId="77777777" w:rsidR="002A5AEC" w:rsidRPr="00CD3D9E" w:rsidRDefault="002A5AEC" w:rsidP="002A5AEC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massima di esercizio: 60°C</w:t>
            </w:r>
          </w:p>
          <w:p w14:paraId="6B48A3E1" w14:textId="77777777" w:rsidR="002A5AEC" w:rsidRPr="00CD3D9E" w:rsidRDefault="002A5AEC" w:rsidP="002A5AEC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di punta temporanea: 95°C</w:t>
            </w:r>
          </w:p>
          <w:p w14:paraId="5CC3EFEA" w14:textId="77777777" w:rsidR="002A5AEC" w:rsidRPr="00CD3D9E" w:rsidRDefault="002A5AEC" w:rsidP="002A5AEC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Pressione massima di esercizio: 10 bar</w:t>
            </w:r>
          </w:p>
          <w:p w14:paraId="6B7A2D6D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63043CC5" w14:textId="59EAC699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77670C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 – Modello Tee filettato femmina Gersan</w:t>
            </w:r>
            <w:r w:rsidR="005D3B48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CD3D9E">
              <w:rPr>
                <w:rFonts w:ascii="Poppins" w:hAnsi="Poppins" w:cs="Poppins"/>
                <w:b/>
                <w:bCs/>
                <w:sz w:val="20"/>
              </w:rPr>
              <w:t>25 – 3/4" o equivalente.</w:t>
            </w:r>
          </w:p>
        </w:tc>
      </w:tr>
      <w:tr w:rsidR="00021D1F" w14:paraId="386C476F" w14:textId="77777777" w:rsidTr="00021D1F">
        <w:tc>
          <w:tcPr>
            <w:tcW w:w="1398" w:type="dxa"/>
          </w:tcPr>
          <w:p w14:paraId="057E3D41" w14:textId="2CFD2F90" w:rsidR="00021D1F" w:rsidRPr="00CD3D9E" w:rsidRDefault="00021D1F" w:rsidP="00021D1F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28060021</w:t>
            </w:r>
          </w:p>
        </w:tc>
        <w:tc>
          <w:tcPr>
            <w:tcW w:w="2297" w:type="dxa"/>
          </w:tcPr>
          <w:p w14:paraId="081670AC" w14:textId="77777777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Tee filettato femmina Gersan</w:t>
            </w:r>
          </w:p>
          <w:p w14:paraId="570097B1" w14:textId="5FED234A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32 – 1"</w:t>
            </w:r>
          </w:p>
        </w:tc>
        <w:tc>
          <w:tcPr>
            <w:tcW w:w="5803" w:type="dxa"/>
          </w:tcPr>
          <w:p w14:paraId="276FBF8D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 xml:space="preserve">Tee filettato femmina </w:t>
            </w:r>
            <w:r w:rsidRPr="00CD3D9E">
              <w:rPr>
                <w:rFonts w:ascii="Poppins" w:hAnsi="Poppins" w:cs="Poppins"/>
                <w:sz w:val="20"/>
              </w:rPr>
              <w:t>in polipropilene PP-R 80, saldabile, ideale per la realizzazione di impianti di distribuzione dell’acqua sanitaria, sia calda che fredda.</w:t>
            </w:r>
          </w:p>
          <w:p w14:paraId="05144CC2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lastRenderedPageBreak/>
              <w:t>Prodotto idoneo per l’adduzione idrica sanitaria, secondo D.M 174/2004.</w:t>
            </w:r>
          </w:p>
          <w:p w14:paraId="76D15B5B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58AAAAB1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>Dati tecnici</w:t>
            </w:r>
            <w:r w:rsidRPr="00CD3D9E">
              <w:rPr>
                <w:rFonts w:ascii="Poppins" w:hAnsi="Poppins" w:cs="Poppins"/>
                <w:sz w:val="20"/>
              </w:rPr>
              <w:t>:</w:t>
            </w:r>
          </w:p>
          <w:p w14:paraId="2663333A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Misura: 32</w:t>
            </w:r>
            <w:r w:rsidRPr="00CD3D9E">
              <w:rPr>
                <w:rFonts w:ascii="Poppins" w:hAnsi="Poppins" w:cs="Poppins"/>
                <w:bCs/>
                <w:sz w:val="20"/>
              </w:rPr>
              <w:t xml:space="preserve"> – 1"</w:t>
            </w:r>
          </w:p>
          <w:p w14:paraId="46B0F343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Filettatura: Rp (UNI EN 10226)</w:t>
            </w:r>
          </w:p>
          <w:p w14:paraId="53667A70" w14:textId="77777777" w:rsidR="002A5AEC" w:rsidRPr="00CD3D9E" w:rsidRDefault="002A5AEC" w:rsidP="002A5AEC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massima di esercizio: 60°C</w:t>
            </w:r>
          </w:p>
          <w:p w14:paraId="1D73EFE2" w14:textId="77777777" w:rsidR="002A5AEC" w:rsidRPr="00CD3D9E" w:rsidRDefault="002A5AEC" w:rsidP="002A5AEC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di punta temporanea: 95°C</w:t>
            </w:r>
          </w:p>
          <w:p w14:paraId="03C678BD" w14:textId="77777777" w:rsidR="002A5AEC" w:rsidRPr="00CD3D9E" w:rsidRDefault="002A5AEC" w:rsidP="002A5AEC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Pressione massima di esercizio: 10 bar</w:t>
            </w:r>
          </w:p>
          <w:p w14:paraId="07C09701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4CC83A2A" w14:textId="2DFA5E24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77670C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 – Modello Tee filettato femmina Gersan 32 – 1" o equivalente.</w:t>
            </w:r>
          </w:p>
        </w:tc>
      </w:tr>
      <w:tr w:rsidR="005148E0" w14:paraId="1EA361B4" w14:textId="77777777" w:rsidTr="00021D1F">
        <w:tc>
          <w:tcPr>
            <w:tcW w:w="1398" w:type="dxa"/>
          </w:tcPr>
          <w:p w14:paraId="6CFFD856" w14:textId="10AA5F33" w:rsidR="005148E0" w:rsidRPr="00CD3D9E" w:rsidRDefault="005148E0" w:rsidP="00021D1F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lastRenderedPageBreak/>
              <w:t>28062003</w:t>
            </w:r>
          </w:p>
        </w:tc>
        <w:tc>
          <w:tcPr>
            <w:tcW w:w="2297" w:type="dxa"/>
          </w:tcPr>
          <w:p w14:paraId="2E1B480A" w14:textId="5EE8D5C4" w:rsidR="005148E0" w:rsidRPr="00CD3D9E" w:rsidRDefault="005148E0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148E0">
              <w:rPr>
                <w:rFonts w:ascii="Poppins" w:hAnsi="Poppins" w:cs="Poppins"/>
                <w:bCs/>
                <w:sz w:val="20"/>
              </w:rPr>
              <w:t xml:space="preserve">Tee filettato </w:t>
            </w:r>
            <w:r w:rsidR="00F15979">
              <w:rPr>
                <w:rFonts w:ascii="Poppins" w:hAnsi="Poppins" w:cs="Poppins"/>
                <w:bCs/>
                <w:sz w:val="20"/>
              </w:rPr>
              <w:t>m</w:t>
            </w:r>
            <w:r w:rsidRPr="005148E0">
              <w:rPr>
                <w:rFonts w:ascii="Poppins" w:hAnsi="Poppins" w:cs="Poppins"/>
                <w:bCs/>
                <w:sz w:val="20"/>
              </w:rPr>
              <w:t>aschio 20</w:t>
            </w:r>
            <w:r w:rsidR="00902582">
              <w:rPr>
                <w:rFonts w:ascii="Poppins" w:hAnsi="Poppins" w:cs="Poppins"/>
                <w:bCs/>
                <w:sz w:val="20"/>
              </w:rPr>
              <w:t xml:space="preserve"> -</w:t>
            </w:r>
            <w:r w:rsidRPr="005148E0">
              <w:rPr>
                <w:rFonts w:ascii="Poppins" w:hAnsi="Poppins" w:cs="Poppins"/>
                <w:bCs/>
                <w:sz w:val="20"/>
              </w:rPr>
              <w:t xml:space="preserve"> 1/2"</w:t>
            </w:r>
          </w:p>
        </w:tc>
        <w:tc>
          <w:tcPr>
            <w:tcW w:w="5803" w:type="dxa"/>
          </w:tcPr>
          <w:p w14:paraId="3B855D88" w14:textId="47855599" w:rsidR="005148E0" w:rsidRPr="005148E0" w:rsidRDefault="005148E0" w:rsidP="005148E0">
            <w:pPr>
              <w:pStyle w:val="Intestazione"/>
              <w:jc w:val="both"/>
              <w:rPr>
                <w:rFonts w:ascii="Poppins" w:hAnsi="Poppins" w:cs="Poppins"/>
                <w:bCs/>
                <w:sz w:val="20"/>
              </w:rPr>
            </w:pPr>
            <w:r w:rsidRPr="005148E0">
              <w:rPr>
                <w:rFonts w:ascii="Poppins" w:hAnsi="Poppins" w:cs="Poppins"/>
                <w:bCs/>
                <w:sz w:val="20"/>
              </w:rPr>
              <w:t>Tee filettato maschio in polipropilene PP-R 80, saldabile, ideale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5148E0">
              <w:rPr>
                <w:rFonts w:ascii="Poppins" w:hAnsi="Poppins" w:cs="Poppins"/>
                <w:bCs/>
                <w:sz w:val="20"/>
              </w:rPr>
              <w:t>per la realizzazione di impianti di distribuzione dell’acqua sanitaria,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5148E0">
              <w:rPr>
                <w:rFonts w:ascii="Poppins" w:hAnsi="Poppins" w:cs="Poppins"/>
                <w:bCs/>
                <w:sz w:val="20"/>
              </w:rPr>
              <w:t>sia calda che fredda.</w:t>
            </w:r>
          </w:p>
          <w:p w14:paraId="066207C5" w14:textId="77777777" w:rsidR="005148E0" w:rsidRPr="005148E0" w:rsidRDefault="005148E0" w:rsidP="005148E0">
            <w:pPr>
              <w:pStyle w:val="Intestazione"/>
              <w:jc w:val="both"/>
              <w:rPr>
                <w:rFonts w:ascii="Poppins" w:hAnsi="Poppins" w:cs="Poppins"/>
                <w:bCs/>
                <w:sz w:val="20"/>
              </w:rPr>
            </w:pPr>
            <w:r w:rsidRPr="005148E0">
              <w:rPr>
                <w:rFonts w:ascii="Poppins" w:hAnsi="Poppins" w:cs="Poppins"/>
                <w:bCs/>
                <w:sz w:val="20"/>
              </w:rPr>
              <w:t>Prodotto idoneo per l’adduzione idrica sanitaria, secondo D.M 174/2004.</w:t>
            </w:r>
          </w:p>
          <w:p w14:paraId="79D0D07A" w14:textId="77777777" w:rsidR="005148E0" w:rsidRPr="005148E0" w:rsidRDefault="005148E0" w:rsidP="005148E0">
            <w:pPr>
              <w:pStyle w:val="Intestazione"/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5ADAD633" w14:textId="77777777" w:rsidR="005148E0" w:rsidRPr="005148E0" w:rsidRDefault="005148E0" w:rsidP="005148E0">
            <w:pPr>
              <w:pStyle w:val="Intestazione"/>
              <w:jc w:val="both"/>
              <w:rPr>
                <w:rFonts w:ascii="Poppins" w:hAnsi="Poppins" w:cs="Poppins"/>
                <w:b/>
                <w:sz w:val="20"/>
              </w:rPr>
            </w:pPr>
            <w:r w:rsidRPr="005148E0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1858425D" w14:textId="1D7A6BCD" w:rsidR="005148E0" w:rsidRPr="005148E0" w:rsidRDefault="005148E0" w:rsidP="005148E0">
            <w:pPr>
              <w:pStyle w:val="Intestazione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sz w:val="20"/>
              </w:rPr>
            </w:pPr>
            <w:r w:rsidRPr="005148E0">
              <w:rPr>
                <w:rFonts w:ascii="Poppins" w:hAnsi="Poppins" w:cs="Poppins"/>
                <w:bCs/>
                <w:sz w:val="20"/>
              </w:rPr>
              <w:t>Misura: 20 – 1/2"</w:t>
            </w:r>
          </w:p>
          <w:p w14:paraId="0CF6A97A" w14:textId="7C865596" w:rsidR="005148E0" w:rsidRPr="005148E0" w:rsidRDefault="005148E0" w:rsidP="005148E0">
            <w:pPr>
              <w:pStyle w:val="Intestazione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sz w:val="20"/>
              </w:rPr>
            </w:pPr>
            <w:r w:rsidRPr="005148E0">
              <w:rPr>
                <w:rFonts w:ascii="Poppins" w:hAnsi="Poppins" w:cs="Poppins"/>
                <w:bCs/>
                <w:sz w:val="20"/>
              </w:rPr>
              <w:t>Filettatura: Rp (UNI EN 10226)</w:t>
            </w:r>
          </w:p>
          <w:p w14:paraId="03E78233" w14:textId="77777777" w:rsidR="002A5AEC" w:rsidRPr="00CD3D9E" w:rsidRDefault="002A5AEC" w:rsidP="002A5AEC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massima di esercizio: 60°C</w:t>
            </w:r>
          </w:p>
          <w:p w14:paraId="637A9AEB" w14:textId="77777777" w:rsidR="002A5AEC" w:rsidRPr="00CD3D9E" w:rsidRDefault="002A5AEC" w:rsidP="002A5AEC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di punta temporanea: 95°C</w:t>
            </w:r>
          </w:p>
          <w:p w14:paraId="719612A5" w14:textId="77777777" w:rsidR="002A5AEC" w:rsidRPr="00CD3D9E" w:rsidRDefault="002A5AEC" w:rsidP="002A5AEC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Pressione massima di esercizio: 10 bar</w:t>
            </w:r>
          </w:p>
          <w:p w14:paraId="3939C89E" w14:textId="77777777" w:rsidR="005148E0" w:rsidRPr="005148E0" w:rsidRDefault="005148E0" w:rsidP="005148E0">
            <w:pPr>
              <w:pStyle w:val="Intestazione"/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67A77794" w14:textId="6F1B8725" w:rsidR="005148E0" w:rsidRPr="005148E0" w:rsidRDefault="005148E0" w:rsidP="005148E0">
            <w:pPr>
              <w:pStyle w:val="Intestazione"/>
              <w:jc w:val="both"/>
              <w:rPr>
                <w:rFonts w:ascii="Poppins" w:hAnsi="Poppins" w:cs="Poppins"/>
                <w:b/>
                <w:sz w:val="20"/>
              </w:rPr>
            </w:pPr>
            <w:r w:rsidRPr="005148E0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77670C">
              <w:rPr>
                <w:rFonts w:ascii="Poppins" w:hAnsi="Poppins" w:cs="Poppins"/>
                <w:b/>
                <w:sz w:val="20"/>
              </w:rPr>
              <w:t>Emmeti</w:t>
            </w:r>
            <w:r w:rsidRPr="005148E0">
              <w:rPr>
                <w:rFonts w:ascii="Poppins" w:hAnsi="Poppins" w:cs="Poppins"/>
                <w:b/>
                <w:sz w:val="20"/>
              </w:rPr>
              <w:t xml:space="preserve"> – Modello Tee filettato </w:t>
            </w:r>
            <w:r w:rsidR="00F15979">
              <w:rPr>
                <w:rFonts w:ascii="Poppins" w:hAnsi="Poppins" w:cs="Poppins"/>
                <w:b/>
                <w:sz w:val="20"/>
              </w:rPr>
              <w:t>m</w:t>
            </w:r>
            <w:r w:rsidRPr="005148E0">
              <w:rPr>
                <w:rFonts w:ascii="Poppins" w:hAnsi="Poppins" w:cs="Poppins"/>
                <w:b/>
                <w:sz w:val="20"/>
              </w:rPr>
              <w:t>aschio 20</w:t>
            </w:r>
            <w:r w:rsidR="00902582">
              <w:rPr>
                <w:rFonts w:ascii="Poppins" w:hAnsi="Poppins" w:cs="Poppins"/>
                <w:b/>
                <w:sz w:val="20"/>
              </w:rPr>
              <w:t xml:space="preserve"> -</w:t>
            </w:r>
            <w:r w:rsidRPr="005148E0">
              <w:rPr>
                <w:rFonts w:ascii="Poppins" w:hAnsi="Poppins" w:cs="Poppins"/>
                <w:b/>
                <w:sz w:val="20"/>
              </w:rPr>
              <w:t xml:space="preserve"> 1/2" o equivalente.</w:t>
            </w:r>
          </w:p>
        </w:tc>
      </w:tr>
      <w:tr w:rsidR="00021D1F" w14:paraId="3340B2FC" w14:textId="77777777" w:rsidTr="00021D1F">
        <w:tc>
          <w:tcPr>
            <w:tcW w:w="1398" w:type="dxa"/>
          </w:tcPr>
          <w:p w14:paraId="3083E40A" w14:textId="541F49C8" w:rsidR="00021D1F" w:rsidRPr="00CD3D9E" w:rsidRDefault="00021D1F" w:rsidP="00021D1F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28020039</w:t>
            </w:r>
          </w:p>
        </w:tc>
        <w:tc>
          <w:tcPr>
            <w:tcW w:w="2297" w:type="dxa"/>
          </w:tcPr>
          <w:p w14:paraId="4ED0289A" w14:textId="4F5E6E7F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Corpo valvola sottointonaco Gersan 3/4" x 20</w:t>
            </w:r>
          </w:p>
        </w:tc>
        <w:tc>
          <w:tcPr>
            <w:tcW w:w="5803" w:type="dxa"/>
          </w:tcPr>
          <w:p w14:paraId="74C1ED1A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 xml:space="preserve">Corpo valvola sottointonaco </w:t>
            </w:r>
            <w:r w:rsidRPr="00CD3D9E">
              <w:rPr>
                <w:rFonts w:ascii="Poppins" w:hAnsi="Poppins" w:cs="Poppins"/>
                <w:sz w:val="20"/>
              </w:rPr>
              <w:t>in polipropilene PP-R 80, saldabile, ideale per la realizzazione di impianti di distribuzione dell’acqua sanitaria, sia calda che fredda.</w:t>
            </w:r>
          </w:p>
          <w:p w14:paraId="4EB1FF06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Prodotto idoneo per l’adduzione idrica sanitaria, secondo D.M 174/2004.</w:t>
            </w:r>
          </w:p>
          <w:p w14:paraId="1D915755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6BD01CA9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>Dati tecnici</w:t>
            </w:r>
            <w:r w:rsidRPr="00CD3D9E">
              <w:rPr>
                <w:rFonts w:ascii="Poppins" w:hAnsi="Poppins" w:cs="Poppins"/>
                <w:sz w:val="20"/>
              </w:rPr>
              <w:t>:</w:t>
            </w:r>
          </w:p>
          <w:p w14:paraId="29E875DC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 xml:space="preserve">Misura: </w:t>
            </w:r>
            <w:r w:rsidRPr="00CD3D9E">
              <w:rPr>
                <w:rFonts w:ascii="Poppins" w:hAnsi="Poppins" w:cs="Poppins"/>
                <w:bCs/>
                <w:sz w:val="20"/>
              </w:rPr>
              <w:t>3/4" x 20</w:t>
            </w:r>
          </w:p>
          <w:p w14:paraId="55FE3324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Filettatura: Rp (UNI EN 10226)</w:t>
            </w:r>
          </w:p>
          <w:p w14:paraId="3F0D8020" w14:textId="77777777" w:rsidR="002A5AEC" w:rsidRPr="00CD3D9E" w:rsidRDefault="002A5AEC" w:rsidP="002A5AEC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massima di esercizio: 60°C</w:t>
            </w:r>
          </w:p>
          <w:p w14:paraId="03F92551" w14:textId="77777777" w:rsidR="002A5AEC" w:rsidRPr="00CD3D9E" w:rsidRDefault="002A5AEC" w:rsidP="002A5AEC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di punta temporanea: 95°C</w:t>
            </w:r>
          </w:p>
          <w:p w14:paraId="0819582A" w14:textId="77777777" w:rsidR="002A5AEC" w:rsidRPr="00CD3D9E" w:rsidRDefault="002A5AEC" w:rsidP="002A5AEC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Pressione massima di esercizio: 10 bar</w:t>
            </w:r>
          </w:p>
          <w:p w14:paraId="3CFF4F2E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22B2750A" w14:textId="13A81DB4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lastRenderedPageBreak/>
              <w:t xml:space="preserve">Marca </w:t>
            </w:r>
            <w:r w:rsidR="0077670C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 – Modello Corpo valvola sottointonaco Gersan 3/4" x 20 o equivalente.</w:t>
            </w:r>
          </w:p>
        </w:tc>
      </w:tr>
      <w:tr w:rsidR="00021D1F" w14:paraId="20735A5C" w14:textId="77777777" w:rsidTr="00021D1F">
        <w:tc>
          <w:tcPr>
            <w:tcW w:w="1398" w:type="dxa"/>
          </w:tcPr>
          <w:p w14:paraId="1BBE7545" w14:textId="045E3CEA" w:rsidR="00021D1F" w:rsidRPr="00CD3D9E" w:rsidRDefault="00021D1F" w:rsidP="00021D1F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lastRenderedPageBreak/>
              <w:t>28020035</w:t>
            </w:r>
          </w:p>
        </w:tc>
        <w:tc>
          <w:tcPr>
            <w:tcW w:w="2297" w:type="dxa"/>
          </w:tcPr>
          <w:p w14:paraId="74A59D39" w14:textId="2E53870B" w:rsidR="00021D1F" w:rsidRPr="00CD3D9E" w:rsidRDefault="00021D1F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Corpo valvola sottointonaco Gersan 3/4" x 25</w:t>
            </w:r>
          </w:p>
        </w:tc>
        <w:tc>
          <w:tcPr>
            <w:tcW w:w="5803" w:type="dxa"/>
          </w:tcPr>
          <w:p w14:paraId="55708703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 xml:space="preserve">Corpo valvola sottointonaco </w:t>
            </w:r>
            <w:r w:rsidRPr="00CD3D9E">
              <w:rPr>
                <w:rFonts w:ascii="Poppins" w:hAnsi="Poppins" w:cs="Poppins"/>
                <w:sz w:val="20"/>
              </w:rPr>
              <w:t>in polipropilene PP-R 80, saldabile, ideale per la realizzazione di impianti di distribuzione dell’acqua sanitaria, sia calda che fredda.</w:t>
            </w:r>
          </w:p>
          <w:p w14:paraId="58F86C02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Prodotto idoneo per l’adduzione idrica sanitaria, secondo D.M 174/2004.</w:t>
            </w:r>
          </w:p>
          <w:p w14:paraId="4D547479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3C052770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>Dati tecnici</w:t>
            </w:r>
            <w:r w:rsidRPr="00CD3D9E">
              <w:rPr>
                <w:rFonts w:ascii="Poppins" w:hAnsi="Poppins" w:cs="Poppins"/>
                <w:sz w:val="20"/>
              </w:rPr>
              <w:t>:</w:t>
            </w:r>
          </w:p>
          <w:p w14:paraId="2CC6D997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 xml:space="preserve">Misura: </w:t>
            </w:r>
            <w:r w:rsidRPr="00CD3D9E">
              <w:rPr>
                <w:rFonts w:ascii="Poppins" w:hAnsi="Poppins" w:cs="Poppins"/>
                <w:bCs/>
                <w:sz w:val="20"/>
              </w:rPr>
              <w:t>3/4" x 25</w:t>
            </w:r>
          </w:p>
          <w:p w14:paraId="639650E4" w14:textId="77777777" w:rsidR="00021D1F" w:rsidRPr="00CD3D9E" w:rsidRDefault="00021D1F" w:rsidP="002E534F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Filettatura: Rp (UNI EN 10226)</w:t>
            </w:r>
          </w:p>
          <w:p w14:paraId="16E65793" w14:textId="77777777" w:rsidR="002A5AEC" w:rsidRPr="00CD3D9E" w:rsidRDefault="002A5AEC" w:rsidP="002A5AEC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massima di esercizio: 60°C</w:t>
            </w:r>
          </w:p>
          <w:p w14:paraId="1DBA5FB2" w14:textId="77777777" w:rsidR="002A5AEC" w:rsidRPr="00CD3D9E" w:rsidRDefault="002A5AEC" w:rsidP="002A5AEC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Temperatura di punta temporanea: 95°C</w:t>
            </w:r>
          </w:p>
          <w:p w14:paraId="11F5F979" w14:textId="77777777" w:rsidR="002A5AEC" w:rsidRPr="00CD3D9E" w:rsidRDefault="002A5AEC" w:rsidP="002A5AEC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Pressione massima di esercizio: 10 bar</w:t>
            </w:r>
          </w:p>
          <w:p w14:paraId="516972EC" w14:textId="77777777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108D86A6" w14:textId="0D87004E" w:rsidR="00021D1F" w:rsidRPr="00CD3D9E" w:rsidRDefault="00021D1F" w:rsidP="002E53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77670C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 – Modello Corpo valvola sottointonaco Gersan 3/4" x 25 o equivalente.</w:t>
            </w:r>
          </w:p>
        </w:tc>
      </w:tr>
      <w:tr w:rsidR="00887904" w14:paraId="2824D8FD" w14:textId="77777777" w:rsidTr="00021D1F">
        <w:tc>
          <w:tcPr>
            <w:tcW w:w="1398" w:type="dxa"/>
          </w:tcPr>
          <w:p w14:paraId="265B6D70" w14:textId="629D7660" w:rsidR="00887904" w:rsidRPr="00CD3D9E" w:rsidRDefault="00887904" w:rsidP="0088790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2810098</w:t>
            </w:r>
            <w:r>
              <w:rPr>
                <w:rFonts w:ascii="Poppins" w:hAnsi="Poppins" w:cs="Poppins"/>
                <w:bCs/>
                <w:sz w:val="20"/>
              </w:rPr>
              <w:t>8</w:t>
            </w:r>
          </w:p>
        </w:tc>
        <w:tc>
          <w:tcPr>
            <w:tcW w:w="2297" w:type="dxa"/>
          </w:tcPr>
          <w:p w14:paraId="1C822DBE" w14:textId="3949D268" w:rsidR="00887904" w:rsidRPr="00CD3D9E" w:rsidRDefault="00887904" w:rsidP="0088790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Gruppo vitone da 3/4" con canotto cieco</w:t>
            </w:r>
          </w:p>
        </w:tc>
        <w:tc>
          <w:tcPr>
            <w:tcW w:w="5803" w:type="dxa"/>
          </w:tcPr>
          <w:p w14:paraId="5790C7CF" w14:textId="77777777" w:rsidR="00887904" w:rsidRPr="00844912" w:rsidRDefault="00887904" w:rsidP="0088790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Gruppo vitone con canotto cieco, misura 3/4".</w:t>
            </w:r>
          </w:p>
          <w:p w14:paraId="684E3DF8" w14:textId="77777777" w:rsidR="00887904" w:rsidRPr="00844912" w:rsidRDefault="00887904" w:rsidP="0088790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49219383" w14:textId="1CAC30E8" w:rsidR="00887904" w:rsidRPr="00CD3D9E" w:rsidRDefault="00887904" w:rsidP="0088790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Gruppo vitone da 3/4" con canotto cieco o equivalente.</w:t>
            </w:r>
          </w:p>
        </w:tc>
      </w:tr>
      <w:tr w:rsidR="00887904" w14:paraId="5A6BC2EB" w14:textId="77777777" w:rsidTr="00021D1F">
        <w:tc>
          <w:tcPr>
            <w:tcW w:w="1398" w:type="dxa"/>
          </w:tcPr>
          <w:p w14:paraId="139D907D" w14:textId="7C1533BA" w:rsidR="00887904" w:rsidRPr="00CD3D9E" w:rsidRDefault="00887904" w:rsidP="0088790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28100982</w:t>
            </w:r>
          </w:p>
        </w:tc>
        <w:tc>
          <w:tcPr>
            <w:tcW w:w="2297" w:type="dxa"/>
          </w:tcPr>
          <w:p w14:paraId="546E6F04" w14:textId="77777777" w:rsidR="00887904" w:rsidRPr="00844912" w:rsidRDefault="00887904" w:rsidP="0088790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Vitone da 3/4" con volantino e rosone</w:t>
            </w:r>
          </w:p>
          <w:p w14:paraId="1EBCC52F" w14:textId="77777777" w:rsidR="00887904" w:rsidRPr="00CD3D9E" w:rsidRDefault="00887904" w:rsidP="0088790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</w:p>
        </w:tc>
        <w:tc>
          <w:tcPr>
            <w:tcW w:w="5803" w:type="dxa"/>
          </w:tcPr>
          <w:p w14:paraId="1061CC2E" w14:textId="77777777" w:rsidR="00887904" w:rsidRPr="00844912" w:rsidRDefault="00887904" w:rsidP="0088790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Vitone con volantino e rosone, misura 3/4".</w:t>
            </w:r>
          </w:p>
          <w:p w14:paraId="12E2CDAA" w14:textId="77777777" w:rsidR="00887904" w:rsidRPr="00844912" w:rsidRDefault="00887904" w:rsidP="0088790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21F8BB24" w14:textId="77777777" w:rsidR="00887904" w:rsidRPr="00844912" w:rsidRDefault="00887904" w:rsidP="0088790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Vitone da 3/4" con volantino e rosone</w:t>
            </w:r>
          </w:p>
          <w:p w14:paraId="4AE55146" w14:textId="5E301963" w:rsidR="00887904" w:rsidRPr="00CD3D9E" w:rsidRDefault="00887904" w:rsidP="0088790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887904" w14:paraId="3B0A0675" w14:textId="77777777" w:rsidTr="00021D1F">
        <w:tc>
          <w:tcPr>
            <w:tcW w:w="1398" w:type="dxa"/>
          </w:tcPr>
          <w:p w14:paraId="2F3833CA" w14:textId="2D86C358" w:rsidR="00887904" w:rsidRPr="00CD3D9E" w:rsidRDefault="00887904" w:rsidP="0088790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9000817</w:t>
            </w:r>
            <w:r>
              <w:rPr>
                <w:rFonts w:ascii="Poppins" w:hAnsi="Poppins" w:cs="Poppins"/>
                <w:bCs/>
                <w:sz w:val="20"/>
              </w:rPr>
              <w:t>2</w:t>
            </w:r>
          </w:p>
        </w:tc>
        <w:tc>
          <w:tcPr>
            <w:tcW w:w="2297" w:type="dxa"/>
          </w:tcPr>
          <w:p w14:paraId="1A278C4D" w14:textId="0ADFB553" w:rsidR="00887904" w:rsidRPr="00CD3D9E" w:rsidRDefault="00887904" w:rsidP="0088790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Vitone da 3/4" prolungato di 20 mm per gruppo vitone con canotto cieco</w:t>
            </w:r>
          </w:p>
        </w:tc>
        <w:tc>
          <w:tcPr>
            <w:tcW w:w="5803" w:type="dxa"/>
          </w:tcPr>
          <w:p w14:paraId="6A041A13" w14:textId="77777777" w:rsidR="00887904" w:rsidRPr="00844912" w:rsidRDefault="00887904" w:rsidP="0088790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Vitone prolungato di 20 mm per gruppo vitone con canotto cieco, misura 3/4".</w:t>
            </w:r>
          </w:p>
          <w:p w14:paraId="3A69391F" w14:textId="77777777" w:rsidR="00887904" w:rsidRPr="00844912" w:rsidRDefault="00887904" w:rsidP="0088790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7A3E171F" w14:textId="71C13B84" w:rsidR="00887904" w:rsidRPr="00CD3D9E" w:rsidRDefault="00887904" w:rsidP="0088790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Vitone da 3/4" prolungato di 20 mm per gruppo vitone con canotto cieco o equivalente.</w:t>
            </w:r>
          </w:p>
        </w:tc>
      </w:tr>
      <w:tr w:rsidR="00887904" w14:paraId="26D0CC89" w14:textId="77777777" w:rsidTr="00021D1F">
        <w:tc>
          <w:tcPr>
            <w:tcW w:w="1398" w:type="dxa"/>
          </w:tcPr>
          <w:p w14:paraId="1CB1029E" w14:textId="509E9A8A" w:rsidR="00887904" w:rsidRPr="00CD3D9E" w:rsidRDefault="00887904" w:rsidP="0088790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90008180</w:t>
            </w:r>
          </w:p>
        </w:tc>
        <w:tc>
          <w:tcPr>
            <w:tcW w:w="2297" w:type="dxa"/>
          </w:tcPr>
          <w:p w14:paraId="4DBE249D" w14:textId="39C00159" w:rsidR="00887904" w:rsidRPr="00CD3D9E" w:rsidRDefault="00887904" w:rsidP="0088790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Vitone da 3/4" prolungato di 20 mm per gruppo vitone con volantino e rosone</w:t>
            </w:r>
          </w:p>
        </w:tc>
        <w:tc>
          <w:tcPr>
            <w:tcW w:w="5803" w:type="dxa"/>
          </w:tcPr>
          <w:p w14:paraId="2B324551" w14:textId="77777777" w:rsidR="00887904" w:rsidRPr="00844912" w:rsidRDefault="00887904" w:rsidP="0088790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Vitone prolungato di 20 mm per gruppo vitone con volantino e rosone, misura 3/4".</w:t>
            </w:r>
          </w:p>
          <w:p w14:paraId="429A05B9" w14:textId="77777777" w:rsidR="00887904" w:rsidRPr="00844912" w:rsidRDefault="00887904" w:rsidP="0088790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128F843D" w14:textId="29DA671F" w:rsidR="00887904" w:rsidRPr="00CD3D9E" w:rsidRDefault="00887904" w:rsidP="0088790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Vitone da 3/4" prolungato di 20 mm per gruppo vitone con volantino e rosone o equivalente.</w:t>
            </w:r>
          </w:p>
        </w:tc>
      </w:tr>
      <w:tr w:rsidR="00021D1F" w14:paraId="06762882" w14:textId="77777777" w:rsidTr="00021D1F">
        <w:tc>
          <w:tcPr>
            <w:tcW w:w="1398" w:type="dxa"/>
          </w:tcPr>
          <w:p w14:paraId="0E8920F9" w14:textId="7DFCB799" w:rsidR="00021D1F" w:rsidRPr="00CD3D9E" w:rsidRDefault="00021D1F" w:rsidP="00021D1F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90008160</w:t>
            </w:r>
          </w:p>
        </w:tc>
        <w:tc>
          <w:tcPr>
            <w:tcW w:w="2297" w:type="dxa"/>
          </w:tcPr>
          <w:p w14:paraId="3DC2B5C4" w14:textId="2A16EEEB" w:rsidR="00021D1F" w:rsidRPr="00CD3D9E" w:rsidRDefault="00D6010C" w:rsidP="00021D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D6010C">
              <w:rPr>
                <w:rFonts w:ascii="Poppins" w:hAnsi="Poppins" w:cs="Poppins"/>
                <w:bCs/>
                <w:sz w:val="20"/>
              </w:rPr>
              <w:t>Guarnizione piana di ricambio</w:t>
            </w:r>
          </w:p>
        </w:tc>
        <w:tc>
          <w:tcPr>
            <w:tcW w:w="5803" w:type="dxa"/>
          </w:tcPr>
          <w:p w14:paraId="59431EAB" w14:textId="77777777" w:rsidR="00E943AA" w:rsidRPr="00E943AA" w:rsidRDefault="00E943AA" w:rsidP="00E943AA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E943AA">
              <w:rPr>
                <w:rFonts w:ascii="Poppins" w:hAnsi="Poppins" w:cs="Poppins"/>
                <w:sz w:val="20"/>
              </w:rPr>
              <w:t>Guarnizione piana di ricambio.</w:t>
            </w:r>
          </w:p>
          <w:p w14:paraId="7EFC5C23" w14:textId="77777777" w:rsidR="00E943AA" w:rsidRPr="00E943AA" w:rsidRDefault="00E943AA" w:rsidP="00E943AA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71C3FAB7" w14:textId="326798A3" w:rsidR="00021D1F" w:rsidRPr="00E943AA" w:rsidRDefault="00E943AA" w:rsidP="00E943A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E943AA">
              <w:rPr>
                <w:rFonts w:ascii="Poppins" w:hAnsi="Poppins" w:cs="Poppins"/>
                <w:b/>
                <w:bCs/>
                <w:sz w:val="20"/>
              </w:rPr>
              <w:lastRenderedPageBreak/>
              <w:t>Marca Emmeti - Modello Guarnizione piana di ricambio o equivalente.</w:t>
            </w:r>
          </w:p>
        </w:tc>
      </w:tr>
      <w:tr w:rsidR="00B02985" w14:paraId="46EFB615" w14:textId="77777777" w:rsidTr="00021D1F">
        <w:tc>
          <w:tcPr>
            <w:tcW w:w="1398" w:type="dxa"/>
          </w:tcPr>
          <w:p w14:paraId="23FEF094" w14:textId="3250C0E6" w:rsidR="00B02985" w:rsidRPr="00CD3D9E" w:rsidRDefault="00B02985" w:rsidP="00B0298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lastRenderedPageBreak/>
              <w:t>90008194</w:t>
            </w:r>
          </w:p>
        </w:tc>
        <w:tc>
          <w:tcPr>
            <w:tcW w:w="2297" w:type="dxa"/>
          </w:tcPr>
          <w:p w14:paraId="06602780" w14:textId="5F04F691" w:rsidR="00B02985" w:rsidRPr="00D6010C" w:rsidRDefault="00B02985" w:rsidP="00B02985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Set 10 maniglie a farfalla x vitone sottointonaco</w:t>
            </w:r>
          </w:p>
        </w:tc>
        <w:tc>
          <w:tcPr>
            <w:tcW w:w="5803" w:type="dxa"/>
          </w:tcPr>
          <w:p w14:paraId="5C740FA9" w14:textId="77777777" w:rsidR="00B02985" w:rsidRDefault="00B02985" w:rsidP="00B0298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Set 10 ricambi maniglia a farfalla in plastica per Gruppo vitone 3/4” cannotto cieco.</w:t>
            </w:r>
          </w:p>
          <w:p w14:paraId="6B89B151" w14:textId="77777777" w:rsidR="00B02985" w:rsidRDefault="00B02985" w:rsidP="00B0298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31D802C9" w14:textId="1C6451FC" w:rsidR="00B02985" w:rsidRPr="00E943AA" w:rsidRDefault="00B02985" w:rsidP="00B02985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0C35D8">
              <w:rPr>
                <w:rFonts w:ascii="Poppins" w:hAnsi="Poppins" w:cs="Poppins"/>
                <w:b/>
                <w:bCs/>
                <w:sz w:val="20"/>
              </w:rPr>
              <w:t>Marca Emmeti – Modello Set 10 maniglie a farfalla x vitone sottointonaco o equivalente.</w:t>
            </w:r>
          </w:p>
        </w:tc>
      </w:tr>
      <w:tr w:rsidR="00B02985" w14:paraId="3264F2BA" w14:textId="77777777" w:rsidTr="00021D1F">
        <w:tc>
          <w:tcPr>
            <w:tcW w:w="1398" w:type="dxa"/>
          </w:tcPr>
          <w:p w14:paraId="50030FCC" w14:textId="4FA9F734" w:rsidR="00B02985" w:rsidRPr="00CD3D9E" w:rsidRDefault="00B02985" w:rsidP="00B0298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90008192</w:t>
            </w:r>
          </w:p>
        </w:tc>
        <w:tc>
          <w:tcPr>
            <w:tcW w:w="2297" w:type="dxa"/>
          </w:tcPr>
          <w:p w14:paraId="2081D80F" w14:textId="467D6ABE" w:rsidR="00B02985" w:rsidRPr="00D6010C" w:rsidRDefault="00B02985" w:rsidP="00B02985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Set 10 maniglie in ottone x vitone sotto intonaco</w:t>
            </w:r>
          </w:p>
        </w:tc>
        <w:tc>
          <w:tcPr>
            <w:tcW w:w="5803" w:type="dxa"/>
          </w:tcPr>
          <w:p w14:paraId="5474E798" w14:textId="77777777" w:rsidR="00B02985" w:rsidRDefault="00B02985" w:rsidP="00B0298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Set 10 ricambi maniglia in ottone per Gruppo vitone 3/4” cannotto cieco.</w:t>
            </w:r>
          </w:p>
          <w:p w14:paraId="23E593A1" w14:textId="77777777" w:rsidR="00B02985" w:rsidRDefault="00B02985" w:rsidP="00B0298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304A6DD9" w14:textId="395D400F" w:rsidR="00B02985" w:rsidRPr="00E943AA" w:rsidRDefault="00B02985" w:rsidP="00B02985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0C35D8">
              <w:rPr>
                <w:rFonts w:ascii="Poppins" w:hAnsi="Poppins" w:cs="Poppins"/>
                <w:b/>
                <w:bCs/>
                <w:sz w:val="20"/>
              </w:rPr>
              <w:t>Marca Emmeti – Modello Set 10 maniglie in ottone x vitone sottointonaco o equivalente.</w:t>
            </w:r>
          </w:p>
        </w:tc>
      </w:tr>
      <w:tr w:rsidR="00B02985" w14:paraId="0346CA93" w14:textId="77777777" w:rsidTr="00021D1F">
        <w:tc>
          <w:tcPr>
            <w:tcW w:w="1398" w:type="dxa"/>
          </w:tcPr>
          <w:p w14:paraId="4F39D1A9" w14:textId="4DD61DC7" w:rsidR="00B02985" w:rsidRPr="00CD3D9E" w:rsidRDefault="00B02985" w:rsidP="00B0298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28073012</w:t>
            </w:r>
          </w:p>
        </w:tc>
        <w:tc>
          <w:tcPr>
            <w:tcW w:w="2297" w:type="dxa"/>
          </w:tcPr>
          <w:p w14:paraId="2A4133DD" w14:textId="77777777" w:rsidR="00B02985" w:rsidRPr="00CD3D9E" w:rsidRDefault="00B02985" w:rsidP="00B02985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Manicotto elettrico</w:t>
            </w:r>
          </w:p>
          <w:p w14:paraId="782D19EE" w14:textId="226F643A" w:rsidR="00B02985" w:rsidRPr="00CD3D9E" w:rsidRDefault="00B02985" w:rsidP="00B02985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Ø 20 mm</w:t>
            </w:r>
          </w:p>
        </w:tc>
        <w:tc>
          <w:tcPr>
            <w:tcW w:w="5803" w:type="dxa"/>
          </w:tcPr>
          <w:p w14:paraId="2664CEBA" w14:textId="77777777" w:rsidR="00B02985" w:rsidRPr="00CD3D9E" w:rsidRDefault="00B02985" w:rsidP="00B0298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Manicotto elettrico Ø 20 mm con terminali da 4,0 mm.</w:t>
            </w:r>
          </w:p>
          <w:p w14:paraId="045B7E41" w14:textId="77777777" w:rsidR="00B02985" w:rsidRPr="00CD3D9E" w:rsidRDefault="00B02985" w:rsidP="00B0298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Tensione di saldatura: 40 V</w:t>
            </w:r>
          </w:p>
          <w:p w14:paraId="45073E6F" w14:textId="77777777" w:rsidR="00B02985" w:rsidRPr="00CD3D9E" w:rsidRDefault="00B02985" w:rsidP="00B0298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7548C1FC" w14:textId="309DD6FF" w:rsidR="00B02985" w:rsidRPr="00CD3D9E" w:rsidRDefault="00B02985" w:rsidP="00B0298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 – Modello Manicotto elettrico Ø 20 mm o equivalente.</w:t>
            </w:r>
          </w:p>
        </w:tc>
      </w:tr>
      <w:tr w:rsidR="00B02985" w14:paraId="35114260" w14:textId="77777777" w:rsidTr="00021D1F">
        <w:tc>
          <w:tcPr>
            <w:tcW w:w="1398" w:type="dxa"/>
          </w:tcPr>
          <w:p w14:paraId="11467622" w14:textId="722C25ED" w:rsidR="00B02985" w:rsidRPr="00CD3D9E" w:rsidRDefault="00B02985" w:rsidP="00B0298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28073034</w:t>
            </w:r>
          </w:p>
        </w:tc>
        <w:tc>
          <w:tcPr>
            <w:tcW w:w="2297" w:type="dxa"/>
          </w:tcPr>
          <w:p w14:paraId="22B7F920" w14:textId="77777777" w:rsidR="00B02985" w:rsidRPr="00CD3D9E" w:rsidRDefault="00B02985" w:rsidP="00B02985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Manicotto elettrico</w:t>
            </w:r>
          </w:p>
          <w:p w14:paraId="572EA8A1" w14:textId="06DCF634" w:rsidR="00B02985" w:rsidRPr="00CD3D9E" w:rsidRDefault="00B02985" w:rsidP="00B02985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Ø 25 mm</w:t>
            </w:r>
          </w:p>
        </w:tc>
        <w:tc>
          <w:tcPr>
            <w:tcW w:w="5803" w:type="dxa"/>
          </w:tcPr>
          <w:p w14:paraId="65DDD77E" w14:textId="77777777" w:rsidR="00B02985" w:rsidRPr="00CD3D9E" w:rsidRDefault="00B02985" w:rsidP="00B0298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Manicotto elettrico Ø 25 mm con terminali da 4,0 mm.</w:t>
            </w:r>
          </w:p>
          <w:p w14:paraId="0AA0FC3B" w14:textId="77777777" w:rsidR="00B02985" w:rsidRPr="00CD3D9E" w:rsidRDefault="00B02985" w:rsidP="00B0298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Tensione di saldatura: 40 V</w:t>
            </w:r>
          </w:p>
          <w:p w14:paraId="5CF915C9" w14:textId="77777777" w:rsidR="00B02985" w:rsidRPr="00CD3D9E" w:rsidRDefault="00B02985" w:rsidP="00B0298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340814C3" w14:textId="69FD5DC5" w:rsidR="00B02985" w:rsidRPr="00CD3D9E" w:rsidRDefault="00B02985" w:rsidP="00B0298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 – Modello Manicotto elettrico Ø 25 mm o equivalente.</w:t>
            </w:r>
          </w:p>
        </w:tc>
      </w:tr>
      <w:tr w:rsidR="00B02985" w14:paraId="52964E11" w14:textId="77777777" w:rsidTr="00021D1F">
        <w:tc>
          <w:tcPr>
            <w:tcW w:w="1398" w:type="dxa"/>
          </w:tcPr>
          <w:p w14:paraId="5A295B1D" w14:textId="6B3DC12F" w:rsidR="00B02985" w:rsidRPr="00CD3D9E" w:rsidRDefault="00B02985" w:rsidP="00B0298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28073100</w:t>
            </w:r>
          </w:p>
        </w:tc>
        <w:tc>
          <w:tcPr>
            <w:tcW w:w="2297" w:type="dxa"/>
          </w:tcPr>
          <w:p w14:paraId="3B290E34" w14:textId="77777777" w:rsidR="00B02985" w:rsidRPr="00CD3D9E" w:rsidRDefault="00B02985" w:rsidP="00B02985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Manicotto elettrico</w:t>
            </w:r>
          </w:p>
          <w:p w14:paraId="7F9952AE" w14:textId="3112AA8C" w:rsidR="00B02985" w:rsidRPr="00CD3D9E" w:rsidRDefault="00B02985" w:rsidP="00B02985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Ø 32 mm</w:t>
            </w:r>
          </w:p>
        </w:tc>
        <w:tc>
          <w:tcPr>
            <w:tcW w:w="5803" w:type="dxa"/>
          </w:tcPr>
          <w:p w14:paraId="3425858A" w14:textId="4BDF2B6D" w:rsidR="00B02985" w:rsidRPr="00CD3D9E" w:rsidRDefault="00B02985" w:rsidP="00B0298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 xml:space="preserve">Manicotto elettrico Ø </w:t>
            </w:r>
            <w:r>
              <w:rPr>
                <w:rFonts w:ascii="Poppins" w:hAnsi="Poppins" w:cs="Poppins"/>
                <w:sz w:val="20"/>
              </w:rPr>
              <w:t>32</w:t>
            </w:r>
            <w:r w:rsidRPr="00CD3D9E">
              <w:rPr>
                <w:rFonts w:ascii="Poppins" w:hAnsi="Poppins" w:cs="Poppins"/>
                <w:sz w:val="20"/>
              </w:rPr>
              <w:t xml:space="preserve"> mm con terminali da 4,0 mm.</w:t>
            </w:r>
          </w:p>
          <w:p w14:paraId="1E80E051" w14:textId="77777777" w:rsidR="00B02985" w:rsidRPr="00CD3D9E" w:rsidRDefault="00B02985" w:rsidP="00B0298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Tensione di saldatura: 40 V</w:t>
            </w:r>
          </w:p>
          <w:p w14:paraId="512A4D74" w14:textId="77777777" w:rsidR="00B02985" w:rsidRPr="00CD3D9E" w:rsidRDefault="00B02985" w:rsidP="00B0298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3805D3AC" w14:textId="067D004A" w:rsidR="00B02985" w:rsidRPr="00CD3D9E" w:rsidRDefault="00B02985" w:rsidP="00B0298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 – Modello Manicotto elettrico Ø </w:t>
            </w:r>
            <w:r>
              <w:rPr>
                <w:rFonts w:ascii="Poppins" w:hAnsi="Poppins" w:cs="Poppins"/>
                <w:b/>
                <w:bCs/>
                <w:sz w:val="20"/>
              </w:rPr>
              <w:t>32</w:t>
            </w: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 mm o equivalente.</w:t>
            </w:r>
          </w:p>
        </w:tc>
      </w:tr>
      <w:tr w:rsidR="00B02985" w14:paraId="4C7364D9" w14:textId="77777777" w:rsidTr="00021D1F">
        <w:tc>
          <w:tcPr>
            <w:tcW w:w="1398" w:type="dxa"/>
          </w:tcPr>
          <w:p w14:paraId="1A0117B4" w14:textId="01F0B692" w:rsidR="00B02985" w:rsidRPr="00CD3D9E" w:rsidRDefault="00B02985" w:rsidP="00B0298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28073114</w:t>
            </w:r>
          </w:p>
        </w:tc>
        <w:tc>
          <w:tcPr>
            <w:tcW w:w="2297" w:type="dxa"/>
          </w:tcPr>
          <w:p w14:paraId="0A98BB6F" w14:textId="77777777" w:rsidR="00B02985" w:rsidRPr="00CD3D9E" w:rsidRDefault="00B02985" w:rsidP="00B02985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Manicotto elettrico</w:t>
            </w:r>
          </w:p>
          <w:p w14:paraId="36F7034C" w14:textId="205B543D" w:rsidR="00B02985" w:rsidRPr="00CD3D9E" w:rsidRDefault="00B02985" w:rsidP="00B02985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Ø 40 mm</w:t>
            </w:r>
          </w:p>
        </w:tc>
        <w:tc>
          <w:tcPr>
            <w:tcW w:w="5803" w:type="dxa"/>
          </w:tcPr>
          <w:p w14:paraId="6ABB7A7F" w14:textId="76E3CA85" w:rsidR="00B02985" w:rsidRPr="00CD3D9E" w:rsidRDefault="00B02985" w:rsidP="00B0298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 xml:space="preserve">Manicotto elettrico Ø </w:t>
            </w:r>
            <w:r>
              <w:rPr>
                <w:rFonts w:ascii="Poppins" w:hAnsi="Poppins" w:cs="Poppins"/>
                <w:sz w:val="20"/>
              </w:rPr>
              <w:t>4</w:t>
            </w:r>
            <w:r w:rsidRPr="00CD3D9E">
              <w:rPr>
                <w:rFonts w:ascii="Poppins" w:hAnsi="Poppins" w:cs="Poppins"/>
                <w:sz w:val="20"/>
              </w:rPr>
              <w:t>0 mm con terminali da 4,0 mm.</w:t>
            </w:r>
          </w:p>
          <w:p w14:paraId="35573CA2" w14:textId="77777777" w:rsidR="00B02985" w:rsidRPr="00CD3D9E" w:rsidRDefault="00B02985" w:rsidP="00B0298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Tensione di saldatura: 40 V</w:t>
            </w:r>
          </w:p>
          <w:p w14:paraId="6EBDD097" w14:textId="77777777" w:rsidR="00B02985" w:rsidRPr="00CD3D9E" w:rsidRDefault="00B02985" w:rsidP="00B0298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3D464936" w14:textId="14D36150" w:rsidR="00B02985" w:rsidRPr="00CD3D9E" w:rsidRDefault="00B02985" w:rsidP="00B0298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 – Modello Manicotto elettrico Ø </w:t>
            </w:r>
            <w:r>
              <w:rPr>
                <w:rFonts w:ascii="Poppins" w:hAnsi="Poppins" w:cs="Poppins"/>
                <w:b/>
                <w:bCs/>
                <w:sz w:val="20"/>
              </w:rPr>
              <w:t>4</w:t>
            </w:r>
            <w:r w:rsidRPr="00CD3D9E">
              <w:rPr>
                <w:rFonts w:ascii="Poppins" w:hAnsi="Poppins" w:cs="Poppins"/>
                <w:b/>
                <w:bCs/>
                <w:sz w:val="20"/>
              </w:rPr>
              <w:t>0 mm o equivalente.</w:t>
            </w:r>
          </w:p>
        </w:tc>
      </w:tr>
      <w:tr w:rsidR="00B02985" w14:paraId="7E254765" w14:textId="77777777" w:rsidTr="00021D1F">
        <w:tc>
          <w:tcPr>
            <w:tcW w:w="1398" w:type="dxa"/>
          </w:tcPr>
          <w:p w14:paraId="27427B98" w14:textId="7730F7A2" w:rsidR="00B02985" w:rsidRPr="00CD3D9E" w:rsidRDefault="00B02985" w:rsidP="00B0298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28090003</w:t>
            </w:r>
          </w:p>
        </w:tc>
        <w:tc>
          <w:tcPr>
            <w:tcW w:w="2297" w:type="dxa"/>
          </w:tcPr>
          <w:p w14:paraId="2C98EB21" w14:textId="77777777" w:rsidR="00B02985" w:rsidRPr="00CD3D9E" w:rsidRDefault="00B02985" w:rsidP="00B02985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Tappo di prova impianto con o-ring</w:t>
            </w:r>
          </w:p>
          <w:p w14:paraId="3C8C2DF7" w14:textId="01810C69" w:rsidR="00B02985" w:rsidRPr="00CD3D9E" w:rsidRDefault="00B02985" w:rsidP="00B02985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1/2" blu</w:t>
            </w:r>
          </w:p>
        </w:tc>
        <w:tc>
          <w:tcPr>
            <w:tcW w:w="5803" w:type="dxa"/>
          </w:tcPr>
          <w:p w14:paraId="4EC5CD31" w14:textId="77777777" w:rsidR="00B02985" w:rsidRPr="00CD3D9E" w:rsidRDefault="00B02985" w:rsidP="00B0298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Tappo di prova impianto con o-ring di colore blu, misura 1/2".</w:t>
            </w:r>
          </w:p>
          <w:p w14:paraId="155DC1B9" w14:textId="77777777" w:rsidR="00B02985" w:rsidRPr="00CD3D9E" w:rsidRDefault="00B02985" w:rsidP="00B0298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68CC3BF6" w14:textId="66A30E86" w:rsidR="00B02985" w:rsidRPr="00CD3D9E" w:rsidRDefault="00B02985" w:rsidP="00B0298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 – Modello Tappo di prova impianto con o-ring 1/2" blu o equivalente.</w:t>
            </w:r>
          </w:p>
        </w:tc>
      </w:tr>
      <w:tr w:rsidR="00B02985" w14:paraId="47B5200D" w14:textId="77777777" w:rsidTr="00021D1F">
        <w:tc>
          <w:tcPr>
            <w:tcW w:w="1398" w:type="dxa"/>
          </w:tcPr>
          <w:p w14:paraId="1F077559" w14:textId="0A9B62F9" w:rsidR="00B02985" w:rsidRPr="00CD3D9E" w:rsidRDefault="00B02985" w:rsidP="00B0298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28090004</w:t>
            </w:r>
          </w:p>
        </w:tc>
        <w:tc>
          <w:tcPr>
            <w:tcW w:w="2297" w:type="dxa"/>
          </w:tcPr>
          <w:p w14:paraId="0630B28B" w14:textId="77777777" w:rsidR="00B02985" w:rsidRPr="00CD3D9E" w:rsidRDefault="00B02985" w:rsidP="00B02985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Tappo di prova impianto con o-ring</w:t>
            </w:r>
          </w:p>
          <w:p w14:paraId="7C2D8868" w14:textId="153E27EF" w:rsidR="00B02985" w:rsidRPr="00CD3D9E" w:rsidRDefault="00B02985" w:rsidP="00B02985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1/2" rosso</w:t>
            </w:r>
          </w:p>
        </w:tc>
        <w:tc>
          <w:tcPr>
            <w:tcW w:w="5803" w:type="dxa"/>
          </w:tcPr>
          <w:p w14:paraId="0C8EC076" w14:textId="77777777" w:rsidR="00B02985" w:rsidRPr="00CD3D9E" w:rsidRDefault="00B02985" w:rsidP="00B0298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Tappo di prova impianto con o-ring di colore rosso, misura 1/2".</w:t>
            </w:r>
          </w:p>
          <w:p w14:paraId="5B7A3107" w14:textId="77777777" w:rsidR="00B02985" w:rsidRPr="00CD3D9E" w:rsidRDefault="00B02985" w:rsidP="00B0298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79D6FD02" w14:textId="4622AD52" w:rsidR="00B02985" w:rsidRPr="00CD3D9E" w:rsidRDefault="00B02985" w:rsidP="00B0298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lastRenderedPageBreak/>
              <w:t xml:space="preserve">Marca </w:t>
            </w:r>
            <w:r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 – Modello Tappo di prova impianto con o-ring 1/2" rosso o equivalente.</w:t>
            </w:r>
          </w:p>
        </w:tc>
      </w:tr>
      <w:tr w:rsidR="00B02985" w14:paraId="0AF2D10D" w14:textId="77777777" w:rsidTr="00021D1F">
        <w:tc>
          <w:tcPr>
            <w:tcW w:w="1398" w:type="dxa"/>
          </w:tcPr>
          <w:p w14:paraId="4B080407" w14:textId="204AA6FB" w:rsidR="00B02985" w:rsidRPr="00CD3D9E" w:rsidRDefault="00B02985" w:rsidP="00B0298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lastRenderedPageBreak/>
              <w:t>28090006</w:t>
            </w:r>
          </w:p>
        </w:tc>
        <w:tc>
          <w:tcPr>
            <w:tcW w:w="2297" w:type="dxa"/>
          </w:tcPr>
          <w:p w14:paraId="6AF4BB0E" w14:textId="77777777" w:rsidR="00B02985" w:rsidRPr="00CD3D9E" w:rsidRDefault="00B02985" w:rsidP="00B02985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Tappo di prova impianto con o-ring</w:t>
            </w:r>
          </w:p>
          <w:p w14:paraId="0D8F5152" w14:textId="49B8FA0D" w:rsidR="00B02985" w:rsidRPr="00CD3D9E" w:rsidRDefault="00B02985" w:rsidP="00B02985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3/4" blu</w:t>
            </w:r>
          </w:p>
        </w:tc>
        <w:tc>
          <w:tcPr>
            <w:tcW w:w="5803" w:type="dxa"/>
          </w:tcPr>
          <w:p w14:paraId="585DA933" w14:textId="77777777" w:rsidR="00B02985" w:rsidRPr="00CD3D9E" w:rsidRDefault="00B02985" w:rsidP="00B0298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Tappo di prova impianto con o-ring di colore blu, misura 3/4".</w:t>
            </w:r>
          </w:p>
          <w:p w14:paraId="1C30F99F" w14:textId="77777777" w:rsidR="00B02985" w:rsidRPr="00CD3D9E" w:rsidRDefault="00B02985" w:rsidP="00B0298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4E2F62EC" w14:textId="6BAAE6D3" w:rsidR="00B02985" w:rsidRPr="00CD3D9E" w:rsidRDefault="00B02985" w:rsidP="00B0298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 – Modello Tappo di prova impianto con o-ring 3/4" blu o equivalente.</w:t>
            </w:r>
          </w:p>
        </w:tc>
      </w:tr>
      <w:tr w:rsidR="00B02985" w14:paraId="20B683DE" w14:textId="77777777" w:rsidTr="00021D1F">
        <w:tc>
          <w:tcPr>
            <w:tcW w:w="1398" w:type="dxa"/>
          </w:tcPr>
          <w:p w14:paraId="4421FA1D" w14:textId="14EDA5AE" w:rsidR="00B02985" w:rsidRPr="00CD3D9E" w:rsidRDefault="00B02985" w:rsidP="00B0298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28090008</w:t>
            </w:r>
          </w:p>
        </w:tc>
        <w:tc>
          <w:tcPr>
            <w:tcW w:w="2297" w:type="dxa"/>
          </w:tcPr>
          <w:p w14:paraId="7BF9C95E" w14:textId="77777777" w:rsidR="00B02985" w:rsidRPr="00CD3D9E" w:rsidRDefault="00B02985" w:rsidP="00B02985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Tappo di prova impianto con o-ring</w:t>
            </w:r>
          </w:p>
          <w:p w14:paraId="6684F430" w14:textId="38AF0E17" w:rsidR="00B02985" w:rsidRPr="00CD3D9E" w:rsidRDefault="00B02985" w:rsidP="00B02985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3/4" rosso</w:t>
            </w:r>
          </w:p>
        </w:tc>
        <w:tc>
          <w:tcPr>
            <w:tcW w:w="5803" w:type="dxa"/>
          </w:tcPr>
          <w:p w14:paraId="2EBC5469" w14:textId="77777777" w:rsidR="00B02985" w:rsidRPr="00CD3D9E" w:rsidRDefault="00B02985" w:rsidP="00B0298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Tappo di prova impianto con o-ring di colore rosso, misura 3/4".</w:t>
            </w:r>
          </w:p>
          <w:p w14:paraId="09FF01A3" w14:textId="77777777" w:rsidR="00B02985" w:rsidRPr="00CD3D9E" w:rsidRDefault="00B02985" w:rsidP="00B0298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1598C47C" w14:textId="6424F54F" w:rsidR="00B02985" w:rsidRPr="00CD3D9E" w:rsidRDefault="00B02985" w:rsidP="00B0298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 – Modello Tappo di prova impianto con o-ring 3/4" rosso o equivalente.</w:t>
            </w:r>
          </w:p>
        </w:tc>
      </w:tr>
      <w:tr w:rsidR="00B02985" w14:paraId="1412FFB1" w14:textId="77777777" w:rsidTr="00021D1F">
        <w:tc>
          <w:tcPr>
            <w:tcW w:w="1398" w:type="dxa"/>
          </w:tcPr>
          <w:p w14:paraId="311122B6" w14:textId="37E7EE29" w:rsidR="00B02985" w:rsidRPr="00CD3D9E" w:rsidRDefault="00B02985" w:rsidP="00B0298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28010500</w:t>
            </w:r>
          </w:p>
        </w:tc>
        <w:tc>
          <w:tcPr>
            <w:tcW w:w="2297" w:type="dxa"/>
          </w:tcPr>
          <w:p w14:paraId="57A871F6" w14:textId="77777777" w:rsidR="00B02985" w:rsidRPr="00CD3D9E" w:rsidRDefault="00B02985" w:rsidP="00B02985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Cono riparafori</w:t>
            </w:r>
          </w:p>
          <w:p w14:paraId="796D5FA7" w14:textId="7428C6C0" w:rsidR="00B02985" w:rsidRPr="00CD3D9E" w:rsidRDefault="00B02985" w:rsidP="00B02985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Ø 8</w:t>
            </w:r>
          </w:p>
        </w:tc>
        <w:tc>
          <w:tcPr>
            <w:tcW w:w="5803" w:type="dxa"/>
          </w:tcPr>
          <w:p w14:paraId="5B5DB287" w14:textId="77777777" w:rsidR="00B02985" w:rsidRPr="00CD3D9E" w:rsidRDefault="00B02985" w:rsidP="00B0298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Cono riparafori da Ø 8 mm.</w:t>
            </w:r>
          </w:p>
          <w:p w14:paraId="3496CBC5" w14:textId="77777777" w:rsidR="00B02985" w:rsidRPr="00CD3D9E" w:rsidRDefault="00B02985" w:rsidP="00B0298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73FB8B11" w14:textId="52F6631B" w:rsidR="00B02985" w:rsidRPr="00CD3D9E" w:rsidRDefault="00B02985" w:rsidP="00B0298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 – Modello Cono riparafori Ø 8 o equivalente.</w:t>
            </w:r>
          </w:p>
        </w:tc>
      </w:tr>
      <w:tr w:rsidR="00B02985" w14:paraId="4AE3E5C9" w14:textId="77777777" w:rsidTr="00021D1F">
        <w:tc>
          <w:tcPr>
            <w:tcW w:w="1398" w:type="dxa"/>
          </w:tcPr>
          <w:p w14:paraId="05699825" w14:textId="23F31ACD" w:rsidR="00B02985" w:rsidRPr="00CD3D9E" w:rsidRDefault="00B02985" w:rsidP="00B0298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28022010</w:t>
            </w:r>
          </w:p>
        </w:tc>
        <w:tc>
          <w:tcPr>
            <w:tcW w:w="2297" w:type="dxa"/>
          </w:tcPr>
          <w:p w14:paraId="3EFE66E2" w14:textId="4057E897" w:rsidR="00B02985" w:rsidRPr="00CD3D9E" w:rsidRDefault="00B02985" w:rsidP="00B02985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 xml:space="preserve">Polifusore con cassetta </w:t>
            </w:r>
          </w:p>
        </w:tc>
        <w:tc>
          <w:tcPr>
            <w:tcW w:w="5803" w:type="dxa"/>
          </w:tcPr>
          <w:p w14:paraId="0782B297" w14:textId="77777777" w:rsidR="00B02985" w:rsidRPr="00CD3D9E" w:rsidRDefault="00B02985" w:rsidP="00B0298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Polifusore con cassetta senza matrici.</w:t>
            </w:r>
          </w:p>
          <w:p w14:paraId="3C09F424" w14:textId="77777777" w:rsidR="00B02985" w:rsidRPr="00CD3D9E" w:rsidRDefault="00B02985" w:rsidP="00B0298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64E7E623" w14:textId="77777777" w:rsidR="00B02985" w:rsidRPr="00CD3D9E" w:rsidRDefault="00B02985" w:rsidP="00B0298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2F74BD7C" w14:textId="77777777" w:rsidR="00B02985" w:rsidRPr="00CD3D9E" w:rsidRDefault="00B02985" w:rsidP="00B02985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Alimentazione: 230 V 50/60 Hz</w:t>
            </w:r>
          </w:p>
          <w:p w14:paraId="2C95FFB0" w14:textId="44BB83DF" w:rsidR="00B02985" w:rsidRPr="00CD3D9E" w:rsidRDefault="00B02985" w:rsidP="00B02985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Temperatura nominale di utilizzo: 260°C</w:t>
            </w:r>
          </w:p>
          <w:p w14:paraId="117EBAE9" w14:textId="00351544" w:rsidR="00B02985" w:rsidRPr="00CD3D9E" w:rsidRDefault="00B02985" w:rsidP="00B02985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Temperatura ambiente di lavoro: -5 ÷ 40°C</w:t>
            </w:r>
          </w:p>
          <w:p w14:paraId="45D54A6C" w14:textId="77777777" w:rsidR="00B02985" w:rsidRPr="00CD3D9E" w:rsidRDefault="00B02985" w:rsidP="00B02985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 xml:space="preserve">Temperatura di raggiungimento temperatura d’esercizio: 20 min </w:t>
            </w:r>
          </w:p>
          <w:p w14:paraId="2294D98B" w14:textId="371CA80C" w:rsidR="00B02985" w:rsidRPr="00CD3D9E" w:rsidRDefault="00B02985" w:rsidP="00B02985">
            <w:pPr>
              <w:pStyle w:val="Intestazione"/>
              <w:numPr>
                <w:ilvl w:val="0"/>
                <w:numId w:val="40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Campo di lavoro: tubi con Ø fino a 63 mm</w:t>
            </w:r>
          </w:p>
          <w:p w14:paraId="436A67D6" w14:textId="77777777" w:rsidR="00B02985" w:rsidRPr="00CD3D9E" w:rsidRDefault="00B02985" w:rsidP="00B0298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40BDC2B8" w14:textId="596FE25F" w:rsidR="00B02985" w:rsidRPr="00CD3D9E" w:rsidRDefault="00B02985" w:rsidP="00B0298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 – Modello Polifusore con cassetta o equivalente.</w:t>
            </w:r>
          </w:p>
        </w:tc>
      </w:tr>
      <w:tr w:rsidR="00B02985" w14:paraId="627DA547" w14:textId="77777777" w:rsidTr="00021D1F">
        <w:tc>
          <w:tcPr>
            <w:tcW w:w="1398" w:type="dxa"/>
          </w:tcPr>
          <w:p w14:paraId="4F47A8E7" w14:textId="093A7D79" w:rsidR="00B02985" w:rsidRPr="00CD3D9E" w:rsidRDefault="00B02985" w:rsidP="00B0298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28025012</w:t>
            </w:r>
          </w:p>
        </w:tc>
        <w:tc>
          <w:tcPr>
            <w:tcW w:w="2297" w:type="dxa"/>
          </w:tcPr>
          <w:p w14:paraId="23EC34EB" w14:textId="77777777" w:rsidR="00B02985" w:rsidRPr="00CD3D9E" w:rsidRDefault="00B02985" w:rsidP="00B02985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 xml:space="preserve">Matrice saldatura tipo “A” </w:t>
            </w:r>
          </w:p>
          <w:p w14:paraId="0B278CB9" w14:textId="37B6EA6C" w:rsidR="00B02985" w:rsidRPr="00CD3D9E" w:rsidRDefault="00B02985" w:rsidP="00B02985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20 mm</w:t>
            </w:r>
          </w:p>
        </w:tc>
        <w:tc>
          <w:tcPr>
            <w:tcW w:w="5803" w:type="dxa"/>
          </w:tcPr>
          <w:p w14:paraId="7F4BFCE9" w14:textId="77777777" w:rsidR="00B02985" w:rsidRDefault="00B02985" w:rsidP="00B0298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Matrice per saldatura di tipo “A” per polifusore.</w:t>
            </w:r>
          </w:p>
          <w:p w14:paraId="5A8A152D" w14:textId="77777777" w:rsidR="00B02985" w:rsidRPr="00CD3D9E" w:rsidRDefault="00B02985" w:rsidP="00B0298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21326205" w14:textId="77777777" w:rsidR="00B02985" w:rsidRPr="00CD3D9E" w:rsidRDefault="00B02985" w:rsidP="00B0298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Misura: 20 mm</w:t>
            </w:r>
          </w:p>
          <w:p w14:paraId="24E71889" w14:textId="77777777" w:rsidR="00B02985" w:rsidRPr="00CD3D9E" w:rsidRDefault="00B02985" w:rsidP="00B0298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074E50C7" w14:textId="073E0728" w:rsidR="00B02985" w:rsidRPr="00CD3D9E" w:rsidRDefault="00B02985" w:rsidP="00B0298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 – Modello Matrice saldatura tipo “A” 20 mm o equivalente.</w:t>
            </w:r>
          </w:p>
        </w:tc>
      </w:tr>
      <w:tr w:rsidR="00B02985" w14:paraId="02A5C85D" w14:textId="77777777" w:rsidTr="00021D1F">
        <w:tc>
          <w:tcPr>
            <w:tcW w:w="1398" w:type="dxa"/>
          </w:tcPr>
          <w:p w14:paraId="34EB8B7B" w14:textId="2D04512F" w:rsidR="00B02985" w:rsidRPr="00CD3D9E" w:rsidRDefault="00B02985" w:rsidP="00B0298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28025034</w:t>
            </w:r>
          </w:p>
        </w:tc>
        <w:tc>
          <w:tcPr>
            <w:tcW w:w="2297" w:type="dxa"/>
          </w:tcPr>
          <w:p w14:paraId="19AB30CD" w14:textId="77777777" w:rsidR="00B02985" w:rsidRPr="00CD3D9E" w:rsidRDefault="00B02985" w:rsidP="00B02985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 xml:space="preserve">Matrice saldatura tipo “A” </w:t>
            </w:r>
          </w:p>
          <w:p w14:paraId="4B52BBAF" w14:textId="577BDFD8" w:rsidR="00B02985" w:rsidRPr="00CD3D9E" w:rsidRDefault="00B02985" w:rsidP="00B02985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25 mm</w:t>
            </w:r>
          </w:p>
        </w:tc>
        <w:tc>
          <w:tcPr>
            <w:tcW w:w="5803" w:type="dxa"/>
          </w:tcPr>
          <w:p w14:paraId="46474439" w14:textId="77777777" w:rsidR="00B02985" w:rsidRDefault="00B02985" w:rsidP="00B0298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Matrice per saldatura di tipo “A” per polifusore.</w:t>
            </w:r>
          </w:p>
          <w:p w14:paraId="08427611" w14:textId="77777777" w:rsidR="00B02985" w:rsidRPr="00CD3D9E" w:rsidRDefault="00B02985" w:rsidP="00B0298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371127FB" w14:textId="77777777" w:rsidR="00B02985" w:rsidRPr="00CD3D9E" w:rsidRDefault="00B02985" w:rsidP="00B0298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Misura: 25 mm</w:t>
            </w:r>
          </w:p>
          <w:p w14:paraId="2837A9E4" w14:textId="77777777" w:rsidR="00B02985" w:rsidRPr="00CD3D9E" w:rsidRDefault="00B02985" w:rsidP="00B0298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3FF705C9" w14:textId="09E01C84" w:rsidR="00B02985" w:rsidRPr="00CD3D9E" w:rsidRDefault="00B02985" w:rsidP="00B0298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 – Modello Matrice saldatura tipo “A” 25 mm o equivalente.</w:t>
            </w:r>
          </w:p>
        </w:tc>
      </w:tr>
      <w:tr w:rsidR="00B02985" w14:paraId="46B980C8" w14:textId="77777777" w:rsidTr="00021D1F">
        <w:tc>
          <w:tcPr>
            <w:tcW w:w="1398" w:type="dxa"/>
          </w:tcPr>
          <w:p w14:paraId="286BA185" w14:textId="558E5FD5" w:rsidR="00B02985" w:rsidRPr="00CD3D9E" w:rsidRDefault="00B02985" w:rsidP="00B0298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lastRenderedPageBreak/>
              <w:t>28025100</w:t>
            </w:r>
          </w:p>
        </w:tc>
        <w:tc>
          <w:tcPr>
            <w:tcW w:w="2297" w:type="dxa"/>
          </w:tcPr>
          <w:p w14:paraId="51FF4CCA" w14:textId="77777777" w:rsidR="00B02985" w:rsidRPr="00CD3D9E" w:rsidRDefault="00B02985" w:rsidP="00B02985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 xml:space="preserve">Matrice saldatura tipo “A” </w:t>
            </w:r>
          </w:p>
          <w:p w14:paraId="44202B75" w14:textId="4A31B620" w:rsidR="00B02985" w:rsidRPr="00CD3D9E" w:rsidRDefault="00B02985" w:rsidP="00B02985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32 mm</w:t>
            </w:r>
          </w:p>
        </w:tc>
        <w:tc>
          <w:tcPr>
            <w:tcW w:w="5803" w:type="dxa"/>
          </w:tcPr>
          <w:p w14:paraId="7024D42C" w14:textId="77777777" w:rsidR="00B02985" w:rsidRDefault="00B02985" w:rsidP="00B0298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Matrice per saldatura di tipo “A” per polifusore.</w:t>
            </w:r>
          </w:p>
          <w:p w14:paraId="6E226F16" w14:textId="77777777" w:rsidR="00B02985" w:rsidRPr="00CD3D9E" w:rsidRDefault="00B02985" w:rsidP="00B0298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4FEC8110" w14:textId="77777777" w:rsidR="00B02985" w:rsidRPr="00CD3D9E" w:rsidRDefault="00B02985" w:rsidP="00B0298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Misura: 32 mm</w:t>
            </w:r>
          </w:p>
          <w:p w14:paraId="3F201E00" w14:textId="77777777" w:rsidR="00B02985" w:rsidRPr="00CD3D9E" w:rsidRDefault="00B02985" w:rsidP="00B0298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212FED90" w14:textId="39CED2C8" w:rsidR="00B02985" w:rsidRPr="00CD3D9E" w:rsidRDefault="00B02985" w:rsidP="00B0298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 – Modello Matrice saldatura tipo “A”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CD3D9E">
              <w:rPr>
                <w:rFonts w:ascii="Poppins" w:hAnsi="Poppins" w:cs="Poppins"/>
                <w:b/>
                <w:bCs/>
                <w:sz w:val="20"/>
              </w:rPr>
              <w:t>32 mm o equivalente.</w:t>
            </w:r>
          </w:p>
        </w:tc>
      </w:tr>
      <w:tr w:rsidR="00B02985" w14:paraId="2C42888D" w14:textId="77777777" w:rsidTr="00021D1F">
        <w:tc>
          <w:tcPr>
            <w:tcW w:w="1398" w:type="dxa"/>
          </w:tcPr>
          <w:p w14:paraId="5AD993AB" w14:textId="0F7D6098" w:rsidR="00B02985" w:rsidRPr="00CD3D9E" w:rsidRDefault="00B02985" w:rsidP="00B0298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28025114</w:t>
            </w:r>
          </w:p>
        </w:tc>
        <w:tc>
          <w:tcPr>
            <w:tcW w:w="2297" w:type="dxa"/>
          </w:tcPr>
          <w:p w14:paraId="57EF52C0" w14:textId="77777777" w:rsidR="00B02985" w:rsidRPr="00CD3D9E" w:rsidRDefault="00B02985" w:rsidP="00B02985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 xml:space="preserve">Matrice saldatura tipo “A” </w:t>
            </w:r>
          </w:p>
          <w:p w14:paraId="6802DB1D" w14:textId="13467E0C" w:rsidR="00B02985" w:rsidRPr="00CD3D9E" w:rsidRDefault="00B02985" w:rsidP="00B02985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40 mm</w:t>
            </w:r>
          </w:p>
        </w:tc>
        <w:tc>
          <w:tcPr>
            <w:tcW w:w="5803" w:type="dxa"/>
          </w:tcPr>
          <w:p w14:paraId="125E5439" w14:textId="77777777" w:rsidR="00B02985" w:rsidRDefault="00B02985" w:rsidP="00B0298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Matrice per saldatura di tipo “A” per polifusore.</w:t>
            </w:r>
          </w:p>
          <w:p w14:paraId="49AA35ED" w14:textId="77777777" w:rsidR="00B02985" w:rsidRPr="00CD3D9E" w:rsidRDefault="00B02985" w:rsidP="00B0298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47D1DB95" w14:textId="77777777" w:rsidR="00B02985" w:rsidRPr="00CD3D9E" w:rsidRDefault="00B02985" w:rsidP="00B0298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Misura: 40 mm</w:t>
            </w:r>
          </w:p>
          <w:p w14:paraId="58E1CAE7" w14:textId="77777777" w:rsidR="00B02985" w:rsidRPr="00CD3D9E" w:rsidRDefault="00B02985" w:rsidP="00B0298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509CD920" w14:textId="26C29B3B" w:rsidR="00B02985" w:rsidRPr="00CD3D9E" w:rsidRDefault="00B02985" w:rsidP="00B0298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 – Modello Matrice saldatura tipo “A” 40 mm o equivalente.</w:t>
            </w:r>
          </w:p>
        </w:tc>
      </w:tr>
      <w:tr w:rsidR="00B02985" w14:paraId="392DB2BC" w14:textId="77777777" w:rsidTr="00021D1F">
        <w:tc>
          <w:tcPr>
            <w:tcW w:w="1398" w:type="dxa"/>
          </w:tcPr>
          <w:p w14:paraId="6FFAA332" w14:textId="292EB3F5" w:rsidR="00B02985" w:rsidRPr="00CD3D9E" w:rsidRDefault="00B02985" w:rsidP="00B0298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28025112</w:t>
            </w:r>
          </w:p>
        </w:tc>
        <w:tc>
          <w:tcPr>
            <w:tcW w:w="2297" w:type="dxa"/>
          </w:tcPr>
          <w:p w14:paraId="7FBA99CA" w14:textId="77777777" w:rsidR="00B02985" w:rsidRPr="00CD3D9E" w:rsidRDefault="00B02985" w:rsidP="00B02985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 xml:space="preserve">Matrice saldatura tipo “A” </w:t>
            </w:r>
          </w:p>
          <w:p w14:paraId="7D539931" w14:textId="34AAC7C7" w:rsidR="00B02985" w:rsidRPr="00CD3D9E" w:rsidRDefault="00B02985" w:rsidP="00B02985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50 mm</w:t>
            </w:r>
          </w:p>
        </w:tc>
        <w:tc>
          <w:tcPr>
            <w:tcW w:w="5803" w:type="dxa"/>
          </w:tcPr>
          <w:p w14:paraId="16BEFEA1" w14:textId="77777777" w:rsidR="00B02985" w:rsidRDefault="00B02985" w:rsidP="00B0298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Matrice per saldatura di tipo “A” per polifusore.</w:t>
            </w:r>
          </w:p>
          <w:p w14:paraId="7F692CE5" w14:textId="77777777" w:rsidR="00B02985" w:rsidRPr="00CD3D9E" w:rsidRDefault="00B02985" w:rsidP="00B0298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383B1817" w14:textId="77777777" w:rsidR="00B02985" w:rsidRPr="00CD3D9E" w:rsidRDefault="00B02985" w:rsidP="00B0298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Misura: 50 mm</w:t>
            </w:r>
          </w:p>
          <w:p w14:paraId="4E180DA3" w14:textId="77777777" w:rsidR="00B02985" w:rsidRPr="00CD3D9E" w:rsidRDefault="00B02985" w:rsidP="00B0298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0B28D986" w14:textId="333E9A1F" w:rsidR="00B02985" w:rsidRPr="00CD3D9E" w:rsidRDefault="00B02985" w:rsidP="00B0298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 – Modello Matrice saldatura tipo “A” 50 mm o equivalente.</w:t>
            </w:r>
          </w:p>
        </w:tc>
      </w:tr>
      <w:tr w:rsidR="00B02985" w14:paraId="4FCD9244" w14:textId="77777777" w:rsidTr="00021D1F">
        <w:tc>
          <w:tcPr>
            <w:tcW w:w="1398" w:type="dxa"/>
          </w:tcPr>
          <w:p w14:paraId="7AFD7D81" w14:textId="1C711EE2" w:rsidR="00B02985" w:rsidRPr="00CD3D9E" w:rsidRDefault="00B02985" w:rsidP="00B0298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28025200</w:t>
            </w:r>
          </w:p>
        </w:tc>
        <w:tc>
          <w:tcPr>
            <w:tcW w:w="2297" w:type="dxa"/>
          </w:tcPr>
          <w:p w14:paraId="3ABA9852" w14:textId="77777777" w:rsidR="00B02985" w:rsidRPr="00CD3D9E" w:rsidRDefault="00B02985" w:rsidP="00B02985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 xml:space="preserve">Matrice saldatura tipo “A” </w:t>
            </w:r>
          </w:p>
          <w:p w14:paraId="69C4A496" w14:textId="237261ED" w:rsidR="00B02985" w:rsidRPr="00CD3D9E" w:rsidRDefault="00B02985" w:rsidP="00B02985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63 mm</w:t>
            </w:r>
          </w:p>
        </w:tc>
        <w:tc>
          <w:tcPr>
            <w:tcW w:w="5803" w:type="dxa"/>
          </w:tcPr>
          <w:p w14:paraId="7623764B" w14:textId="77777777" w:rsidR="00B02985" w:rsidRDefault="00B02985" w:rsidP="00B0298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Matrice per saldatura di tipo “A” per polifusore.</w:t>
            </w:r>
          </w:p>
          <w:p w14:paraId="35AD0C98" w14:textId="77777777" w:rsidR="00B02985" w:rsidRPr="00CD3D9E" w:rsidRDefault="00B02985" w:rsidP="00B0298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497E1A19" w14:textId="77777777" w:rsidR="00B02985" w:rsidRPr="00CD3D9E" w:rsidRDefault="00B02985" w:rsidP="00B0298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Misura: 63 mm</w:t>
            </w:r>
          </w:p>
          <w:p w14:paraId="05BC1EDB" w14:textId="77777777" w:rsidR="00B02985" w:rsidRPr="00CD3D9E" w:rsidRDefault="00B02985" w:rsidP="00B0298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37EB0FE5" w14:textId="2B3C83CF" w:rsidR="00B02985" w:rsidRPr="00CD3D9E" w:rsidRDefault="00B02985" w:rsidP="00B0298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 – Modello Matrice saldatura tipo “A” 63 mm o equivalente.</w:t>
            </w:r>
          </w:p>
        </w:tc>
      </w:tr>
      <w:tr w:rsidR="00B02985" w14:paraId="579BB751" w14:textId="77777777" w:rsidTr="00021D1F">
        <w:tc>
          <w:tcPr>
            <w:tcW w:w="1398" w:type="dxa"/>
          </w:tcPr>
          <w:p w14:paraId="5720FD9B" w14:textId="0BD486A8" w:rsidR="00B02985" w:rsidRPr="00CD3D9E" w:rsidRDefault="00B02985" w:rsidP="00B0298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28025008</w:t>
            </w:r>
          </w:p>
        </w:tc>
        <w:tc>
          <w:tcPr>
            <w:tcW w:w="2297" w:type="dxa"/>
          </w:tcPr>
          <w:p w14:paraId="7D315F4F" w14:textId="77777777" w:rsidR="00B02985" w:rsidRDefault="00B02985" w:rsidP="00B02985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Matrice riparafori</w:t>
            </w:r>
          </w:p>
          <w:p w14:paraId="27ADFAAD" w14:textId="04FEBF2E" w:rsidR="0047687D" w:rsidRPr="00CD3D9E" w:rsidRDefault="0047687D" w:rsidP="00B02985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47687D">
              <w:rPr>
                <w:rFonts w:ascii="Poppins" w:hAnsi="Poppins" w:cs="Poppins"/>
                <w:bCs/>
                <w:sz w:val="20"/>
              </w:rPr>
              <w:t>Ø 8</w:t>
            </w:r>
          </w:p>
        </w:tc>
        <w:tc>
          <w:tcPr>
            <w:tcW w:w="5803" w:type="dxa"/>
          </w:tcPr>
          <w:p w14:paraId="3FFC9946" w14:textId="11882FCA" w:rsidR="00B02985" w:rsidRPr="00CD3D9E" w:rsidRDefault="00B02985" w:rsidP="00B0298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Matrice riparafori</w:t>
            </w:r>
            <w:r w:rsidR="0047687D">
              <w:rPr>
                <w:rFonts w:ascii="Poppins" w:hAnsi="Poppins" w:cs="Poppins"/>
                <w:sz w:val="20"/>
              </w:rPr>
              <w:t xml:space="preserve"> </w:t>
            </w:r>
            <w:r w:rsidR="0047687D" w:rsidRPr="0047687D">
              <w:rPr>
                <w:rFonts w:ascii="Poppins" w:hAnsi="Poppins" w:cs="Poppins"/>
                <w:sz w:val="20"/>
              </w:rPr>
              <w:t>Ø 8</w:t>
            </w:r>
            <w:r w:rsidRPr="00CD3D9E">
              <w:rPr>
                <w:rFonts w:ascii="Poppins" w:hAnsi="Poppins" w:cs="Poppins"/>
                <w:sz w:val="20"/>
              </w:rPr>
              <w:t xml:space="preserve"> </w:t>
            </w:r>
            <w:r w:rsidR="0047687D">
              <w:rPr>
                <w:rFonts w:ascii="Poppins" w:hAnsi="Poppins" w:cs="Poppins"/>
                <w:sz w:val="20"/>
              </w:rPr>
              <w:t xml:space="preserve">mm </w:t>
            </w:r>
            <w:r w:rsidRPr="00CD3D9E">
              <w:rPr>
                <w:rFonts w:ascii="Poppins" w:hAnsi="Poppins" w:cs="Poppins"/>
                <w:sz w:val="20"/>
              </w:rPr>
              <w:t>per tubazioni Gersan.</w:t>
            </w:r>
          </w:p>
          <w:p w14:paraId="5890DBEF" w14:textId="77777777" w:rsidR="00B02985" w:rsidRPr="00CD3D9E" w:rsidRDefault="00B02985" w:rsidP="00B0298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587690BE" w14:textId="55C83B31" w:rsidR="00B02985" w:rsidRPr="00CD3D9E" w:rsidRDefault="00B02985" w:rsidP="00B0298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 – Modello Matrice riparafori</w:t>
            </w:r>
            <w:r w:rsidR="0047687D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="0047687D" w:rsidRPr="0047687D">
              <w:rPr>
                <w:rFonts w:ascii="Poppins" w:hAnsi="Poppins" w:cs="Poppins"/>
                <w:b/>
                <w:bCs/>
                <w:sz w:val="20"/>
              </w:rPr>
              <w:t>Ø 8</w:t>
            </w: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 o equivalente.</w:t>
            </w:r>
          </w:p>
        </w:tc>
      </w:tr>
      <w:tr w:rsidR="00B02985" w14:paraId="2BB7342C" w14:textId="77777777" w:rsidTr="00021D1F">
        <w:tc>
          <w:tcPr>
            <w:tcW w:w="1398" w:type="dxa"/>
          </w:tcPr>
          <w:p w14:paraId="3DDA635B" w14:textId="2E5941F8" w:rsidR="00B02985" w:rsidRPr="00CD3D9E" w:rsidRDefault="00B02985" w:rsidP="00B0298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28024050</w:t>
            </w:r>
          </w:p>
        </w:tc>
        <w:tc>
          <w:tcPr>
            <w:tcW w:w="2297" w:type="dxa"/>
          </w:tcPr>
          <w:p w14:paraId="7E22692E" w14:textId="31449399" w:rsidR="00B02985" w:rsidRPr="00CD3D9E" w:rsidRDefault="00B02985" w:rsidP="00B02985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Cesoia</w:t>
            </w:r>
          </w:p>
        </w:tc>
        <w:tc>
          <w:tcPr>
            <w:tcW w:w="5803" w:type="dxa"/>
          </w:tcPr>
          <w:p w14:paraId="2EDF1984" w14:textId="69D6435E" w:rsidR="00B02985" w:rsidRPr="00CD3D9E" w:rsidRDefault="00B02985" w:rsidP="00B0298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Cesoia per tubi plastici, PE, PP e PVDF con diametro ma</w:t>
            </w:r>
            <w:r>
              <w:rPr>
                <w:rFonts w:ascii="Poppins" w:hAnsi="Poppins" w:cs="Poppins"/>
                <w:sz w:val="20"/>
              </w:rPr>
              <w:t>ssimo</w:t>
            </w:r>
            <w:r w:rsidRPr="00CD3D9E">
              <w:rPr>
                <w:rFonts w:ascii="Poppins" w:hAnsi="Poppins" w:cs="Poppins"/>
                <w:sz w:val="20"/>
              </w:rPr>
              <w:t xml:space="preserve"> 42 mm.</w:t>
            </w:r>
          </w:p>
          <w:p w14:paraId="3FE2BAFD" w14:textId="77777777" w:rsidR="00B02985" w:rsidRPr="00CD3D9E" w:rsidRDefault="00B02985" w:rsidP="00B0298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092A02B9" w14:textId="124D5145" w:rsidR="00B02985" w:rsidRPr="00CD3D9E" w:rsidRDefault="00B02985" w:rsidP="00B0298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 – Modello Cesoia o equivalente.</w:t>
            </w:r>
          </w:p>
        </w:tc>
      </w:tr>
      <w:tr w:rsidR="00B02985" w14:paraId="242689AE" w14:textId="77777777" w:rsidTr="00021D1F">
        <w:tc>
          <w:tcPr>
            <w:tcW w:w="1398" w:type="dxa"/>
          </w:tcPr>
          <w:p w14:paraId="0E1B4F98" w14:textId="757C9892" w:rsidR="00B02985" w:rsidRPr="00CD3D9E" w:rsidRDefault="00B02985" w:rsidP="00B0298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28024081</w:t>
            </w:r>
          </w:p>
        </w:tc>
        <w:tc>
          <w:tcPr>
            <w:tcW w:w="2297" w:type="dxa"/>
          </w:tcPr>
          <w:p w14:paraId="47F61A5D" w14:textId="77777777" w:rsidR="00B02985" w:rsidRPr="00CD3D9E" w:rsidRDefault="00B02985" w:rsidP="00B02985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Tagliatubi</w:t>
            </w:r>
          </w:p>
          <w:p w14:paraId="48C92AEC" w14:textId="475E4F68" w:rsidR="00B02985" w:rsidRPr="00CD3D9E" w:rsidRDefault="00B02985" w:rsidP="00B02985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D3D9E">
              <w:rPr>
                <w:rFonts w:ascii="Poppins" w:hAnsi="Poppins" w:cs="Poppins"/>
                <w:bCs/>
                <w:sz w:val="20"/>
              </w:rPr>
              <w:t>Ø 6 - 75</w:t>
            </w:r>
          </w:p>
        </w:tc>
        <w:tc>
          <w:tcPr>
            <w:tcW w:w="5803" w:type="dxa"/>
          </w:tcPr>
          <w:p w14:paraId="081918A9" w14:textId="77777777" w:rsidR="00B02985" w:rsidRPr="00CD3D9E" w:rsidRDefault="00B02985" w:rsidP="00B0298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sz w:val="20"/>
              </w:rPr>
              <w:t>Tagliatubi per tubi plastici, PE, PP e PVDF con diametro da 6 a 75 mm.</w:t>
            </w:r>
          </w:p>
          <w:p w14:paraId="45D3B0A2" w14:textId="77777777" w:rsidR="00B02985" w:rsidRPr="00CD3D9E" w:rsidRDefault="00B02985" w:rsidP="00B0298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68807C1E" w14:textId="443B161A" w:rsidR="00B02985" w:rsidRPr="00CD3D9E" w:rsidRDefault="00B02985" w:rsidP="00B0298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CD3D9E">
              <w:rPr>
                <w:rFonts w:ascii="Poppins" w:hAnsi="Poppins" w:cs="Poppins"/>
                <w:b/>
                <w:bCs/>
                <w:sz w:val="20"/>
              </w:rPr>
              <w:t xml:space="preserve"> – Modello Tagliatubi Ø 6 – 75 o equivalente.</w:t>
            </w:r>
          </w:p>
        </w:tc>
      </w:tr>
    </w:tbl>
    <w:p w14:paraId="564C48D4" w14:textId="77777777" w:rsidR="00931A8A" w:rsidRPr="00A06A5E" w:rsidRDefault="00931A8A" w:rsidP="00A06A5E"/>
    <w:sectPr w:rsidR="00931A8A" w:rsidRPr="00A06A5E" w:rsidSect="006D4FDF">
      <w:headerReference w:type="default" r:id="rId8"/>
      <w:footerReference w:type="default" r:id="rId9"/>
      <w:pgSz w:w="11907" w:h="16840" w:code="9"/>
      <w:pgMar w:top="1418" w:right="1134" w:bottom="1134" w:left="1134" w:header="107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73A76A" w14:textId="77777777" w:rsidR="00147B72" w:rsidRDefault="00147B72">
      <w:r>
        <w:separator/>
      </w:r>
    </w:p>
  </w:endnote>
  <w:endnote w:type="continuationSeparator" w:id="0">
    <w:p w14:paraId="3D1F5CFB" w14:textId="77777777" w:rsidR="00147B72" w:rsidRDefault="00147B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vers 47 Condensed Light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-CondensedLight">
    <w:altName w:val="Univer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G Omega">
    <w:altName w:val="Century Gothic"/>
    <w:charset w:val="00"/>
    <w:family w:val="swiss"/>
    <w:pitch w:val="variable"/>
    <w:sig w:usb0="00000001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 Neue Regular">
    <w:altName w:val="Calibri"/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504DD" w14:textId="77777777" w:rsidR="00CD3D9E" w:rsidRDefault="00CD3D9E"/>
  <w:tbl>
    <w:tblPr>
      <w:tblW w:w="10263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92"/>
      <w:gridCol w:w="5471"/>
    </w:tblGrid>
    <w:tr w:rsidR="00CD3D9E" w14:paraId="113E374E" w14:textId="77777777" w:rsidTr="004706FD">
      <w:tc>
        <w:tcPr>
          <w:tcW w:w="4534" w:type="dxa"/>
        </w:tcPr>
        <w:p w14:paraId="3458580B" w14:textId="66D76A20" w:rsidR="00CD3D9E" w:rsidRPr="00C86331" w:rsidRDefault="00CD3D9E" w:rsidP="00C86331">
          <w:pPr>
            <w:pStyle w:val="Pidipagina"/>
            <w:tabs>
              <w:tab w:val="clear" w:pos="9638"/>
            </w:tabs>
            <w:ind w:left="-70"/>
            <w:rPr>
              <w:rFonts w:ascii="Poppins" w:hAnsi="Poppins" w:cs="Poppins"/>
              <w:iCs/>
              <w:sz w:val="16"/>
            </w:rPr>
          </w:pPr>
          <w:r w:rsidRPr="00EC29FF">
            <w:rPr>
              <w:rFonts w:ascii="Poppins" w:hAnsi="Poppins" w:cs="Poppins"/>
              <w:iCs/>
              <w:sz w:val="16"/>
            </w:rPr>
            <w:fldChar w:fldCharType="begin"/>
          </w:r>
          <w:r w:rsidRPr="00EC29FF">
            <w:rPr>
              <w:rFonts w:ascii="Poppins" w:hAnsi="Poppins" w:cs="Poppins"/>
              <w:iCs/>
              <w:sz w:val="16"/>
            </w:rPr>
            <w:instrText xml:space="preserve"> FILENAME  \* MERGEFORMAT </w:instrText>
          </w:r>
          <w:r w:rsidRPr="00EC29FF">
            <w:rPr>
              <w:rFonts w:ascii="Poppins" w:hAnsi="Poppins" w:cs="Poppins"/>
              <w:iCs/>
              <w:sz w:val="16"/>
            </w:rPr>
            <w:fldChar w:fldCharType="separate"/>
          </w:r>
          <w:r>
            <w:rPr>
              <w:rFonts w:ascii="Poppins" w:hAnsi="Poppins" w:cs="Poppins"/>
              <w:iCs/>
              <w:noProof/>
              <w:sz w:val="16"/>
            </w:rPr>
            <w:t xml:space="preserve">Sistema </w:t>
          </w:r>
          <w:r w:rsidR="00341A72">
            <w:rPr>
              <w:rFonts w:ascii="Poppins" w:hAnsi="Poppins" w:cs="Poppins"/>
              <w:iCs/>
              <w:noProof/>
              <w:sz w:val="16"/>
            </w:rPr>
            <w:t xml:space="preserve">di distribuzione per acqua sanitaria </w:t>
          </w:r>
          <w:r>
            <w:rPr>
              <w:rFonts w:ascii="Poppins" w:hAnsi="Poppins" w:cs="Poppins"/>
              <w:iCs/>
              <w:noProof/>
              <w:sz w:val="16"/>
            </w:rPr>
            <w:t>Gersan</w:t>
          </w:r>
          <w:r w:rsidRPr="00EC29FF">
            <w:rPr>
              <w:rFonts w:ascii="Poppins" w:hAnsi="Poppins" w:cs="Poppins"/>
              <w:iCs/>
              <w:sz w:val="16"/>
            </w:rPr>
            <w:fldChar w:fldCharType="end"/>
          </w:r>
        </w:p>
      </w:tc>
      <w:tc>
        <w:tcPr>
          <w:tcW w:w="5176" w:type="dxa"/>
        </w:tcPr>
        <w:p w14:paraId="3C367BF5" w14:textId="18EAF1AC" w:rsidR="00CD3D9E" w:rsidRPr="00EC29FF" w:rsidRDefault="00CD3D9E">
          <w:pPr>
            <w:pStyle w:val="Pidipagina"/>
            <w:jc w:val="right"/>
            <w:rPr>
              <w:rFonts w:ascii="Poppins" w:hAnsi="Poppins" w:cs="Poppins"/>
              <w:sz w:val="14"/>
              <w:szCs w:val="14"/>
            </w:rPr>
          </w:pPr>
          <w:r w:rsidRPr="00EC29FF">
            <w:rPr>
              <w:rFonts w:ascii="Poppins" w:hAnsi="Poppins" w:cs="Poppins"/>
              <w:sz w:val="14"/>
              <w:szCs w:val="14"/>
            </w:rPr>
            <w:t xml:space="preserve">Pag.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PAGE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Pr="00EC29FF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  <w:r w:rsidRPr="00EC29FF">
            <w:rPr>
              <w:rFonts w:ascii="Poppins" w:hAnsi="Poppins" w:cs="Poppins"/>
              <w:sz w:val="14"/>
              <w:szCs w:val="14"/>
            </w:rPr>
            <w:t xml:space="preserve"> di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SECTIONPAGES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9C7159">
            <w:rPr>
              <w:rFonts w:ascii="Poppins" w:hAnsi="Poppins" w:cs="Poppins"/>
              <w:noProof/>
              <w:sz w:val="14"/>
              <w:szCs w:val="14"/>
            </w:rPr>
            <w:t>39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</w:p>
      </w:tc>
    </w:tr>
  </w:tbl>
  <w:p w14:paraId="1ADC61E3" w14:textId="77777777" w:rsidR="00CD3D9E" w:rsidRPr="005C61B9" w:rsidRDefault="00CD3D9E" w:rsidP="00E07577">
    <w:pPr>
      <w:pStyle w:val="Pidipagina"/>
      <w:ind w:left="-284" w:right="-284"/>
      <w:jc w:val="both"/>
      <w:rPr>
        <w:rFonts w:ascii="Uni Neue Regular" w:hAnsi="Uni Neue Regular" w:cs="Poppins"/>
        <w:color w:val="000000" w:themeColor="text1"/>
        <w:sz w:val="16"/>
      </w:rPr>
    </w:pPr>
    <w:r>
      <w:rPr>
        <w:rFonts w:ascii="Uni Neue Regular" w:hAnsi="Uni Neue Regular" w:cs="Poppins"/>
        <w:noProof/>
        <w:color w:val="000000" w:themeColor="text1"/>
        <w:sz w:val="16"/>
      </w:rPr>
      <w:drawing>
        <wp:inline distT="0" distB="0" distL="0" distR="0" wp14:anchorId="67CDA6FB" wp14:editId="578BE47E">
          <wp:extent cx="6516000" cy="633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m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F2E029" w14:textId="77777777" w:rsidR="00147B72" w:rsidRDefault="00147B72">
      <w:r>
        <w:separator/>
      </w:r>
    </w:p>
  </w:footnote>
  <w:footnote w:type="continuationSeparator" w:id="0">
    <w:p w14:paraId="348555A2" w14:textId="77777777" w:rsidR="00147B72" w:rsidRDefault="00147B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91B0F" w14:textId="77777777" w:rsidR="00CD3D9E" w:rsidRDefault="00CD3D9E" w:rsidP="00CC31A7">
    <w:pPr>
      <w:pStyle w:val="Intestazione"/>
      <w:jc w:val="center"/>
      <w:rPr>
        <w:sz w:val="16"/>
        <w:szCs w:val="16"/>
      </w:rPr>
    </w:pPr>
    <w:r>
      <w:rPr>
        <w:noProof/>
        <w:sz w:val="20"/>
      </w:rPr>
      <w:drawing>
        <wp:inline distT="0" distB="0" distL="0" distR="0" wp14:anchorId="0E26F756" wp14:editId="07EB4549">
          <wp:extent cx="1162050" cy="597323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mmeti_logo_ver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45" cy="60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20"/>
      </w:rPr>
      <w:t xml:space="preserve">                                                                                  </w:t>
    </w:r>
  </w:p>
  <w:p w14:paraId="4C5FEE22" w14:textId="77777777" w:rsidR="00CD3D9E" w:rsidRPr="00D440AE" w:rsidRDefault="00CD3D9E" w:rsidP="00CC31A7">
    <w:pPr>
      <w:pStyle w:val="Intestazione"/>
      <w:jc w:val="center"/>
      <w:rPr>
        <w:sz w:val="16"/>
        <w:szCs w:val="16"/>
      </w:rPr>
    </w:pPr>
  </w:p>
  <w:p w14:paraId="173F6678" w14:textId="77777777" w:rsidR="00CD3D9E" w:rsidRPr="00D440AE" w:rsidRDefault="00CD3D9E" w:rsidP="00CC31A7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35B4"/>
    <w:multiLevelType w:val="hybridMultilevel"/>
    <w:tmpl w:val="274010FE"/>
    <w:lvl w:ilvl="0" w:tplc="DBC4A896">
      <w:start w:val="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C10DEA"/>
    <w:multiLevelType w:val="hybridMultilevel"/>
    <w:tmpl w:val="F36C22EE"/>
    <w:lvl w:ilvl="0" w:tplc="45345E3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DF1F0B"/>
    <w:multiLevelType w:val="hybridMultilevel"/>
    <w:tmpl w:val="CAC689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16575"/>
    <w:multiLevelType w:val="hybridMultilevel"/>
    <w:tmpl w:val="0262D70E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49423A"/>
    <w:multiLevelType w:val="hybridMultilevel"/>
    <w:tmpl w:val="04D6E688"/>
    <w:lvl w:ilvl="0" w:tplc="B9B4A574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2E1735"/>
    <w:multiLevelType w:val="hybridMultilevel"/>
    <w:tmpl w:val="8B84E8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69225B"/>
    <w:multiLevelType w:val="hybridMultilevel"/>
    <w:tmpl w:val="9A040514"/>
    <w:lvl w:ilvl="0" w:tplc="168E893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8B6973"/>
    <w:multiLevelType w:val="hybridMultilevel"/>
    <w:tmpl w:val="7D3E523C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02289E"/>
    <w:multiLevelType w:val="hybridMultilevel"/>
    <w:tmpl w:val="DCB0FD9A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7D2C1A"/>
    <w:multiLevelType w:val="hybridMultilevel"/>
    <w:tmpl w:val="F74253D2"/>
    <w:lvl w:ilvl="0" w:tplc="2156362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5476FA"/>
    <w:multiLevelType w:val="hybridMultilevel"/>
    <w:tmpl w:val="9BA46068"/>
    <w:lvl w:ilvl="0" w:tplc="DA12A70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9F481E"/>
    <w:multiLevelType w:val="hybridMultilevel"/>
    <w:tmpl w:val="E3F837EA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582910"/>
    <w:multiLevelType w:val="hybridMultilevel"/>
    <w:tmpl w:val="0040DF5C"/>
    <w:lvl w:ilvl="0" w:tplc="E73EEAB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6C3ECE"/>
    <w:multiLevelType w:val="hybridMultilevel"/>
    <w:tmpl w:val="AB6AB67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1A67B29"/>
    <w:multiLevelType w:val="hybridMultilevel"/>
    <w:tmpl w:val="6EB23D48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065166"/>
    <w:multiLevelType w:val="hybridMultilevel"/>
    <w:tmpl w:val="4F445F5E"/>
    <w:lvl w:ilvl="0" w:tplc="5968512A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087FE0"/>
    <w:multiLevelType w:val="hybridMultilevel"/>
    <w:tmpl w:val="3124A924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FF680D"/>
    <w:multiLevelType w:val="hybridMultilevel"/>
    <w:tmpl w:val="C4FC9188"/>
    <w:lvl w:ilvl="0" w:tplc="3010242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282717"/>
    <w:multiLevelType w:val="hybridMultilevel"/>
    <w:tmpl w:val="203E5C84"/>
    <w:lvl w:ilvl="0" w:tplc="3628FC92">
      <w:start w:val="1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816E76"/>
    <w:multiLevelType w:val="hybridMultilevel"/>
    <w:tmpl w:val="F88A7A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1B065C"/>
    <w:multiLevelType w:val="hybridMultilevel"/>
    <w:tmpl w:val="9C5E4FF8"/>
    <w:lvl w:ilvl="0" w:tplc="532084A8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5B454C"/>
    <w:multiLevelType w:val="hybridMultilevel"/>
    <w:tmpl w:val="DA6286B6"/>
    <w:lvl w:ilvl="0" w:tplc="156AED8C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4539637D"/>
    <w:multiLevelType w:val="hybridMultilevel"/>
    <w:tmpl w:val="1EF27E5C"/>
    <w:lvl w:ilvl="0" w:tplc="01CEB3F6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551E49"/>
    <w:multiLevelType w:val="hybridMultilevel"/>
    <w:tmpl w:val="1830700C"/>
    <w:lvl w:ilvl="0" w:tplc="F5DEE7AA">
      <w:start w:val="1"/>
      <w:numFmt w:val="bullet"/>
      <w:lvlText w:val="○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B3170B"/>
    <w:multiLevelType w:val="hybridMultilevel"/>
    <w:tmpl w:val="CB7CF2FC"/>
    <w:lvl w:ilvl="0" w:tplc="F55ED408">
      <w:start w:val="2000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2122BB"/>
    <w:multiLevelType w:val="hybridMultilevel"/>
    <w:tmpl w:val="2842D460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4F0ECF"/>
    <w:multiLevelType w:val="hybridMultilevel"/>
    <w:tmpl w:val="85DAA3CA"/>
    <w:lvl w:ilvl="0" w:tplc="AC34B44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E14A52"/>
    <w:multiLevelType w:val="hybridMultilevel"/>
    <w:tmpl w:val="7090CB96"/>
    <w:lvl w:ilvl="0" w:tplc="C3307A7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Univers-Condensed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AF7F53"/>
    <w:multiLevelType w:val="hybridMultilevel"/>
    <w:tmpl w:val="AF28390C"/>
    <w:lvl w:ilvl="0" w:tplc="33803F0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D92C6E"/>
    <w:multiLevelType w:val="hybridMultilevel"/>
    <w:tmpl w:val="63B233A2"/>
    <w:lvl w:ilvl="0" w:tplc="2922648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4406B9"/>
    <w:multiLevelType w:val="hybridMultilevel"/>
    <w:tmpl w:val="EE98EF4A"/>
    <w:lvl w:ilvl="0" w:tplc="B2C47658">
      <w:start w:val="18"/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625F2EFC"/>
    <w:multiLevelType w:val="hybridMultilevel"/>
    <w:tmpl w:val="C67E767A"/>
    <w:lvl w:ilvl="0" w:tplc="5D529B4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DD482F"/>
    <w:multiLevelType w:val="hybridMultilevel"/>
    <w:tmpl w:val="5088F62A"/>
    <w:lvl w:ilvl="0" w:tplc="B66A8524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E15B5A"/>
    <w:multiLevelType w:val="hybridMultilevel"/>
    <w:tmpl w:val="910AA362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ED7CB8"/>
    <w:multiLevelType w:val="hybridMultilevel"/>
    <w:tmpl w:val="DDAA7F40"/>
    <w:lvl w:ilvl="0" w:tplc="6902F4F4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3A3A78"/>
    <w:multiLevelType w:val="hybridMultilevel"/>
    <w:tmpl w:val="BF941ECC"/>
    <w:lvl w:ilvl="0" w:tplc="F55ED408">
      <w:start w:val="2000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167AFD"/>
    <w:multiLevelType w:val="hybridMultilevel"/>
    <w:tmpl w:val="2D7A051C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CC3EFB"/>
    <w:multiLevelType w:val="hybridMultilevel"/>
    <w:tmpl w:val="A48E7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64100917">
    <w:abstractNumId w:val="23"/>
  </w:num>
  <w:num w:numId="2" w16cid:durableId="499319538">
    <w:abstractNumId w:val="22"/>
  </w:num>
  <w:num w:numId="3" w16cid:durableId="1962413945">
    <w:abstractNumId w:val="10"/>
  </w:num>
  <w:num w:numId="4" w16cid:durableId="470563787">
    <w:abstractNumId w:val="6"/>
  </w:num>
  <w:num w:numId="5" w16cid:durableId="1181701230">
    <w:abstractNumId w:val="17"/>
  </w:num>
  <w:num w:numId="6" w16cid:durableId="947153065">
    <w:abstractNumId w:val="15"/>
  </w:num>
  <w:num w:numId="7" w16cid:durableId="583028660">
    <w:abstractNumId w:val="12"/>
  </w:num>
  <w:num w:numId="8" w16cid:durableId="392579135">
    <w:abstractNumId w:val="15"/>
  </w:num>
  <w:num w:numId="9" w16cid:durableId="1897156696">
    <w:abstractNumId w:val="0"/>
  </w:num>
  <w:num w:numId="10" w16cid:durableId="87384594">
    <w:abstractNumId w:val="15"/>
  </w:num>
  <w:num w:numId="11" w16cid:durableId="1999918147">
    <w:abstractNumId w:val="28"/>
  </w:num>
  <w:num w:numId="12" w16cid:durableId="130178278">
    <w:abstractNumId w:val="31"/>
  </w:num>
  <w:num w:numId="13" w16cid:durableId="335041393">
    <w:abstractNumId w:val="26"/>
  </w:num>
  <w:num w:numId="14" w16cid:durableId="1558317734">
    <w:abstractNumId w:val="13"/>
  </w:num>
  <w:num w:numId="15" w16cid:durableId="1913274112">
    <w:abstractNumId w:val="29"/>
  </w:num>
  <w:num w:numId="16" w16cid:durableId="1331442391">
    <w:abstractNumId w:val="35"/>
  </w:num>
  <w:num w:numId="17" w16cid:durableId="2071148029">
    <w:abstractNumId w:val="37"/>
  </w:num>
  <w:num w:numId="18" w16cid:durableId="1707832841">
    <w:abstractNumId w:val="30"/>
  </w:num>
  <w:num w:numId="19" w16cid:durableId="1618487174">
    <w:abstractNumId w:val="2"/>
  </w:num>
  <w:num w:numId="20" w16cid:durableId="194849557">
    <w:abstractNumId w:val="3"/>
  </w:num>
  <w:num w:numId="21" w16cid:durableId="2134254115">
    <w:abstractNumId w:val="18"/>
  </w:num>
  <w:num w:numId="22" w16cid:durableId="2023125934">
    <w:abstractNumId w:val="8"/>
  </w:num>
  <w:num w:numId="23" w16cid:durableId="1921864279">
    <w:abstractNumId w:val="25"/>
  </w:num>
  <w:num w:numId="24" w16cid:durableId="1363551608">
    <w:abstractNumId w:val="36"/>
  </w:num>
  <w:num w:numId="25" w16cid:durableId="2009401235">
    <w:abstractNumId w:val="11"/>
  </w:num>
  <w:num w:numId="26" w16cid:durableId="1391542003">
    <w:abstractNumId w:val="14"/>
  </w:num>
  <w:num w:numId="27" w16cid:durableId="1478374145">
    <w:abstractNumId w:val="33"/>
  </w:num>
  <w:num w:numId="28" w16cid:durableId="78019898">
    <w:abstractNumId w:val="16"/>
  </w:num>
  <w:num w:numId="29" w16cid:durableId="1133401432">
    <w:abstractNumId w:val="7"/>
  </w:num>
  <w:num w:numId="30" w16cid:durableId="884760060">
    <w:abstractNumId w:val="21"/>
  </w:num>
  <w:num w:numId="31" w16cid:durableId="1023941387">
    <w:abstractNumId w:val="34"/>
  </w:num>
  <w:num w:numId="32" w16cid:durableId="441997771">
    <w:abstractNumId w:val="9"/>
  </w:num>
  <w:num w:numId="33" w16cid:durableId="1308782867">
    <w:abstractNumId w:val="9"/>
  </w:num>
  <w:num w:numId="34" w16cid:durableId="384720246">
    <w:abstractNumId w:val="1"/>
  </w:num>
  <w:num w:numId="35" w16cid:durableId="38016350">
    <w:abstractNumId w:val="20"/>
  </w:num>
  <w:num w:numId="36" w16cid:durableId="1652712051">
    <w:abstractNumId w:val="32"/>
  </w:num>
  <w:num w:numId="37" w16cid:durableId="652297887">
    <w:abstractNumId w:val="5"/>
  </w:num>
  <w:num w:numId="38" w16cid:durableId="416757956">
    <w:abstractNumId w:val="4"/>
  </w:num>
  <w:num w:numId="39" w16cid:durableId="294065870">
    <w:abstractNumId w:val="24"/>
  </w:num>
  <w:num w:numId="40" w16cid:durableId="600064105">
    <w:abstractNumId w:val="27"/>
  </w:num>
  <w:num w:numId="41" w16cid:durableId="144441660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a0tLCwMDM0MDEyszRU0lEKTi0uzszPAykwqwUALtT5CywAAAA="/>
  </w:docVars>
  <w:rsids>
    <w:rsidRoot w:val="00C86331"/>
    <w:rsid w:val="00000623"/>
    <w:rsid w:val="00013D9C"/>
    <w:rsid w:val="00021D1F"/>
    <w:rsid w:val="00035876"/>
    <w:rsid w:val="0006784D"/>
    <w:rsid w:val="0009136B"/>
    <w:rsid w:val="000A257A"/>
    <w:rsid w:val="000A41FB"/>
    <w:rsid w:val="000B6932"/>
    <w:rsid w:val="000C52FA"/>
    <w:rsid w:val="000F7A52"/>
    <w:rsid w:val="00103A0D"/>
    <w:rsid w:val="00105DCD"/>
    <w:rsid w:val="00117A0E"/>
    <w:rsid w:val="001441C6"/>
    <w:rsid w:val="001450AB"/>
    <w:rsid w:val="00147B72"/>
    <w:rsid w:val="001620E3"/>
    <w:rsid w:val="00171DAE"/>
    <w:rsid w:val="001763B0"/>
    <w:rsid w:val="001809A2"/>
    <w:rsid w:val="00195A49"/>
    <w:rsid w:val="001977A3"/>
    <w:rsid w:val="001A43EF"/>
    <w:rsid w:val="001A5581"/>
    <w:rsid w:val="001D1ADF"/>
    <w:rsid w:val="001D35D0"/>
    <w:rsid w:val="001D365F"/>
    <w:rsid w:val="001E0165"/>
    <w:rsid w:val="001E6403"/>
    <w:rsid w:val="001F782F"/>
    <w:rsid w:val="00215773"/>
    <w:rsid w:val="002269E3"/>
    <w:rsid w:val="0023000E"/>
    <w:rsid w:val="002346C2"/>
    <w:rsid w:val="00244F0A"/>
    <w:rsid w:val="002476F8"/>
    <w:rsid w:val="00264BCF"/>
    <w:rsid w:val="0028448D"/>
    <w:rsid w:val="00285A03"/>
    <w:rsid w:val="002862D2"/>
    <w:rsid w:val="002A5AEC"/>
    <w:rsid w:val="002B5D63"/>
    <w:rsid w:val="002E1EE8"/>
    <w:rsid w:val="002E534F"/>
    <w:rsid w:val="002F7EEA"/>
    <w:rsid w:val="00304518"/>
    <w:rsid w:val="0032752D"/>
    <w:rsid w:val="003333BC"/>
    <w:rsid w:val="00341A72"/>
    <w:rsid w:val="00344430"/>
    <w:rsid w:val="00350CA2"/>
    <w:rsid w:val="003524C7"/>
    <w:rsid w:val="00357812"/>
    <w:rsid w:val="00365710"/>
    <w:rsid w:val="00372ECE"/>
    <w:rsid w:val="003B0FFE"/>
    <w:rsid w:val="003D4BE3"/>
    <w:rsid w:val="003E1E94"/>
    <w:rsid w:val="003E2A06"/>
    <w:rsid w:val="00402F28"/>
    <w:rsid w:val="004251BB"/>
    <w:rsid w:val="004272FC"/>
    <w:rsid w:val="00433C12"/>
    <w:rsid w:val="00442BE0"/>
    <w:rsid w:val="0044592F"/>
    <w:rsid w:val="00447EFC"/>
    <w:rsid w:val="004706FD"/>
    <w:rsid w:val="00474537"/>
    <w:rsid w:val="0047687D"/>
    <w:rsid w:val="0048382E"/>
    <w:rsid w:val="0049789F"/>
    <w:rsid w:val="004A5AB6"/>
    <w:rsid w:val="004D0BD1"/>
    <w:rsid w:val="004F1A26"/>
    <w:rsid w:val="00500468"/>
    <w:rsid w:val="005148E0"/>
    <w:rsid w:val="00517E31"/>
    <w:rsid w:val="005235FA"/>
    <w:rsid w:val="00525BAE"/>
    <w:rsid w:val="00530F9B"/>
    <w:rsid w:val="005315F1"/>
    <w:rsid w:val="00536743"/>
    <w:rsid w:val="0054295B"/>
    <w:rsid w:val="00562D44"/>
    <w:rsid w:val="00562E55"/>
    <w:rsid w:val="00584984"/>
    <w:rsid w:val="0059646B"/>
    <w:rsid w:val="005C61B9"/>
    <w:rsid w:val="005D1652"/>
    <w:rsid w:val="005D3B48"/>
    <w:rsid w:val="005E1169"/>
    <w:rsid w:val="006015C2"/>
    <w:rsid w:val="006040F5"/>
    <w:rsid w:val="00610639"/>
    <w:rsid w:val="00620C00"/>
    <w:rsid w:val="00665813"/>
    <w:rsid w:val="006719FE"/>
    <w:rsid w:val="00690CC4"/>
    <w:rsid w:val="006B218C"/>
    <w:rsid w:val="006B29B1"/>
    <w:rsid w:val="006C14CB"/>
    <w:rsid w:val="006C2BE4"/>
    <w:rsid w:val="006D044B"/>
    <w:rsid w:val="006D4FDF"/>
    <w:rsid w:val="006E5C4B"/>
    <w:rsid w:val="006E6F9C"/>
    <w:rsid w:val="006F1812"/>
    <w:rsid w:val="006F6AB3"/>
    <w:rsid w:val="00702806"/>
    <w:rsid w:val="00710BB8"/>
    <w:rsid w:val="00727388"/>
    <w:rsid w:val="00734559"/>
    <w:rsid w:val="0073789C"/>
    <w:rsid w:val="0074500A"/>
    <w:rsid w:val="00745AB1"/>
    <w:rsid w:val="0074712F"/>
    <w:rsid w:val="00757AC7"/>
    <w:rsid w:val="0077670C"/>
    <w:rsid w:val="00782096"/>
    <w:rsid w:val="007B5BA3"/>
    <w:rsid w:val="007C4ACA"/>
    <w:rsid w:val="007D5EC7"/>
    <w:rsid w:val="007E1363"/>
    <w:rsid w:val="007E6E02"/>
    <w:rsid w:val="007E7665"/>
    <w:rsid w:val="007F4841"/>
    <w:rsid w:val="008014DD"/>
    <w:rsid w:val="0080323F"/>
    <w:rsid w:val="00830828"/>
    <w:rsid w:val="00836FE1"/>
    <w:rsid w:val="00844BBC"/>
    <w:rsid w:val="008574C8"/>
    <w:rsid w:val="00867692"/>
    <w:rsid w:val="008804CB"/>
    <w:rsid w:val="00882947"/>
    <w:rsid w:val="00887902"/>
    <w:rsid w:val="00887904"/>
    <w:rsid w:val="008A2C0A"/>
    <w:rsid w:val="008B5587"/>
    <w:rsid w:val="008C2F88"/>
    <w:rsid w:val="008E5212"/>
    <w:rsid w:val="00902582"/>
    <w:rsid w:val="009027D5"/>
    <w:rsid w:val="00904071"/>
    <w:rsid w:val="009059BB"/>
    <w:rsid w:val="00923354"/>
    <w:rsid w:val="00931A8A"/>
    <w:rsid w:val="00936F47"/>
    <w:rsid w:val="0094047C"/>
    <w:rsid w:val="00942B09"/>
    <w:rsid w:val="00991094"/>
    <w:rsid w:val="00992282"/>
    <w:rsid w:val="0099452E"/>
    <w:rsid w:val="009A219D"/>
    <w:rsid w:val="009B37F1"/>
    <w:rsid w:val="009C1166"/>
    <w:rsid w:val="009C7159"/>
    <w:rsid w:val="009D3135"/>
    <w:rsid w:val="009D51C1"/>
    <w:rsid w:val="009D54F1"/>
    <w:rsid w:val="009D6327"/>
    <w:rsid w:val="009D7F8A"/>
    <w:rsid w:val="009E07DC"/>
    <w:rsid w:val="009E250A"/>
    <w:rsid w:val="009E2742"/>
    <w:rsid w:val="009E7B5E"/>
    <w:rsid w:val="00A04235"/>
    <w:rsid w:val="00A06A5E"/>
    <w:rsid w:val="00A16A8D"/>
    <w:rsid w:val="00A216E2"/>
    <w:rsid w:val="00A34A10"/>
    <w:rsid w:val="00A62A77"/>
    <w:rsid w:val="00A743FF"/>
    <w:rsid w:val="00A82E78"/>
    <w:rsid w:val="00A92F28"/>
    <w:rsid w:val="00AC0741"/>
    <w:rsid w:val="00AC7FD4"/>
    <w:rsid w:val="00AD05EC"/>
    <w:rsid w:val="00AD1706"/>
    <w:rsid w:val="00AF350C"/>
    <w:rsid w:val="00AF57DC"/>
    <w:rsid w:val="00B02985"/>
    <w:rsid w:val="00B406A9"/>
    <w:rsid w:val="00B44BAB"/>
    <w:rsid w:val="00B50B14"/>
    <w:rsid w:val="00B7475F"/>
    <w:rsid w:val="00B867FD"/>
    <w:rsid w:val="00B93CD1"/>
    <w:rsid w:val="00BB0104"/>
    <w:rsid w:val="00BB2A5B"/>
    <w:rsid w:val="00BD14D8"/>
    <w:rsid w:val="00BD731B"/>
    <w:rsid w:val="00BF1E16"/>
    <w:rsid w:val="00C02E1C"/>
    <w:rsid w:val="00C055AD"/>
    <w:rsid w:val="00C203AE"/>
    <w:rsid w:val="00C233C1"/>
    <w:rsid w:val="00C25698"/>
    <w:rsid w:val="00C27DFF"/>
    <w:rsid w:val="00C36C55"/>
    <w:rsid w:val="00C437EE"/>
    <w:rsid w:val="00C55FF9"/>
    <w:rsid w:val="00C84FD2"/>
    <w:rsid w:val="00C86331"/>
    <w:rsid w:val="00C93402"/>
    <w:rsid w:val="00C939B1"/>
    <w:rsid w:val="00CB1475"/>
    <w:rsid w:val="00CC31A7"/>
    <w:rsid w:val="00CD3D9E"/>
    <w:rsid w:val="00CE5350"/>
    <w:rsid w:val="00CE572E"/>
    <w:rsid w:val="00CE7C2F"/>
    <w:rsid w:val="00CF5985"/>
    <w:rsid w:val="00CF7A32"/>
    <w:rsid w:val="00D061A5"/>
    <w:rsid w:val="00D178ED"/>
    <w:rsid w:val="00D17F30"/>
    <w:rsid w:val="00D2119B"/>
    <w:rsid w:val="00D229AF"/>
    <w:rsid w:val="00D26FD9"/>
    <w:rsid w:val="00D440AE"/>
    <w:rsid w:val="00D44371"/>
    <w:rsid w:val="00D52887"/>
    <w:rsid w:val="00D6010C"/>
    <w:rsid w:val="00D62BDF"/>
    <w:rsid w:val="00D832BB"/>
    <w:rsid w:val="00D902A4"/>
    <w:rsid w:val="00DA3646"/>
    <w:rsid w:val="00DD2E16"/>
    <w:rsid w:val="00DE5C0B"/>
    <w:rsid w:val="00DE6E53"/>
    <w:rsid w:val="00E07577"/>
    <w:rsid w:val="00E17A38"/>
    <w:rsid w:val="00E36C49"/>
    <w:rsid w:val="00E37CDF"/>
    <w:rsid w:val="00E42389"/>
    <w:rsid w:val="00E5632D"/>
    <w:rsid w:val="00E7391C"/>
    <w:rsid w:val="00E86C11"/>
    <w:rsid w:val="00E943AA"/>
    <w:rsid w:val="00E94BE3"/>
    <w:rsid w:val="00E9516E"/>
    <w:rsid w:val="00E958E5"/>
    <w:rsid w:val="00EA01C8"/>
    <w:rsid w:val="00EB33B9"/>
    <w:rsid w:val="00EC29FF"/>
    <w:rsid w:val="00EC69CF"/>
    <w:rsid w:val="00ED24CF"/>
    <w:rsid w:val="00ED71FB"/>
    <w:rsid w:val="00EF73E5"/>
    <w:rsid w:val="00F13C62"/>
    <w:rsid w:val="00F15979"/>
    <w:rsid w:val="00F202FC"/>
    <w:rsid w:val="00F23AA6"/>
    <w:rsid w:val="00F50EAA"/>
    <w:rsid w:val="00F50F65"/>
    <w:rsid w:val="00F53758"/>
    <w:rsid w:val="00F60A08"/>
    <w:rsid w:val="00FA4A79"/>
    <w:rsid w:val="00FB3517"/>
    <w:rsid w:val="00FD02BC"/>
    <w:rsid w:val="00FD2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BC3F6F3"/>
  <w15:chartTrackingRefBased/>
  <w15:docId w15:val="{7F9F0A67-C7E4-4B4C-80E1-FEC27019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G Omega" w:hAnsi="CG Omega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F7A52"/>
    <w:rPr>
      <w:rFonts w:ascii="Tahoma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rsid w:val="001620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06A5E"/>
    <w:pPr>
      <w:ind w:left="708"/>
    </w:pPr>
    <w:rPr>
      <w:rFonts w:ascii="Verdana" w:hAnsi="Verdana"/>
      <w:sz w:val="20"/>
    </w:rPr>
  </w:style>
  <w:style w:type="character" w:customStyle="1" w:styleId="TestocommentoCarattere">
    <w:name w:val="Testo commento Carattere"/>
    <w:link w:val="Testocommento"/>
    <w:semiHidden/>
    <w:rsid w:val="00A06A5E"/>
    <w:rPr>
      <w:rFonts w:ascii="CG Omega" w:hAnsi="CG Omega"/>
      <w:lang w:eastAsia="it-IT"/>
    </w:rPr>
  </w:style>
  <w:style w:type="character" w:customStyle="1" w:styleId="IntestazioneCarattere">
    <w:name w:val="Intestazione Carattere"/>
    <w:link w:val="Intestazione"/>
    <w:rsid w:val="007B5BA3"/>
    <w:rPr>
      <w:rFonts w:ascii="CG Omega" w:hAnsi="CG Omega"/>
      <w:sz w:val="24"/>
      <w:lang w:eastAsia="it-IT"/>
    </w:rPr>
  </w:style>
  <w:style w:type="table" w:styleId="Grigliatabella">
    <w:name w:val="Table Grid"/>
    <w:basedOn w:val="Tabellanormale"/>
    <w:rsid w:val="00757AC7"/>
    <w:rPr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semiHidden/>
    <w:unhideWhenUsed/>
    <w:rsid w:val="00936F47"/>
    <w:rPr>
      <w:sz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936F47"/>
    <w:rPr>
      <w:rFonts w:ascii="CG Omega" w:hAnsi="CG Omeg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g_lpa\Desktop\Modulistica%20EMMETI_FIV\Carta%20intestata%20e%20fax%20EMMETI%20e%20FIV\Emmeti%20new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5E9708-74A5-4212-800D-8AC982DB5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Emmeti new 2020</Template>
  <TotalTime>0</TotalTime>
  <Pages>39</Pages>
  <Words>8517</Words>
  <Characters>47533</Characters>
  <Application>Microsoft Office Word</Application>
  <DocSecurity>0</DocSecurity>
  <Lines>396</Lines>
  <Paragraphs>111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							</vt:lpstr>
    </vt:vector>
  </TitlesOfParts>
  <Company>EMMNETI</Company>
  <LinksUpToDate>false</LinksUpToDate>
  <CharactersWithSpaces>55939</CharactersWithSpaces>
  <SharedDoc>false</SharedDoc>
  <HLinks>
    <vt:vector size="12" baseType="variant">
      <vt:variant>
        <vt:i4>8192099</vt:i4>
      </vt:variant>
      <vt:variant>
        <vt:i4>12</vt:i4>
      </vt:variant>
      <vt:variant>
        <vt:i4>0</vt:i4>
      </vt:variant>
      <vt:variant>
        <vt:i4>5</vt:i4>
      </vt:variant>
      <vt:variant>
        <vt:lpwstr>http://www.fiv.it/</vt:lpwstr>
      </vt:variant>
      <vt:variant>
        <vt:lpwstr/>
      </vt:variant>
      <vt:variant>
        <vt:i4>1966130</vt:i4>
      </vt:variant>
      <vt:variant>
        <vt:i4>9</vt:i4>
      </vt:variant>
      <vt:variant>
        <vt:i4>0</vt:i4>
      </vt:variant>
      <vt:variant>
        <vt:i4>5</vt:i4>
      </vt:variant>
      <vt:variant>
        <vt:lpwstr>mailto:info@fiv.it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</dc:title>
  <dc:subject/>
  <dc:creator>Luca PADOVAN</dc:creator>
  <cp:keywords/>
  <dc:description/>
  <cp:lastModifiedBy>Eva ZIN</cp:lastModifiedBy>
  <cp:revision>7</cp:revision>
  <cp:lastPrinted>2013-11-14T13:48:00Z</cp:lastPrinted>
  <dcterms:created xsi:type="dcterms:W3CDTF">2025-08-26T06:51:00Z</dcterms:created>
  <dcterms:modified xsi:type="dcterms:W3CDTF">2025-08-26T06:55:00Z</dcterms:modified>
</cp:coreProperties>
</file>